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0DD" w:rsidRPr="00154EFF" w:rsidRDefault="000F00DD" w:rsidP="000F00D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0DD" w:rsidRDefault="000F00DD" w:rsidP="000F00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00DD" w:rsidRDefault="000F00DD" w:rsidP="000F00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00DD" w:rsidRDefault="000F00DD" w:rsidP="000F00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0DD" w:rsidRDefault="000F00DD" w:rsidP="000F00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00DD" w:rsidRDefault="000F00DD" w:rsidP="000F00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00DD" w:rsidRPr="00867DAC" w:rsidRDefault="000F00DD" w:rsidP="000F00D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№41</w:t>
      </w:r>
    </w:p>
    <w:p w:rsidR="000F00DD" w:rsidRPr="008E3616" w:rsidRDefault="000F00DD" w:rsidP="000F00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внесення змін до рішення №118 від 09.09.2021 року 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«Про затвердження технічної  документації із землеустрою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встановлення (відновлення)  меж земельної ділянки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Крупецькій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сільській раді» 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0DD" w:rsidRPr="008E3616" w:rsidRDefault="000F00DD" w:rsidP="000F00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szCs w:val="24"/>
        </w:rPr>
        <w:t>ні», статей 12, 122,186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 сільська рада </w:t>
      </w:r>
    </w:p>
    <w:p w:rsidR="000F00DD" w:rsidRPr="008E3616" w:rsidRDefault="000F00DD" w:rsidP="000F00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1.Внести  зміни до рішення  №118 від 09.09.2021 року «Про затвердження технічної 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сільській раді»,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слова та цифри «площею 0,6000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га» замінити на слова та цифри «площею 0,7168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га.»</w:t>
      </w: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00DD" w:rsidRPr="008E3616" w:rsidRDefault="000F00DD" w:rsidP="000F00DD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0DD" w:rsidRPr="008E3616" w:rsidRDefault="000F00DD" w:rsidP="000F00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00DD" w:rsidRPr="008E3616" w:rsidRDefault="000F00DD" w:rsidP="000F00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F00DD" w:rsidRPr="008E3616" w:rsidRDefault="000F00DD" w:rsidP="000F00DD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00DD" w:rsidRPr="008E3616" w:rsidRDefault="000F00DD" w:rsidP="000F00DD">
      <w:pPr>
        <w:rPr>
          <w:rFonts w:ascii="Times New Roman" w:eastAsia="Times New Roman" w:hAnsi="Times New Roman" w:cs="Times New Roman"/>
          <w:sz w:val="24"/>
          <w:szCs w:val="24"/>
        </w:rPr>
      </w:pPr>
      <w:r w:rsidRPr="008E3616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523BD3" w:rsidRDefault="00523BD3">
      <w:bookmarkStart w:id="0" w:name="_GoBack"/>
      <w:bookmarkEnd w:id="0"/>
    </w:p>
    <w:sectPr w:rsidR="00523B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0DD"/>
    <w:rsid w:val="000F00DD"/>
    <w:rsid w:val="0052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F0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F00D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F00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F00D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208</Words>
  <Characters>1192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2022-02-08T06:42:00Z</dcterms:created>
  <dcterms:modified xsi:type="dcterms:W3CDTF">2022-02-08T06:43:00Z</dcterms:modified>
</cp:coreProperties>
</file>