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C82" w:rsidRDefault="00444312" w:rsidP="00E90C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E90C82" w:rsidRDefault="00E90C82" w:rsidP="00E90C82"/>
    <w:p w:rsidR="00E90C82" w:rsidRDefault="00E90C82" w:rsidP="00E90C82"/>
    <w:p w:rsidR="00E90C82" w:rsidRDefault="00E90C82" w:rsidP="00E90C8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90C82" w:rsidRDefault="00E90C82" w:rsidP="00E90C8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90C82" w:rsidRDefault="00E90C82" w:rsidP="00E90C8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90C82" w:rsidRDefault="00E90C82" w:rsidP="00E90C8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90C82" w:rsidRDefault="00E90C82" w:rsidP="00E90C8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90C82" w:rsidRDefault="00E90C82" w:rsidP="00E90C8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90C82" w:rsidRDefault="00E90C82" w:rsidP="00E90C8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90C82" w:rsidRDefault="00E90C82" w:rsidP="00E90C8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90C82" w:rsidRPr="000E2935" w:rsidRDefault="00E90C82" w:rsidP="00E90C82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22</w:t>
      </w:r>
    </w:p>
    <w:p w:rsidR="00E90C82" w:rsidRPr="004A1A91" w:rsidRDefault="00E90C82" w:rsidP="00E90C82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90C82" w:rsidRPr="004A1A91" w:rsidRDefault="00E90C82" w:rsidP="00E90C8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E90C82" w:rsidRPr="004A1A91" w:rsidRDefault="00E90C82" w:rsidP="00E90C8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E90C82" w:rsidRPr="004A1A91" w:rsidRDefault="00E90C82" w:rsidP="00E90C8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E90C82" w:rsidRPr="004A1A91" w:rsidRDefault="00E90C82" w:rsidP="00E90C8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E90C82" w:rsidRPr="004A1A91" w:rsidRDefault="00E90C82" w:rsidP="00E90C8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Ковалінській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С.П.</w:t>
      </w:r>
    </w:p>
    <w:p w:rsidR="00E90C82" w:rsidRPr="004A1A91" w:rsidRDefault="00E90C82" w:rsidP="00E90C8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E90C82" w:rsidRPr="004A1A91" w:rsidRDefault="00E90C82" w:rsidP="00E90C8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</w:t>
      </w:r>
      <w:proofErr w:type="gram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овалінської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С.П.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E90C82" w:rsidRPr="004A1A91" w:rsidRDefault="00E90C82" w:rsidP="00E90C8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E90C82" w:rsidRPr="004A1A91" w:rsidRDefault="00E90C82" w:rsidP="00E90C8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Ковалінській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Св</w:t>
      </w:r>
      <w:proofErr w:type="gram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ітлані Павлівні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444312" w:rsidRPr="0044431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</w:t>
      </w:r>
      <w:bookmarkStart w:id="0" w:name="_GoBack"/>
      <w:bookmarkEnd w:id="0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0,2100 га,  для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і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Крупець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Незалежності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25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E90C82" w:rsidRPr="004A1A91" w:rsidRDefault="00E90C82" w:rsidP="00E90C8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2.Ковалінській С.П.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</w:t>
      </w:r>
      <w:proofErr w:type="gram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ічну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E90C82" w:rsidRPr="004A1A91" w:rsidRDefault="00E90C82" w:rsidP="00E90C8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90C82" w:rsidRPr="004A1A91" w:rsidRDefault="00E90C82" w:rsidP="00E90C8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90C82" w:rsidRPr="00E90C82" w:rsidRDefault="00E90C82" w:rsidP="00E90C8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E90C82" w:rsidRPr="004A1A91" w:rsidRDefault="00E90C82" w:rsidP="00E90C8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C32DD" w:rsidRPr="00E90C82" w:rsidRDefault="00E90C82" w:rsidP="00E90C8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1C32DD" w:rsidRPr="00E90C82" w:rsidSect="001C32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90C82"/>
    <w:rsid w:val="00171A2E"/>
    <w:rsid w:val="001C32DD"/>
    <w:rsid w:val="00304C90"/>
    <w:rsid w:val="00444312"/>
    <w:rsid w:val="00505B6D"/>
    <w:rsid w:val="006D3977"/>
    <w:rsid w:val="007D6C18"/>
    <w:rsid w:val="00D1641A"/>
    <w:rsid w:val="00E9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C8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252</Words>
  <Characters>1442</Characters>
  <Application>Microsoft Office Word</Application>
  <DocSecurity>0</DocSecurity>
  <Lines>12</Lines>
  <Paragraphs>3</Paragraphs>
  <ScaleCrop>false</ScaleCrop>
  <Company>Microsoft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2020-03-16T12:38:00Z</dcterms:created>
  <dcterms:modified xsi:type="dcterms:W3CDTF">2020-03-17T06:24:00Z</dcterms:modified>
</cp:coreProperties>
</file>