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587" w:rsidRDefault="008B7587" w:rsidP="008B758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7587" w:rsidRDefault="008B7587" w:rsidP="008B75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7587" w:rsidRDefault="008B7587" w:rsidP="008B75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7587" w:rsidRDefault="008B7587" w:rsidP="008B75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7587" w:rsidRDefault="008B7587" w:rsidP="008B75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7587" w:rsidRDefault="008B7587" w:rsidP="008B75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7587" w:rsidRDefault="008B7587" w:rsidP="008B75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7587" w:rsidRDefault="008B7587" w:rsidP="008B75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7587" w:rsidRDefault="008B7587" w:rsidP="008B75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7587" w:rsidRDefault="008B7587" w:rsidP="008B75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7587" w:rsidRDefault="008B7587" w:rsidP="008B75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7587" w:rsidRDefault="008B7587" w:rsidP="008B75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7587" w:rsidRDefault="008B7587" w:rsidP="008B75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7587" w:rsidRDefault="008B7587" w:rsidP="008B75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7587" w:rsidRDefault="008B7587" w:rsidP="008B75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7587" w:rsidRDefault="008B7587" w:rsidP="008B75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7587" w:rsidRDefault="008B7587" w:rsidP="008B75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7587" w:rsidRDefault="008B7587" w:rsidP="008B75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7587" w:rsidRDefault="008B7587" w:rsidP="008B75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7587" w:rsidRDefault="008B7587" w:rsidP="008B75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7587" w:rsidRDefault="008B7587" w:rsidP="008B75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7587" w:rsidRDefault="008B7587" w:rsidP="008B75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7587" w:rsidRDefault="008B7587" w:rsidP="008B75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7587" w:rsidRDefault="008B7587" w:rsidP="008B75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7587" w:rsidRDefault="008B7587" w:rsidP="008B75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7587" w:rsidRDefault="008B7587" w:rsidP="008B75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7587" w:rsidRDefault="008B7587" w:rsidP="008B75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7587" w:rsidRDefault="008B7587" w:rsidP="008B75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7587" w:rsidRDefault="008B7587" w:rsidP="008B75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7587" w:rsidRDefault="008B7587" w:rsidP="008B75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7587" w:rsidRDefault="008B7587" w:rsidP="008B75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B7587" w:rsidRDefault="008B7587" w:rsidP="008B75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B7587" w:rsidRDefault="008B7587" w:rsidP="008B75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B7587" w:rsidRDefault="008B7587" w:rsidP="008B75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B7587" w:rsidRDefault="008B7587" w:rsidP="008B75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B7587" w:rsidRDefault="008B7587" w:rsidP="008B75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B7587" w:rsidRDefault="008B7587" w:rsidP="008B75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B7587" w:rsidRDefault="008B7587" w:rsidP="008B75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B7587" w:rsidRDefault="008B7587" w:rsidP="008B75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B7587" w:rsidRDefault="008B7587" w:rsidP="008B75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B7587" w:rsidRDefault="008B7587" w:rsidP="008B75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B7587" w:rsidRDefault="008B7587" w:rsidP="008B75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B7587" w:rsidRDefault="008B7587" w:rsidP="008B75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B7587" w:rsidRDefault="008B7587" w:rsidP="008B75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B7587" w:rsidRDefault="008B7587" w:rsidP="008B75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B7587" w:rsidRDefault="008B7587" w:rsidP="008B75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B7587" w:rsidRDefault="008B7587" w:rsidP="008B75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B7587" w:rsidRDefault="008B7587" w:rsidP="008B75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B7587" w:rsidRDefault="008B7587" w:rsidP="008B75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B7587" w:rsidRDefault="008B7587" w:rsidP="008B75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B7587" w:rsidRDefault="008B7587" w:rsidP="008B75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B7587" w:rsidRDefault="008B7587" w:rsidP="008B75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B7587" w:rsidRDefault="008B7587" w:rsidP="008B75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B7587" w:rsidRDefault="008B7587" w:rsidP="008B75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B7587" w:rsidRDefault="008B7587" w:rsidP="008B75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B7587" w:rsidRDefault="008B7587" w:rsidP="008B75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B7587" w:rsidRDefault="008B7587" w:rsidP="008B75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B7587" w:rsidRDefault="008B7587" w:rsidP="008B75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B7587" w:rsidRDefault="008B7587" w:rsidP="008B75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B7587" w:rsidRDefault="008B7587" w:rsidP="008B75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B7587" w:rsidRDefault="008B7587" w:rsidP="008B75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B7587" w:rsidRDefault="008B7587" w:rsidP="008B75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B7587" w:rsidRDefault="008B7587" w:rsidP="008B75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B7587" w:rsidRDefault="008B7587" w:rsidP="008B75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B7587" w:rsidRDefault="008B7587" w:rsidP="008B75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B7587" w:rsidRDefault="008B7587" w:rsidP="008B75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B7587" w:rsidRDefault="008B7587" w:rsidP="008B758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B7587" w:rsidRDefault="008B7587" w:rsidP="008B75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B7587" w:rsidRDefault="008B7587" w:rsidP="008B75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B7587" w:rsidRDefault="008B7587" w:rsidP="008B75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B7587" w:rsidRDefault="008B7587" w:rsidP="008B75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B7587" w:rsidRDefault="008B7587" w:rsidP="008B75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B7587" w:rsidRDefault="008B7587" w:rsidP="008B75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B7587" w:rsidRDefault="008B7587" w:rsidP="008B758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B7587" w:rsidRDefault="008B7587" w:rsidP="008B758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22</w:t>
      </w:r>
    </w:p>
    <w:p w:rsidR="008B7587" w:rsidRDefault="008B7587" w:rsidP="008B7587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8B7587" w:rsidRDefault="008B7587" w:rsidP="008B7587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8B7587" w:rsidRDefault="008B7587" w:rsidP="008B7587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технічної документації із землеустрою </w:t>
      </w:r>
    </w:p>
    <w:p w:rsidR="008B7587" w:rsidRDefault="008B7587" w:rsidP="008B7587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щодо встановлення (відновлення) меж </w:t>
      </w:r>
    </w:p>
    <w:p w:rsidR="008B7587" w:rsidRDefault="008B7587" w:rsidP="008B7587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земельної ділянки в натурі (на місцевості)</w:t>
      </w:r>
    </w:p>
    <w:p w:rsidR="008B7587" w:rsidRDefault="008B7587" w:rsidP="008B7587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Любову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В.П.</w:t>
      </w:r>
    </w:p>
    <w:p w:rsidR="008B7587" w:rsidRDefault="008B7587" w:rsidP="008B7587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8B7587" w:rsidRDefault="008B7587" w:rsidP="008B7587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        Відповідно до пункту 34 частини 1 статті 26,  статті 42 Закону України «Про місцеве самоврядування в Україні», статей 12,122   Земельного кодексу України, Закону України «Про землеустрій», розглянувши заяву 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Любова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В.П,  сільська рада</w:t>
      </w:r>
    </w:p>
    <w:p w:rsidR="008B7587" w:rsidRDefault="008B7587" w:rsidP="008B7587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8B7587" w:rsidRDefault="008B7587" w:rsidP="008B7587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Любову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Василю Петровичу,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6A4FBC" w:rsidRPr="006A4FBC">
        <w:rPr>
          <w:rFonts w:ascii="Times New Roman" w:eastAsia="Calibri" w:hAnsi="Times New Roman" w:cs="Times New Roman"/>
          <w:sz w:val="24"/>
          <w:lang w:eastAsia="en-US"/>
        </w:rPr>
        <w:t>______________________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 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 земельна ділянка  розташована  Хмельницька область, Шепетівський район, с. Крупець, по вул. О. Гуменюка, 29.</w:t>
      </w:r>
    </w:p>
    <w:p w:rsidR="008B7587" w:rsidRDefault="008B7587" w:rsidP="008B7587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Любову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В. П.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8B7587" w:rsidRDefault="008B7587" w:rsidP="008B758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8B7587" w:rsidRDefault="008B7587" w:rsidP="008B758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B7587" w:rsidRPr="008B7587" w:rsidRDefault="008B7587" w:rsidP="008B758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  <w:lang w:val="en-US"/>
        </w:rPr>
      </w:pPr>
    </w:p>
    <w:p w:rsidR="00CB7817" w:rsidRPr="008B7587" w:rsidRDefault="008B7587" w:rsidP="008B7587">
      <w:pPr>
        <w:spacing w:after="0"/>
        <w:jc w:val="both"/>
        <w:rPr>
          <w:rFonts w:ascii="Times New Roman" w:eastAsia="Calibri" w:hAnsi="Times New Roman" w:cs="Times New Roman"/>
          <w:sz w:val="24"/>
          <w:lang w:val="en-US"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     Валерій  МИХАЛЮК </w:t>
      </w:r>
    </w:p>
    <w:sectPr w:rsidR="00CB7817" w:rsidRPr="008B758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587"/>
    <w:rsid w:val="006A4FBC"/>
    <w:rsid w:val="008B7587"/>
    <w:rsid w:val="00CB7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58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8B758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B758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8B7587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58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8B758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B758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8B7587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272</Words>
  <Characters>1555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2021-07-26T12:23:00Z</dcterms:created>
  <dcterms:modified xsi:type="dcterms:W3CDTF">2021-07-27T07:20:00Z</dcterms:modified>
</cp:coreProperties>
</file>