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D07" w:rsidRPr="00A70248" w:rsidRDefault="00464D07" w:rsidP="00464D07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464D07" w:rsidRPr="00A70248" w:rsidRDefault="0043232D" w:rsidP="00464D0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43232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3mqYncAAG9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CIr3mqYncA&#10;AG9ZBAAOAAAAAAAAAAAAAAAAAC4CAABkcnMvZTJvRG9jLnhtbFBLAQItABQABgAIAAAAIQCyHUyb&#10;4AAAAAoBAAAPAAAAAAAAAAAAAAAAALx5AABkcnMvZG93bnJldi54bWxQSwUGAAAAAAQABADzAAAA&#10;yXo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nlMQA&#10;AADdAAAADwAAAGRycy9kb3ducmV2LnhtbESPT4vCMBTE78J+h/AWvGm6dl2lGkUWFQ+C6Nr7o3n9&#10;g81LaaLWb78RBI/DzPyGmS87U4sbta6yrOBrGIEgzqyuuFBw/tsMpiCcR9ZYWyYFD3KwXHz05pho&#10;e+cj3U6+EAHCLkEFpfdNIqXLSjLohrYhDl5uW4M+yLaQusV7gJtajqLoRxqsOCyU2NBvSdnldDUK&#10;bLzd7dNidIzXPPG8OkzztNsr1f/sVjMQnjr/Dr/aO60gjsff8Hw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h55T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uGAcgA&#10;AADdAAAADwAAAGRycy9kb3ducmV2LnhtbESPQWsCMRSE74X+h/AKvUjNWtHarVGKsFp7KKiFXh+b&#10;183WzcuSRN366xtB6HGYmW+Y6byzjTiSD7VjBYN+BoK4dLrmSsHnrniYgAgRWWPjmBT8UoD57PZm&#10;irl2J97QcRsrkSAcclRgYmxzKUNpyGLou5Y4ed/OW4xJ+kpqj6cEt418zLKxtFhzWjDY0sJQud8e&#10;rIKf4sN8LZ7OS9973tC5V7yvmvVYqfu77vUFRKQu/oev7TetYDgcjeDyJj0BO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O4Y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F6CcQA&#10;AADdAAAADwAAAGRycy9kb3ducmV2LnhtbESPTWrDMBCF94HeQUyhm9DIrYkpbpRgSlNCNsFODjBY&#10;E8vUGhlLtd3bR4VClo/38/E2u9l2YqTBt44VvKwSEMS10y03Ci7n/fMbCB+QNXaOScEvedhtHxYb&#10;zLWbuKSxCo2II+xzVGBC6HMpfW3Iol+5njh6VzdYDFEOjdQDTnHcdvI1STJpseVIMNjTh6H6u/qx&#10;EXJK8XS8Tuf914wTfh4NL4tSqafHuXgHEWgO9/B/+6AVpOk6g7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xeg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YKMsYA&#10;AADdAAAADwAAAGRycy9kb3ducmV2LnhtbESPX0sDMRDE34V+h7AF32zO1v7h2rRIVRDBB6tQ+rZc&#10;tneHl01I1t757Y0g+DjMzG+YzW5wnbpQTK1nA7eTAhRx5W3LtYGP96ebFagkyBY7z2TgmxLstqOr&#10;DZbW9/xGl4PUKkM4lWigEQml1qlqyGGa+ECcvbOPDiXLWGsbsc9w1+lpUSy0w5bzQoOB9g1Vn4cv&#10;Z+C1fwwvy8X8HE7xbqrTg5XjXoy5Hg/3a1BCg/yH/9rP1sBsNl/C75v8BP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YKM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L4MEA&#10;AADdAAAADwAAAGRycy9kb3ducmV2LnhtbERPzWrCQBC+C32HZYRepG5sUErqKlJqES+i9gGG7JgN&#10;ZmdDdjXp23cOgseP73+5Hnyj7tTFOrCB2TQDRVwGW3Nl4Pe8ffsAFROyxSYwGfijCOvVy2iJhQ09&#10;H+l+SpWSEI4FGnAptYXWsXTkMU5DSyzcJXQek8Cu0rbDXsJ9o9+zbKE91iwNDlv6clReTzcvJYcc&#10;D/tLf97+DNjj997xZHM05nU8bD5BJRrSU/xw76yBPJ/LXH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iS+D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U728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A6nd3D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U72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P4hcMA&#10;AADdAAAADwAAAGRycy9kb3ducmV2LnhtbERPXWvCMBR9H/gfwhX2MjSdZSLVKDoIEzYYU8HXS3Nt&#10;i81NSaKt/355GOzxcL5Xm8G24k4+NI4VvE4zEMSlMw1XCk5HPVmACBHZYOuYFDwowGY9elphYVzP&#10;P3Q/xEqkEA4FKqhj7AopQ1mTxTB1HXHiLs5bjAn6ShqPfQq3rZxl2VxabDg11NjRe03l9XCzCnbf&#10;fZX7l3I3uM/Lx/lNa6O/tFLP42G7BBFpiP/iP/feKMjzedqf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P4h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cHW8QA&#10;AADdAAAADwAAAGRycy9kb3ducmV2LnhtbESP0WoCMRRE3wv9h3ALvtWs2opsjSLKghRfqn7AZXPd&#10;bN3cLElc1783guDjMDNnmPmyt43oyIfasYLRMANBXDpdc6XgeCg+ZyBCRNbYOCYFNwqwXLy/zTHX&#10;7sp/1O1jJRKEQ44KTIxtLmUoDVkMQ9cSJ+/kvMWYpK+k9nhNcNvIcZZNpcWa04LBltaGyvP+YhUU&#10;v+Ndd75oX7hV/2Xp2/zPNkapwUe/+gERqY+v8LO91Qomk+kIHm/SE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3B1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3Dac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Gez2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3Da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k8t8QA&#10;AADdAAAADwAAAGRycy9kb3ducmV2LnhtbESPUWvCMBSF3wf+h3AF32aq3USqUUQpjLGXqT/g0lyb&#10;anNTkljrv18Ggz0ezjnf4ay3g21FTz40jhXMphkI4srphmsF51P5ugQRIrLG1jEpeFKA7Wb0ssZC&#10;uwd/U3+MtUgQDgUqMDF2hZShMmQxTF1HnLyL8xZjkr6W2uMjwW0r51m2kBYbTgsGO9obqm7Hu1VQ&#10;fs6/+ttd+9LthjdL7+a6PBilJuNhtwIRaYj/4b/2h1aQ54s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pPL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W+5cMA&#10;AADdAAAADwAAAGRycy9kb3ducmV2LnhtbESP0WrCQBRE3wv+w3KFvjUbGxWJWUWElPpo9AMu2WsS&#10;zN6N2W0S/75bKPg4zMwZJttPphUD9a6xrGARxSCIS6sbrhRcL/nHBoTzyBpby6TgSQ72u9lbhqm2&#10;I59pKHwlAoRdigpq77tUSlfWZNBFtiMO3s32Bn2QfSV1j2OAm1Z+xvFaGmw4LNTY0bGm8l78GAXL&#10;5/j1KFb3ONeGFqekO7EvV0q9z6fDFoSnyb/C/+1vrSBJ1kv4ex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W+5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sCYsUA&#10;AADdAAAADwAAAGRycy9kb3ducmV2LnhtbESPQWvCQBSE7wX/w/KE3upGg6GmriJKivTURtvzI/tM&#10;QrNvQ3YT47/vCkKPw8x8w6y3o2nEQJ2rLSuYzyIQxIXVNZcKzqfs5RWE88gaG8uk4EYOtpvJ0xpT&#10;ba/8RUPuSxEg7FJUUHnfplK6oiKDbmZb4uBdbGfQB9mVUnd4DXDTyEUUJdJgzWGhwpb2FRW/eW8U&#10;9MnP4syXD/2ZH27vq0O2c/K7VOp5Ou7eQHga/X/40T5qBXGcLO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2wJi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rjEsgA&#10;AADdAAAADwAAAGRycy9kb3ducmV2LnhtbESPT0vDQBTE74LfYXmCN7PRyNLGbEoVBPXQYv8cvD2z&#10;zyQ2+zZm1zb99l2h4HGYmd8wxWy0ndjT4FvHGm6TFARx5UzLtYbN+vlmAsIHZIOdY9JwJA+z8vKi&#10;wNy4A7/TfhVqESHsc9TQhNDnUvqqIYs+cT1x9L7cYDFEOdTSDHiIcNvJuzRV0mLLcaHBnp4aqnar&#10;X6thu5yo6fLx9f77bfGJmTU/H6ZVWl9fjfMHEIHG8B8+t1+MhixTCv7exCcg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quM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6EesUA&#10;AADdAAAADwAAAGRycy9kb3ducmV2LnhtbESPS4vCQBCE78L+h6EXvOlEs8SQdZR9sCqefIHXJtOb&#10;BDM9ITNq9NfvLAgei6r6iprOO1OLC7WusqxgNIxAEOdWV1woOOx/BikI55E11pZJwY0czGcvvSlm&#10;2l55S5edL0SAsMtQQel9k0np8pIMuqFtiIP3a1uDPsi2kLrFa4CbWo6jKJEGKw4LJTb0VVJ+2p2N&#10;gntyxI1bjj+/Y+3p9pYu7HqzUKr/2n28g/DU+Wf40V5pBXGcTOD/TXgC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oR6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DsMEA&#10;AADdAAAADwAAAGRycy9kb3ducmV2LnhtbERPy4rCMBTdD/gP4QruxtTHiFajiCi4m7H6AZfmmhab&#10;m9pErX79ZCG4PJz3YtXaStyp8aVjBYN+AoI4d7pko+B03H1PQfiArLFyTAqe5GG17HwtMNXuwQe6&#10;Z8GIGMI+RQVFCHUqpc8Lsuj7riaO3Nk1FkOEjZG6wUcMt5UcJslEWiw5NhRY06ag/JLdrIKrG/7o&#10;Ntvi72U7+yuNGV9fh7FSvW67noMI1IaP+O3eawWj0STOjW/iE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ZQ7D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RsQ8UA&#10;AADdAAAADwAAAGRycy9kb3ducmV2LnhtbESPzW7CMBCE70h9B2uReisOjQgQMKithMSVnwPHxV6S&#10;QLxOYxcCT19XqsRxNDPfaObLztbiSq2vHCsYDhIQxNqZigsF+93qbQLCB2SDtWNScCcPy8VLb465&#10;cTfe0HUbChEh7HNUUIbQ5FJ6XZJFP3ANcfROrrUYomwLaVq8Rbit5XuSZNJixXGhxIa+StKX7Y9V&#10;sK6ONMr0aWonn3pzeHyHdHw2Sr32u48ZiEBdeIb/22ujIE2zKfy9i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tGx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6g98cA&#10;AADdAAAADwAAAGRycy9kb3ducmV2LnhtbESPQWvCQBCF74L/YRmht7pRwdrUVWqhUGkN1Jb2OmSn&#10;2WB2NmS3Mf77zqHgcWbevPe+9Xbwjeqpi3VgA7NpBoq4DLbmysDnx/PtClRMyBabwGTgQhG2m/Fo&#10;jbkNZ36n/pgqJSYcczTgUmpzrWPpyGOchpZYbj+h85hk7CptOzyLuW/0PMuW2mPNkuCwpSdH5en4&#10;6w30WFyyb7c73O/rt3Je7L5erezNzWR4fACVaEhX8f/3izWwWNxJf6EREt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eoPf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m7DMUA&#10;AADdAAAADwAAAGRycy9kb3ducmV2LnhtbESPQUvDQBSE70L/w/IK3uymKajEbosUKh419uDxmX3N&#10;pmbfC7vbJvrrXUHwOMzMN8x6O/leXSjETtjAclGAIm7EdtwaOLztb+5BxYRssRcmA18UYbuZXa2x&#10;sjLyK13q1KoM4VihAZfSUGkdG0ce40IG4uwdJXhMWYZW24Bjhvtel0Vxqz12nBccDrRz1HzWZ29g&#10;fGo+TuXx3brvMMi+fpFT2Ysx1/Pp8QFUoin9h//az9bAanW3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bsM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Bj3MYA&#10;AADdAAAADwAAAGRycy9kb3ducmV2LnhtbESP3WoCMRSE7wt9h3AKvavZrlBlNYrVCqUo4t/9cXPc&#10;3TY5WTaprm9vBMHLYWa+YYbj1hpxosZXjhW8dxIQxLnTFRcKdtv5Wx+ED8gajWNScCEP49Hz0xAz&#10;7c68ptMmFCJC2GeooAyhzqT0eUkWfcfVxNE7usZiiLIppG7wHOHWyDRJPqTFiuNCiTVNS8r/Nv9W&#10;wXw1M7/pcj3ZyzD96h1M/+dztlDq9aWdDEAEasMjfG9/awXdbi+F25v4BOTo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Bj3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sL/sYA&#10;AADdAAAADwAAAGRycy9kb3ducmV2LnhtbESPQWvCQBSE74L/YXlCL6KbGqoSXUUKooUWahS8PrPP&#10;JJh9G7LbmP77bkHwOMzMN8xy3ZlKtNS40rKC13EEgjizuuRcwem4Hc1BOI+ssbJMCn7JwXrV7y0x&#10;0fbOB2pTn4sAYZeggsL7OpHSZQUZdGNbEwfvahuDPsgml7rBe4CbSk6iaCoNlhwWCqzpvaDslv4Y&#10;Be335yXft67+uM2H7i2+7HZf+qzUy6DbLEB46vwz/GjvtYI4nsXw/y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sL/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vQ8gA&#10;AADdAAAADwAAAGRycy9kb3ducmV2LnhtbESPzWsCMRTE74L/Q3hCb5r1o35sjaKFgpeCWg96e25e&#10;dxc3L9sk1bV/fVMQehxm5jfMfNmYSlzJ+dKygn4vAUGcWV1yruDw8dadgvABWWNlmRTcycNy0W7N&#10;MdX2xju67kMuIoR9igqKEOpUSp8VZND3bE0cvU/rDIYoXS61w1uEm0oOkmQsDZYcFwqs6bWg7LL/&#10;NgrWs+n6azvi95/d+USn4/nyPHCJUk+dZvUCIlAT/sOP9kYrGA4nI/h7E5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M+9DyAAAAN0AAAAPAAAAAAAAAAAAAAAAAJgCAABk&#10;cnMvZG93bnJldi54bWxQSwUGAAAAAAQABAD1AAAAjQMAAAAA&#10;" fillcolor="black" stroked="f"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aJ1sgA&#10;AADdAAAADwAAAGRycy9kb3ducmV2LnhtbESPS2/CMBCE70j9D9ZW6g2cgngoYFDpQ0IqHHgcOC7x&#10;kliJ11HsQuDX40qVehzNzDea2aK1lbhQ441jBa+9BARx5rThXMFh/9WdgPABWWPlmBTcyMNi/tSZ&#10;Yardlbd02YVcRAj7FBUUIdSplD4ryKLvuZo4emfXWAxRNrnUDV4j3FaynyQjadFwXCiwpveCsnL3&#10;YxUcv0dmsjXUP63vy0+9HpbLzUep1Mtz+zYFEagN/+G/9korGAzGQ/h9E5+AnD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Von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EpFMYA&#10;AADdAAAADwAAAGRycy9kb3ducmV2LnhtbESPT2sCMRTE7wW/Q3iCt5pVQWVrFLGIvfRQ/9DrY/O6&#10;2e7mZZtEXf30jVDocZiZ3zCLVWcbcSEfKscKRsMMBHHhdMWlguNh+zwHESKyxsYxKbhRgNWy97TA&#10;XLsrf9BlH0uRIBxyVGBibHMpQ2HIYhi6ljh5X85bjEn6UmqP1wS3jRxn2VRarDgtGGxpY6io92er&#10;wK8/X+s7n091dn+/hd139zNHo9Sg361fQETq4n/4r/2mFUwmsyk8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EpF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pPcYA&#10;AADdAAAADwAAAGRycy9kb3ducmV2LnhtbESP3WrCQBSE7wt9h+UUelN0o0Kj0VWkUChUCv48wDF7&#10;TIK7Z0P2VGOfvlsoeDnMzDfMYtV7py7UxSawgdEwA0VcBttwZeCwfx9MQUVBtugCk4EbRVgtHx8W&#10;WNhw5S1ddlKpBOFYoIFapC20jmVNHuMwtMTJO4XOoyTZVdp2eE1w7/Q4y161x4bTQo0tvdVUnnff&#10;3oAbH93sM48buR30Jvvxsn35ssY8P/XrOSihXu7h//aHNTCZ5D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kpP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qyC8IA&#10;AADdAAAADwAAAGRycy9kb3ducmV2LnhtbERPz2vCMBS+C/sfwhN201SFKZ1RNkXoZQer4vXZvDVl&#10;yUtponb765eD4PHj+71c986KG3Wh8axgMs5AEFdeN1wrOB52owWIEJE1Ws+k4JcCrFcvgyXm2t95&#10;T7cy1iKFcMhRgYmxzaUMlSGHYexb4sR9+85hTLCrpe7wnsKdldMse5MOG04NBlvaGKp+yqtTsC1b&#10;Oz0W5jOcT1+Xiy3+dnTeKvU67D/eQUTq41P8cBdawWw2T3PTm/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rIL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FYIcUA&#10;AADdAAAADwAAAGRycy9kb3ducmV2LnhtbESPQWvCQBSE74X+h+UVvNXdKmgbs5EiCkJPtfHQ22P3&#10;mUSzb0N2NfHfdwuFHoeZ+YbJ16NrxY360HjW8DJVIIiNtw1XGsqv3fMriBCRLbaeScOdAqyLx4cc&#10;M+sH/qTbIVYiQThkqKGOscukDKYmh2HqO+LknXzvMCbZV9L2OCS4a+VMqYV02HBaqLGjTU3mcrg6&#10;Deed/PBGoTmWx2Fvl9/bBbVK68nT+L4CEWmM/+G/9t5qmM+Xb/D7Jj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sVg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cjtcMA&#10;AADdAAAADwAAAGRycy9kb3ducmV2LnhtbERPz2vCMBS+D/wfwht4m+laGKUapRMGQ9lhdQyPb82z&#10;LW1eShJt/e+Xw2DHj+/3ZjebQdzI+c6ygudVAoK4trrjRsHX6e0pB+EDssbBMim4k4fddvGwwULb&#10;iT/pVoVGxBD2BSpoQxgLKX3dkkG/siNx5C7WGQwRukZqh1MMN4NMk+RFGuw4NrQ40r6luq+uRsH5&#10;euTLR3Yo3Wv4tvPJ9+lP3iu1fJzLNYhAc/gX/7nftYIsy+P++CY+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cjtc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8/McA&#10;AADdAAAADwAAAGRycy9kb3ducmV2LnhtbESPQWvCQBSE7wX/w/KE3pqN2pYYXUWFQi9CtT3U2zP7&#10;TILZt3F3q6m/visUPA4z8w0znXemEWdyvrasYJCkIIgLq2suFXx9vj1lIHxA1thYJgW/5GE+6z1M&#10;Mdf2whs6b0MpIoR9jgqqENpcSl9UZNAntiWO3sE6gyFKV0rt8BLhppHDNH2VBmuOCxW2tKqoOG5/&#10;jILlOFuePp55fd3sd7T73h9fhi5V6rHfLSYgAnXhHv5vv2sFo1E2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RPPzHAAAA3QAAAA8AAAAAAAAAAAAAAAAAmAIAAGRy&#10;cy9kb3ducmV2LnhtbFBLBQYAAAAABAAEAPUAAACMAwAAAAA=&#10;" fillcolor="black" stroked="f"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9YisUA&#10;AADdAAAADwAAAGRycy9kb3ducmV2LnhtbESPwWrDMBBE74X8g9hAb42cGEJwowQTCC09OWlLrxtr&#10;a5laKyOpivv3UaHQ4zAzb5jtfrKDSORD71jBclGAIG6d7rlT8PZ6fNiACBFZ4+CYFPxQgP1udrfF&#10;SrsrnyidYycyhEOFCkyMYyVlaA1ZDAs3Emfv03mLMUvfSe3xmuF2kKuiWEuLPecFgyMdDLVf52+r&#10;IF0OTV2mj2ROL77uvGue3i+NUvfzqX4EEWmK/+G/9rNWUJabFfy+yU9A7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P1i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Qd48YA&#10;AADdAAAADwAAAGRycy9kb3ducmV2LnhtbESPQWvCQBSE7wX/w/KE3urGBsRGVxFpS+ulNgp6fGSf&#10;2WD2bchuY/TXu4VCj8PMfMPMl72tRUetrxwrGI8SEMSF0xWXCva7t6cpCB+QNdaOScGVPCwXg4c5&#10;Ztpd+Ju6PJQiQthnqMCE0GRS+sKQRT9yDXH0Tq61GKJsS6lbvES4reVzkkykxYrjgsGG1oaKc/5j&#10;Ffjx+vWwsbeX7vhu+Cv/NJNtaZR6HParGYhAffgP/7U/tII0nabw+yY+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Qd4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64D07" w:rsidRDefault="00464D07" w:rsidP="00464D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464D07" w:rsidRPr="00A70248" w:rsidRDefault="00464D07" w:rsidP="00464D0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РІШЕННЯ</w:t>
      </w: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Х______  сесії сільської ради 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464D07" w:rsidRPr="00A70248" w:rsidRDefault="00464D07" w:rsidP="00464D0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___.01.2020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року                                            Крупець                                                       №___</w:t>
      </w:r>
    </w:p>
    <w:p w:rsidR="00464D07" w:rsidRPr="00A70248" w:rsidRDefault="00464D07" w:rsidP="00464D0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проекту землеустрою</w:t>
      </w:r>
    </w:p>
    <w:p w:rsidR="00464D07" w:rsidRPr="00A70248" w:rsidRDefault="00464D07" w:rsidP="00464D0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щодо відведення земельної ділянки  та</w:t>
      </w:r>
    </w:p>
    <w:p w:rsidR="00464D07" w:rsidRPr="00A70248" w:rsidRDefault="00464D07" w:rsidP="00464D0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Рекульського В.І.</w:t>
      </w:r>
    </w:p>
    <w:p w:rsidR="00464D07" w:rsidRPr="00A70248" w:rsidRDefault="00464D07" w:rsidP="00464D0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Рекульського В..І.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сільська   рада    </w:t>
      </w:r>
    </w:p>
    <w:p w:rsidR="00464D07" w:rsidRDefault="00464D07" w:rsidP="00464D0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ВИРІШИЛА:</w:t>
      </w:r>
    </w:p>
    <w:p w:rsidR="00464D07" w:rsidRPr="00A70248" w:rsidRDefault="00464D07" w:rsidP="00464D0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64D07" w:rsidRPr="00A70248" w:rsidRDefault="00464D07" w:rsidP="00464D0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Рекульському Віктору Івановичу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ділянки, 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для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площею 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,0710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га, яка розташована Хмельницька область, Славутський  район, 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Стригани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464D07" w:rsidRPr="00B668A1" w:rsidRDefault="00464D07" w:rsidP="00464D0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 Передати Рекульському Віктору Івановичу, який зареєстрована за адресою: </w:t>
      </w:r>
      <w:r w:rsidR="001A19A6" w:rsidRPr="001A19A6">
        <w:rPr>
          <w:rFonts w:ascii="Times New Roman" w:eastAsia="Arial Unicode MS" w:hAnsi="Times New Roman" w:cs="Times New Roman"/>
          <w:sz w:val="24"/>
          <w:szCs w:val="24"/>
          <w:lang w:eastAsia="uk-UA"/>
        </w:rPr>
        <w:t>_______________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ідентифікаційний номер </w:t>
      </w:r>
      <w:r w:rsidR="001A19A6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__________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у власність земельну ділянку, площею 0,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0710 га, кадастровий номер: 6823984000:02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08:0040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для ведення особистого селянського господарства, яка розташована Хмельницька область, Славутськ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ий  район, с.Стригани.</w:t>
      </w:r>
    </w:p>
    <w:p w:rsidR="00464D07" w:rsidRPr="00B668A1" w:rsidRDefault="00464D07" w:rsidP="00464D0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3.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Рекульському В.І., якому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64D07" w:rsidRPr="00B668A1" w:rsidRDefault="00464D07" w:rsidP="00464D0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64D07" w:rsidRPr="00464D07" w:rsidRDefault="00464D07" w:rsidP="00464D0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</w:p>
    <w:p w:rsidR="00C1232B" w:rsidRPr="00464D07" w:rsidRDefault="00464D07" w:rsidP="00464D0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голова                                                                                                   В.А.Михалюк </w:t>
      </w:r>
    </w:p>
    <w:sectPr w:rsidR="00C1232B" w:rsidRPr="00464D07" w:rsidSect="00C12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464D07"/>
    <w:rsid w:val="00171A2E"/>
    <w:rsid w:val="001A19A6"/>
    <w:rsid w:val="00304C90"/>
    <w:rsid w:val="0043232D"/>
    <w:rsid w:val="00464D07"/>
    <w:rsid w:val="00505B6D"/>
    <w:rsid w:val="006D3977"/>
    <w:rsid w:val="007D6C18"/>
    <w:rsid w:val="00C1232B"/>
    <w:rsid w:val="00CB55C7"/>
    <w:rsid w:val="00D1641A"/>
    <w:rsid w:val="00E85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07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286</Words>
  <Characters>1633</Characters>
  <Application>Microsoft Office Word</Application>
  <DocSecurity>0</DocSecurity>
  <Lines>13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2020-01-13T07:12:00Z</dcterms:created>
  <dcterms:modified xsi:type="dcterms:W3CDTF">2020-01-13T07:24:00Z</dcterms:modified>
</cp:coreProperties>
</file>