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382" w:rsidRDefault="00465382" w:rsidP="0046538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5382" w:rsidRDefault="00465382" w:rsidP="0046538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65382" w:rsidRDefault="00465382" w:rsidP="0046538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65382" w:rsidRDefault="00465382" w:rsidP="004653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5382" w:rsidRDefault="00465382" w:rsidP="004653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5382" w:rsidRDefault="00465382" w:rsidP="004653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5382" w:rsidRDefault="00465382" w:rsidP="004653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5382" w:rsidRDefault="00465382" w:rsidP="004653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65382" w:rsidRDefault="00465382" w:rsidP="0046538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65382" w:rsidRDefault="00465382" w:rsidP="004653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65382" w:rsidRDefault="00465382" w:rsidP="004653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65382" w:rsidRDefault="00465382" w:rsidP="004653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5382" w:rsidRDefault="00465382" w:rsidP="004653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65382" w:rsidRDefault="00465382" w:rsidP="004653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5382" w:rsidRDefault="00465382" w:rsidP="004653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65382" w:rsidRDefault="00465382" w:rsidP="0046538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65382" w:rsidRDefault="00465382" w:rsidP="0046538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88</w:t>
      </w:r>
    </w:p>
    <w:p w:rsidR="00465382" w:rsidRPr="00EB4539" w:rsidRDefault="00465382" w:rsidP="0046538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65382" w:rsidRPr="00EB4539" w:rsidRDefault="00465382" w:rsidP="0046538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465382" w:rsidRPr="00EB4539" w:rsidRDefault="00465382" w:rsidP="0046538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465382" w:rsidRPr="00EB4539" w:rsidRDefault="00465382" w:rsidP="0046538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465382" w:rsidRPr="00EB4539" w:rsidRDefault="00465382" w:rsidP="0046538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Шпак В.І.</w:t>
      </w:r>
    </w:p>
    <w:p w:rsidR="00465382" w:rsidRPr="00EB4539" w:rsidRDefault="00465382" w:rsidP="004653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5382" w:rsidRPr="00EB4539" w:rsidRDefault="00465382" w:rsidP="004653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Шпак В.І., 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465382" w:rsidRPr="00EB4539" w:rsidRDefault="00465382" w:rsidP="004653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465382" w:rsidRPr="00EB4539" w:rsidRDefault="00465382" w:rsidP="004653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Шпак Валентині Іванівні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0.1655 га, яка розташована Хмельницька область,  Шепетівський район,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с.Комарівка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65382" w:rsidRPr="00EB4539" w:rsidRDefault="00465382" w:rsidP="004653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Шпак Валентині Іванівні, </w:t>
      </w:r>
      <w:r w:rsidRPr="00EB4539">
        <w:rPr>
          <w:rFonts w:ascii="Times New Roman" w:eastAsia="Times New Roman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EB4539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Pr="00EB4539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05C16" w:rsidRPr="00B05C16">
        <w:rPr>
          <w:rFonts w:ascii="Times New Roman" w:eastAsia="Times New Roman" w:hAnsi="Times New Roman" w:cs="Times New Roman"/>
          <w:sz w:val="24"/>
          <w:szCs w:val="24"/>
        </w:rPr>
        <w:t>_________</w:t>
      </w:r>
      <w:r w:rsidRPr="00EB45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B05C1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0,1655 га, кадастровий номер: 6823986800:03:005:0150,  для ведення особистого селянського господарства,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465382" w:rsidRPr="00EB4539" w:rsidRDefault="00465382" w:rsidP="004653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>Шпак В.І.,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465382" w:rsidRPr="00EB4539" w:rsidRDefault="00465382" w:rsidP="0046538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65382" w:rsidRPr="00EB4539" w:rsidRDefault="00465382" w:rsidP="004653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5382" w:rsidRPr="00465382" w:rsidRDefault="00465382" w:rsidP="0046538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5C72E0" w:rsidRPr="00465382" w:rsidRDefault="00465382" w:rsidP="0046538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</w:t>
      </w:r>
      <w:r>
        <w:rPr>
          <w:rFonts w:ascii="Times New Roman" w:eastAsia="Arial Unicode MS" w:hAnsi="Times New Roman" w:cs="Times New Roman"/>
          <w:sz w:val="24"/>
          <w:szCs w:val="24"/>
        </w:rPr>
        <w:t>ерій   МИХАЛЮК</w:t>
      </w:r>
    </w:p>
    <w:sectPr w:rsidR="005C72E0" w:rsidRPr="0046538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382"/>
    <w:rsid w:val="00465382"/>
    <w:rsid w:val="005C72E0"/>
    <w:rsid w:val="00B0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38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6538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6538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65382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538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6538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6538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65382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258</Words>
  <Characters>1477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2021-07-26T12:58:00Z</dcterms:created>
  <dcterms:modified xsi:type="dcterms:W3CDTF">2021-07-27T07:38:00Z</dcterms:modified>
</cp:coreProperties>
</file>