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C9" w:rsidRPr="00D815F3" w:rsidRDefault="00AC1CC9" w:rsidP="00AC1CC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C1CC9" w:rsidRPr="001869AA" w:rsidRDefault="00AC1CC9" w:rsidP="00AC1CC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456" name="Группа 1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4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47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M3cIA&#10;AADeAAAADwAAAGRycy9kb3ducmV2LnhtbERPS4vCMBC+C/6HMMLeNPUt1Sgiu+JBEB+9D830gc2k&#10;NFmt/94sLHibj+85q01rKvGgxpWWFQwHEQji1OqScwW3609/AcJ5ZI2VZVLwIgebdbezwljbJ5/p&#10;cfG5CCHsYlRQeF/HUrq0IINuYGviwGW2MegDbHKpG3yGcFPJURTNpMGSQ0OBNe0KSu+XX6PAjveH&#10;Y5KPzuNvnnvenhZZ0h6V+uq12yUIT63/iP/dBx3mDyfTOfy9E26Q6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4zd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qDMkA&#10;AADeAAAADwAAAGRycy9kb3ducmV2LnhtbESPQUsDMRCF74L/IYzgpdhsRauuTYsUVmsPhVbB67AZ&#10;N6ubyZLEdu2vdw4FbzO8N+99M1sMvlN7iqkNbGAyLkAR18G23Bh4f6uu7kGljGyxC0wGfinBYn5+&#10;NsPShgNvab/LjZIQTiUacDn3pdapduQxjUNPLNpniB6zrLHRNuJBwn2nr4tiqj22LA0Oe1o6qr93&#10;P97AV7VxH8u743McPWzpOKrWL93r1JjLi+HpEVSmIf+bT9crK/iTm1vhlXd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EyqD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rlsUA&#10;AADeAAAADwAAAGRycy9kb3ducmV2LnhtbESP3YrCMBCF74V9hzDC3sia6uqi1Sgiq4g34s8DDM3Y&#10;FJtJabK2+/ZGELyb4Zw535n5srWluFPtC8cKBv0EBHHmdMG5gst58zUB4QOyxtIxKfgnD8vFR2eO&#10;qXYNH+l+CrmIIexTVGBCqFIpfWbIou+7ijhqV1dbDHGtc6lrbGK4LeUwSX6kxYIjwWBFa0PZ7fRn&#10;I+TwjYf9tTlvti02+Ls33FsdlfrstqsZiEBteJtf1zsd6w9G4yk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6u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HdjMcA&#10;AADeAAAADwAAAGRycy9kb3ducmV2LnhtbESPQUsDMRCF74L/IYzgzWZb6ipr01JahSJ4aBVKb8Nm&#10;uru4mYQkdrf/3jkI3maYN++9b7EaXa8uFFPn2cB0UoAirr3tuDHw9fn28AwqZWSLvWcycKUEq+Xt&#10;zQIr6wfe0+WQGyUmnCo00OYcKq1T3ZLDNPGBWG5nHx1mWWOjbcRBzF2vZ0VRaocdS0KLgTYt1d+H&#10;H2fgY3gN70/l4zmc4nym09bm4yYbc383rl9AZRrzv/jve2el/nReCo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B3Yz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ltLcYA&#10;AADeAAAADwAAAGRycy9kb3ducmV2LnhtbESPzWrDMBCE74W+g9hCLiWR3ZYQ3MjGhCaUXEJ+HmCx&#10;NpaptTKWYjtvHxUKve0ys/PNrovJtmKg3jeOFaSLBARx5XTDtYLLeTtfgfABWWPrmBTcyUORPz+t&#10;MdNu5CMNp1CLGMI+QwUmhC6T0leGLPqF64ijdnW9xRDXvpa6xzGG21a+JclSWmw4Egx2tDFU/Zxu&#10;NkIO73jYX8fzdjfhiF97w6/lUanZy1R+ggg0hX/z3/W3jvXTj2U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ltL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mYMQA&#10;AADeAAAADwAAAGRycy9kb3ducmV2LnhtbERPTUvDQBC9C/0Pywi92U1DjRK7LaVWEMGDVRBvQ3aa&#10;BLOzy+7YxH/vCoK3ebzPWW8nN6gzxdR7NrBcFKCIG297bg28vT5c3YJKgmxx8EwGvinBdjO7WGNt&#10;/cgvdD5Kq3IIpxoNdCKh1jo1HTlMCx+IM3fy0aFkGFttI4453A26LIpKO+w5N3QYaN9R83n8cgae&#10;x0N4uqmuT+Ejrkqd7q2878WY+eW0uwMlNMm/+M/9aPP85ao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f5m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eEsUA&#10;AADeAAAADwAAAGRycy9kb3ducmV2LnhtbERP32vCMBB+H/g/hBP2IjN1ThmdUVQIEybI3GCvR3O2&#10;Zc2lJJmt/70RhL3dx/fzFqveNuJMPtSOFUzGGQjiwpmaSwXfX/rpFUSIyAYbx6TgQgFWy8HDAnPj&#10;Ov6k8zGWIoVwyFFBFWObSxmKiiyGsWuJE3dy3mJM0JfSeOxSuG3kc5bNpcWaU0OFLW0rKn6Pf1bB&#10;5tCVUz8qNr37OL3/zLQ2eq+Vehz26zcQkfr4L767dybNn7zM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l4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MmcIA&#10;AADeAAAADwAAAGRycy9kb3ducmV2LnhtbERPzYrCMBC+L/gOYRa8ralSRbpGEZfCIl509wGGZrbp&#10;2kxKEmt9eyMI3ubj+53VZrCt6MmHxrGC6SQDQVw53XCt4Pen/FiCCBFZY+uYFNwowGY9elthod2V&#10;j9SfYi1SCIcCFZgYu0LKUBmyGCauI07cn/MWY4K+ltrjNYXbVs6ybCEtNpwaDHa0M1SdTxeroNzP&#10;Dv35on3ptkNuaW7+l19GqfH7sP0EEWmIL/HT/a3T/Gm+yOHxTr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4y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Nj/cUA&#10;AADeAAAADwAAAGRycy9kb3ducmV2LnhtbERP32vCMBB+H/g/hBN8kZm6TRnVKDoIG0wQ3cDXoznb&#10;YnMpSbTdf78MhL3dx/fzluveNuJGPtSOFUwnGQjiwpmaSwXfX/rxFUSIyAYbx6TghwKsV4OHJebG&#10;dXyg2zGWIoVwyFFBFWObSxmKiiyGiWuJE3d23mJM0JfSeOxSuG3kU5bNpcWaU0OFLb1VVFyOV6tg&#10;u+/KZz8utr37PL+fZlobvdNKjYb9ZgEiUh//xXf3h0nzpy/z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2P9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G3dcIA&#10;AADeAAAADwAAAGRycy9kb3ducmV2LnhtbERPzYrCMBC+L/gOYQRva6pokWoUcSksy1509wGGZmyq&#10;zaQksda33ywI3ubj+53NbrCt6MmHxrGC2TQDQVw53XCt4PenfF+BCBFZY+uYFDwowG47ettgod2d&#10;j9SfYi1SCIcCFZgYu0LKUBmyGKauI07c2XmLMUFfS+3xnsJtK+dZlkuLDacGgx0dDFXX080qKL/m&#10;3/31pn3p9sPC0tJcVh9Gqcl42K9BRBriS/x0f+o0f7bIc/h/J90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bd1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OMBr8A&#10;AADeAAAADwAAAGRycy9kb3ducmV2LnhtbERPy6rCMBDdX/Afwgjurml9U40igqJLqx8wNGNbbCa1&#10;ibb+vblwwd0cznNWm85U4kWNKy0riIcRCOLM6pJzBdfL/ncBwnlkjZVlUvAmB5t172eFibYtn+mV&#10;+lyEEHYJKii8rxMpXVaQQTe0NXHgbrYx6ANscqkbbEO4qeQoimbSYMmhocCadgVl9/RpFEze7eGR&#10;Tu/RXhuKT+P6xD6bKjXod9slCE+d/4r/3Ucd5seT2Rz+3gk3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04wG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4O28UA&#10;AADeAAAADwAAAGRycy9kb3ducmV2LnhtbESPQWvCQBCF7wX/wzKCt7pRJLTRVURRpKc2Vc9DdkyC&#10;2dmQXTX+e+dQ6G2G9+a9bxar3jXqTl2oPRuYjBNQxIW3NZcGjr+79w9QISJbbDyTgScFWC0HbwvM&#10;rH/wD93zWCoJ4ZChgSrGNtM6FBU5DGPfEot28Z3DKGtXatvhQ8Jdo6dJkmqHNUtDhS1tKiqu+c0Z&#10;uKXn6ZEvX/Y73z73n9vdOuhTacxo2K/noCL18d/8d32wgj+ZpcIr78gMe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g7b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0bXcYA&#10;AADeAAAADwAAAGRycy9kb3ducmV2LnhtbERPS2vCQBC+F/wPywi91Y1tCBpdxRYKrYeG+jh4G7Nj&#10;Es3Optmtpv/eFYTe5uN7znTemVqcqXWVZQXDQQSCOLe64kLBZv3+NALhPLLG2jIp+CMH81nvYYqp&#10;thf+pvPKFyKEsEtRQel9k0rp8pIMuoFtiAN3sK1BH2BbSN3iJYSbWj5HUSINVhwaSmzoraT8tPo1&#10;CrbZKBlnr5/xcfm1xxejf3a6SpR67HeLCQhPnf8X390fOswfxskYbu+EG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0bX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ziccA&#10;AADeAAAADwAAAGRycy9kb3ducmV2LnhtbESPS2/CQAyE75X4DysjcSsbHgIUWBAPlSJOQCtxtbJu&#10;EjXrjbJbCP31+FCpN1sez8y3WLWuUjdqQunZwKCfgCLOvC05N/D58fY6AxUissXKMxl4UIDVsvOy&#10;wNT6O5/pdom5EhMOKRooYqxTrUNWkMPQ9zWx3L584zDK2uTaNngXc1fpYZJMtMOSJaHAmrYFZd+X&#10;H2fgd3LFU3gfbnYjG+kxnu398bQ3ptdt13NQkdr4L/77PlipPxhPBUBwZAa9f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3s4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/vMQA&#10;AADeAAAADwAAAGRycy9kb3ducmV2LnhtbERPzWrCQBC+F3yHZQq91U0k1Zq6ERELvVVjH2DIjpuQ&#10;7GzMrpr26buFgrf5+H5ntR5tJ640+MaxgnSagCCunG7YKPg6vj+/gvABWWPnmBR8k4d1MXlYYa7d&#10;jQ90LYMRMYR9jgrqEPpcSl/VZNFPXU8cuZMbLIYIByP1gLcYbjs5S5K5tNhwbKixp21NVVterIKz&#10;m73osdzhZ7tb7htjsvPPIVPq6XHcvIEINIa7+N/9oeP8NFuk8PdOv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Cf7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yHIMMA&#10;AADeAAAADwAAAGRycy9kb3ducmV2LnhtbERPyW7CMBC9I/UfrKnEjThQ1oBBbaVKXKE9cBzsIUkb&#10;j9PYQODrMRISt3l66yxWra3EiRpfOlbQT1IQxNqZknMFP99fvSkIH5ANVo5JwYU8rJYvnQVmxp15&#10;Q6dtyEUMYZ+hgiKEOpPS64Is+sTVxJE7uMZiiLDJpWnwHMNtJQdpOpYWS44NBdb0WZD+2x6tgnW5&#10;p9FYH2Z2+qE3u+t/eJv8GqW6r+37HESgNjzFD/faxPn94WQA93fiD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yHI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bbMYA&#10;AADeAAAADwAAAGRycy9kb3ducmV2LnhtbERPXWsCMRB8L/gfwgq+aU5bqp5G0YLQ0lbwA31dLuvl&#10;8LI5Lul5/vumIPRtdmdnZme+bG0pGqp94VjBcJCAIM6cLjhXcDxs+hMQPiBrLB2Tgjt5WC46T3NM&#10;tbvxjpp9yEU0YZ+iAhNClUrpM0MW/cBVxJG7uNpiiGOdS13jLZrbUo6S5FVaLDgmGKzozVB23f9Y&#10;BQ1u78nZrL+nH8VXNtquT5867lWv265mIAK14f/4oX7X8f3hy/gZ/upEDH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Hbb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cgsMA&#10;AADeAAAADwAAAGRycy9kb3ducmV2LnhtbERPTUvDQBC9C/0PyxS82U1DUYndFilUPGrsweOYnWZT&#10;szNhd9tEf70rCN7m8T5nvZ18ry4UYidsYLkoQBE3YjtuDRze9jf3oGJCttgLk4EvirDdzK7WWFkZ&#10;+ZUudWpVDuFYoQGX0lBpHRtHHuNCBuLMHSV4TBmGVtuAYw73vS6L4lZ77Dg3OBxo56j5rM/ewPjU&#10;fJzK47t132GQff0ip7IXY67n0+MDqERT+hf/uZ9tnr9c3a3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Wcg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kv8UA&#10;AADeAAAADwAAAGRycy9kb3ducmV2LnhtbERP22oCMRB9F/oPYQq+aVZLVbZGsV6giKV46fu4GXdX&#10;k8mySXX9+0Yo9G0O5zrjaWONuFLtS8cKet0EBHHmdMm5gsN+1RmB8AFZo3FMCu7kYTp5ao0x1e7G&#10;W7ruQi5iCPsUFRQhVKmUPivIou+6ijhyJ1dbDBHWudQ13mK4NbKfJANpseTYUGBF84Kyy+7HKlh9&#10;Lcy5/7mdfcswXw6PZrR+X2yUaj83szcQgZrwL/5zf+g4v/f6MoTHO/EG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KS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tWccA&#10;AADeAAAADwAAAGRycy9kb3ducmV2LnhtbESPQWvCQBCF7wX/wzKCl6IbFUWiq0ihaMFCq4LXMTsm&#10;wexsyG5j+u87B6G3Gd6b975ZbTpXqZaaUHo2MB4loIgzb0vODZxP78MFqBCRLVaeycAvBdisey8r&#10;TK1/8De1x5grCeGQooEixjrVOmQFOQwjXxOLdvONwyhrk2vb4EPCXaUnSTLXDkuWhgJreisoux9/&#10;nIH263DN922oP+6L1zCbXne7T3sxZtDvtktQkbr4b35e763gj2dT4ZV3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t7V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0238UA&#10;AADeAAAADwAAAGRycy9kb3ducmV2LnhtbERPS2sCMRC+F/ofwgjealatoqtRaqHQi+DroLdxM+4u&#10;bibbJNW1v74RBG/z8T1nOm9MJS7kfGlZQbeTgCDOrC45V7Dbfr2NQPiArLGyTApu5GE+e32ZYqrt&#10;ldd02YRcxBD2KSooQqhTKX1WkEHfsTVx5E7WGQwRulxqh9cYbirZS5KhNFhybCiwps+CsvPm1yhY&#10;jEeLn9U7L//WxwMd9sfzoOcSpdqt5mMCIlATnuKH+1vH+d1Bfwz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TbfxQAAAN4AAAAPAAAAAAAAAAAAAAAAAJgCAABkcnMv&#10;ZG93bnJldi54bWxQSwUGAAAAAAQABAD1AAAAigMAAAAA&#10;" fillcolor="black" stroked="f"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iP8kA&#10;AADeAAAADwAAAGRycy9kb3ducmV2LnhtbESPQW/CMAyF75P2HyJP4jZSECDUEdAYTEIaO8B22NFr&#10;vDZq41RNBmW/Hh+QdrPl5/fet1j1vlEn6qILbGA0zEARF8E6Lg18frw+zkHFhGyxCUwGLhRhtby/&#10;W2Buw5kPdDqmUokJxxwNVCm1udaxqMhjHIaWWG4/ofOYZO1KbTs8i7lv9DjLZtqjY0mosKWXior6&#10;+OsNfL3N3PzgaPy9/1tv7X5ar983tTGDh/75CVSiPv2Lb987K/VH04kACI7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fLiP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qlsUA&#10;AADeAAAADwAAAGRycy9kb3ducmV2LnhtbERPS2sCMRC+F/wPYQreanbFFtkaRSyilx7qA6/DZrrZ&#10;7mayTaKu/vqmUOhtPr7nzBa9bcWFfKgdK8hHGQji0umaKwWH/fppCiJEZI2tY1JwowCL+eBhhoV2&#10;V/6gyy5WIoVwKFCBibErpAylIYth5DrixH06bzEm6CupPV5TuG3lOMtepMWaU4PBjlaGymZ3tgr8&#10;8vTW3Pl8bLL7+y1svvrvKRqlho/98hVEpD7+i//cW53m58+TH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7CqW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8CqsUA&#10;AADeAAAADwAAAGRycy9kb3ducmV2LnhtbERP22rCQBB9L/gPywh9KboxtFVTV5FCoVARtH7AmB2T&#10;0N3ZkB019uu7hULf5nCus1j13qkLdbEJbGAyzkARl8E2XBk4fL6NZqCiIFt0gcnAjSKsloO7BRY2&#10;XHlHl71UKoVwLNBALdIWWseyJo9xHFrixJ1C51ES7CptO7ymcO90nmXP2mPDqaHGll5rKr/2Z2/A&#10;5Uc3/5jGjdwOepN9e9k9bK0x98N+/QJKqJd/8Z/73ab5k6fH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TwKq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Pma8UA&#10;AADeAAAADwAAAGRycy9kb3ducmV2LnhtbERPTWsCMRC9F/ofwhS81azalrIapSrCXjx0a/E6bsbN&#10;0mSybKKu/fWmUPA2j/c5s0XvrDhTFxrPCkbDDARx5XXDtYLd1+b5HUSIyBqtZ1JwpQCL+ePDDHPt&#10;L/xJ5zLWIoVwyFGBibHNpQyVIYdh6FvixB195zAm2NVSd3hJ4c7KcZa9SYcNpwaDLa0MVT/lySlY&#10;l60d7wqzDPvv7eFgi98N7ddKDZ76jymISH28i//dhU7zR68vE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+Zr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/MKcMA&#10;AADeAAAADwAAAGRycy9kb3ducmV2LnhtbERPTWsCMRC9F/wPYYTeaqJYK6tRRFwQeqrVg7chGXdX&#10;N5Nlk+5u/31TKPQ2j/c56+3gatFRGyrPGqYTBYLYeFtxoeH8mb8sQYSIbLH2TBq+KcB2M3paY2Z9&#10;zx/UnWIhUgiHDDWUMTaZlMGU5DBMfEOcuJtvHcYE20LaFvsU7mo5U2ohHVacGkpsaF+SeZy+nIZ7&#10;Lt+9UWgu50t/tG/Xw4JqpfXzeNitQEQa4r/4z320af70dT6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/MK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ua1cQA&#10;AADeAAAADwAAAGRycy9kb3ducmV2LnhtbERPS2vCQBC+F/wPyxS81Y2vIqmrqCCIpYdGEY9jdkxC&#10;srNhd9X477uFQm/z8T1nvuxMI+7kfGVZwXCQgCDOra64UHA8bN9mIHxA1thYJgVP8rBc9F7mmGr7&#10;4G+6Z6EQMYR9igrKENpUSp+XZNAPbEscuat1BkOErpDa4SOGm0aOkuRdGqw4NpTY0qakvM5uRsH5&#10;9snXr/F+5dbhZLuDr0eXWa1U/7VbfYAI1IV/8Z97p+P84XQyhd934g1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bmt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R0MUA&#10;AADeAAAADwAAAGRycy9kb3ducmV2LnhtbERPS2sCMRC+F/wPYQrealZR0dUoWhC8FHz0UG/jZrq7&#10;uJlsk6hbf70RBG/z8T1nOm9MJS7kfGlZQbeTgCDOrC45V/C9X32MQPiArLGyTAr+ycN81nqbYqrt&#10;lbd02YVcxBD2KSooQqhTKX1WkEHfsTVx5H6tMxgidLnUDq8x3FSylyRDabDk2FBgTZ8FZafd2ShY&#10;jkfLv02fv27b44EOP8fToOcSpdrvzWICIlATXuKne63j/O6gP4TH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NHQxQAAAN4AAAAPAAAAAAAAAAAAAAAAAJgCAABkcnMv&#10;ZG93bnJldi54bWxQSwUGAAAAAAQABAD1AAAAigMAAAAA&#10;" fillcolor="black" stroked="f"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5/4cMA&#10;AADeAAAADwAAAGRycy9kb3ducmV2LnhtbERPS2sCMRC+F/wPYYTeata+2RplEUpLT6uteB0342Zx&#10;M1mSNG7/fVMoeJuP7zmL1Wh7kciHzrGC+awAQdw43XGr4Ovz9eYZRIjIGnvHpOCHAqyWk6sFltqd&#10;eUNpG1uRQziUqMDEOJRShsaQxTBzA3Hmjs5bjBn6VmqP5xxue3lbFI/SYse5weBAa0PNafttFaTD&#10;uq7u0j6ZzYevWu/qt92hVup6OlYvICKN8SL+d7/rPH/+cP8Ef+/k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5/4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2vmsgA&#10;AADeAAAADwAAAGRycy9kb3ducmV2LnhtbESPQUvDQBCF7wX/wzKCN7tJqaXGbouUVtRLaxT0OGTH&#10;bDA7G7JrGv31zkHobYb35r1vVpvRt2qgPjaBDeTTDBRxFWzDtYG31/31ElRMyBbbwGTghyJs1heT&#10;FRY2nPiFhjLVSkI4FmjApdQVWsfKkcc4DR2xaJ+h95hk7WttezxJuG/1LMsW2mPD0uCwo62j6qv8&#10;9gZivt29P/vf2+HjwfGhfHKLY+2Muboc7+9AJRrT2fx//WgFP7+ZC6+8IzPo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Xa+a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1CC9" w:rsidRPr="00D815F3" w:rsidRDefault="00AC1CC9" w:rsidP="00AC1C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AC1CC9" w:rsidRPr="001869AA" w:rsidRDefault="00AC1CC9" w:rsidP="00AC1C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1CC9" w:rsidRPr="001869AA" w:rsidRDefault="00AC1CC9" w:rsidP="00AC1C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1CC9" w:rsidRPr="001869AA" w:rsidRDefault="00AC1CC9" w:rsidP="00AC1CC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1CC9" w:rsidRPr="00D815F3" w:rsidRDefault="00AC1CC9" w:rsidP="00AC1CC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AC1CC9" w:rsidRPr="001869AA" w:rsidRDefault="00AC1CC9" w:rsidP="00AC1CC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C1CC9" w:rsidRPr="001869AA" w:rsidRDefault="00AC1CC9" w:rsidP="00AC1CC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C1CC9" w:rsidRPr="001869AA" w:rsidRDefault="00AC1CC9" w:rsidP="00AC1CC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C1CC9" w:rsidRPr="001869AA" w:rsidRDefault="00AC1CC9" w:rsidP="00AC1CC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C1CC9" w:rsidRPr="001869AA" w:rsidRDefault="00AC1CC9" w:rsidP="00AC1C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1CC9" w:rsidRDefault="00AC1CC9" w:rsidP="00AC1C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0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NJs8Boh3AAASWQQADgAAAAAAAAAAAAAA&#10;AAAuAgAAZHJzL2Uyb0RvYy54bWxQSwECLQAUAAYACAAAACEA386QMOIAAAANAQAADwAAAAAAAAAA&#10;AAAAAADieQAAZHJzL2Rvd25yZXYueG1sUEsFBgAAAAAEAAQA8wAAAPF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1CC9" w:rsidRDefault="00AC1CC9" w:rsidP="00AC1C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C1CC9" w:rsidRDefault="00AC1CC9" w:rsidP="00AC1CC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C1CC9" w:rsidRPr="001869AA" w:rsidRDefault="00AC1CC9" w:rsidP="00AC1CC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C1CC9" w:rsidRDefault="00AC1CC9" w:rsidP="00AC1CC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C1CC9" w:rsidRPr="001869AA" w:rsidRDefault="00AC1CC9" w:rsidP="00AC1CC9">
      <w:pPr>
        <w:spacing w:after="0" w:line="240" w:lineRule="auto"/>
        <w:jc w:val="center"/>
        <w:rPr>
          <w:rFonts w:ascii="Times New Roman" w:hAnsi="Times New Roman"/>
        </w:rPr>
      </w:pPr>
    </w:p>
    <w:p w:rsidR="00AC1CC9" w:rsidRPr="004C78CD" w:rsidRDefault="00AC1CC9" w:rsidP="00AC1CC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Семенюку</w:t>
      </w:r>
      <w:proofErr w:type="spellEnd"/>
      <w:r>
        <w:rPr>
          <w:rFonts w:ascii="Times New Roman" w:hAnsi="Times New Roman"/>
          <w:b/>
          <w:sz w:val="24"/>
        </w:rPr>
        <w:t xml:space="preserve"> М.В.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Семенюка</w:t>
      </w:r>
      <w:proofErr w:type="spellEnd"/>
      <w:r>
        <w:rPr>
          <w:rFonts w:ascii="Times New Roman" w:hAnsi="Times New Roman"/>
          <w:sz w:val="24"/>
          <w:lang w:val="ru-RU"/>
        </w:rPr>
        <w:t xml:space="preserve"> М.В.,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C1CC9" w:rsidRPr="008E2C07" w:rsidRDefault="00AC1CC9" w:rsidP="00AC1CC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Семенюку</w:t>
      </w:r>
      <w:proofErr w:type="spellEnd"/>
      <w:r>
        <w:rPr>
          <w:rFonts w:ascii="Times New Roman" w:hAnsi="Times New Roman"/>
          <w:sz w:val="24"/>
        </w:rPr>
        <w:t xml:space="preserve"> Миколі Володимировичу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9D1B9F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0,11</w:t>
      </w:r>
      <w:r w:rsidRPr="008E2C07">
        <w:rPr>
          <w:rFonts w:ascii="Times New Roman" w:hAnsi="Times New Roman"/>
          <w:sz w:val="24"/>
          <w:lang w:val="ru-RU"/>
        </w:rPr>
        <w:t xml:space="preserve">00га,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Крупець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Семенюку</w:t>
      </w:r>
      <w:proofErr w:type="spellEnd"/>
      <w:r>
        <w:rPr>
          <w:rFonts w:ascii="Times New Roman" w:hAnsi="Times New Roman"/>
          <w:sz w:val="24"/>
        </w:rPr>
        <w:t xml:space="preserve"> М.В.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AC1CC9" w:rsidRPr="008E2C07" w:rsidRDefault="00AC1CC9" w:rsidP="00AC1CC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C1CC9" w:rsidRPr="008E2C07" w:rsidRDefault="00AC1CC9" w:rsidP="00AC1CC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C1CC9" w:rsidRDefault="00AC1CC9" w:rsidP="00AC1CC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7F3F19" w:rsidRDefault="007F3F19"/>
    <w:sectPr w:rsidR="007F3F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C9"/>
    <w:rsid w:val="00171A2E"/>
    <w:rsid w:val="00304C90"/>
    <w:rsid w:val="00505B6D"/>
    <w:rsid w:val="006D3977"/>
    <w:rsid w:val="007D6C18"/>
    <w:rsid w:val="007F3F19"/>
    <w:rsid w:val="009D1B9F"/>
    <w:rsid w:val="00AC1CC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C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C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2020-11-17T16:16:00Z</dcterms:created>
  <dcterms:modified xsi:type="dcterms:W3CDTF">2020-11-18T07:00:00Z</dcterms:modified>
</cp:coreProperties>
</file>