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12EE" w:rsidRDefault="00CE12EE" w:rsidP="00CE12E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12EE" w:rsidRDefault="00CE12EE" w:rsidP="00CE12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12EE" w:rsidRDefault="00CE12EE" w:rsidP="00CE12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12EE" w:rsidRDefault="00CE12EE" w:rsidP="00CE12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12EE" w:rsidRDefault="00CE12EE" w:rsidP="00CE12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E12EE" w:rsidRDefault="00CE12EE" w:rsidP="00CE12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12EE" w:rsidRPr="00961709" w:rsidRDefault="00CE12EE" w:rsidP="00CE12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95</w:t>
      </w:r>
    </w:p>
    <w:p w:rsidR="00CE12EE" w:rsidRPr="00EB4539" w:rsidRDefault="00CE12EE" w:rsidP="00CE12EE">
      <w:pPr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E12EE" w:rsidRPr="00EB4539" w:rsidRDefault="00CE12EE" w:rsidP="00CE12E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</w:p>
    <w:p w:rsidR="00CE12EE" w:rsidRPr="00EB4539" w:rsidRDefault="00CE12EE" w:rsidP="00CE12E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т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ехн</w:t>
      </w:r>
      <w:proofErr w:type="gram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</w:p>
    <w:p w:rsidR="00CE12EE" w:rsidRPr="00EB4539" w:rsidRDefault="00CE12EE" w:rsidP="00CE12E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</w:t>
      </w:r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одо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встановлення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відновлення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) меж </w:t>
      </w:r>
    </w:p>
    <w:p w:rsidR="00CE12EE" w:rsidRPr="00EB4539" w:rsidRDefault="00CE12EE" w:rsidP="00CE12E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в </w:t>
      </w:r>
      <w:proofErr w:type="spell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натурі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(на </w:t>
      </w:r>
      <w:proofErr w:type="spellStart"/>
      <w:proofErr w:type="gramStart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м</w:t>
      </w:r>
      <w:proofErr w:type="gram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ісцевості</w:t>
      </w:r>
      <w:proofErr w:type="spellEnd"/>
      <w:r w:rsidRPr="00EB4539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)</w:t>
      </w:r>
    </w:p>
    <w:p w:rsidR="00CE12EE" w:rsidRPr="00EB4539" w:rsidRDefault="00CE12EE" w:rsidP="00CE12E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B453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кадастровий номер </w:t>
      </w:r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6823984700:04:005:0031</w:t>
      </w:r>
    </w:p>
    <w:p w:rsidR="00CE12EE" w:rsidRPr="00EB4539" w:rsidRDefault="00CE12EE" w:rsidP="00CE12EE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EB45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CE12EE" w:rsidRPr="00CE12EE" w:rsidRDefault="00CE12EE" w:rsidP="00CE12EE">
      <w:pPr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CE12EE" w:rsidRPr="00EB4539" w:rsidRDefault="00CE12EE" w:rsidP="00CE12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12E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Відповідно до пункту 34 частини 1 статті 26,  статті 42 Закону України «Про місцеве самоврядування в Україні», статей 12, 186 Земельного кодексу України, Закону України «Про землеустрій», </w:t>
      </w:r>
      <w:r w:rsidRPr="00EB4539">
        <w:rPr>
          <w:rFonts w:ascii="Times New Roman" w:eastAsia="Calibri" w:hAnsi="Times New Roman" w:cs="Times New Roman"/>
          <w:sz w:val="24"/>
          <w:szCs w:val="24"/>
        </w:rPr>
        <w:t>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E12EE" w:rsidRPr="00EB4539" w:rsidRDefault="00CE12EE" w:rsidP="00CE12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B4539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E12EE" w:rsidRPr="00EB4539" w:rsidRDefault="00CE12EE" w:rsidP="00CE12EE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Надати  </w:t>
      </w:r>
      <w:proofErr w:type="spellStart"/>
      <w:r w:rsidRPr="00EB4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EB453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 дозвіл 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на розробку технічної документації із землеустрою щодо встановлення (відновлення) меж земельної ділянки в натурі (на місцевості), 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кадастровий  номер </w:t>
      </w:r>
      <w:r w:rsidRPr="00EB4539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6823984700:04:005:0031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EB4539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(Шепетівський) район, 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Лисиченська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EB453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сільська рада.  </w:t>
      </w:r>
    </w:p>
    <w:p w:rsidR="00CE12EE" w:rsidRPr="00EB4539" w:rsidRDefault="00CE12EE" w:rsidP="00CE12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</w:t>
      </w: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Крупецькій сільській раді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CE12EE" w:rsidRPr="00EB4539" w:rsidRDefault="00CE12EE" w:rsidP="00CE12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</w:t>
      </w:r>
      <w:r w:rsidRPr="00EB4539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Даний дозвіл дійсний на протязі року з дня прийняття даного рішення.</w:t>
      </w:r>
    </w:p>
    <w:p w:rsidR="00CE12EE" w:rsidRDefault="00CE12EE" w:rsidP="00CE12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</w:t>
      </w:r>
      <w:r w:rsidRPr="00EB4539">
        <w:rPr>
          <w:rFonts w:ascii="Times New Roman" w:eastAsia="Arial Unicode MS" w:hAnsi="Times New Roman" w:cs="Times New Roman"/>
          <w:color w:val="000000"/>
          <w:sz w:val="24"/>
          <w:szCs w:val="24"/>
        </w:rPr>
        <w:t>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</w:t>
      </w:r>
    </w:p>
    <w:p w:rsidR="00CE12EE" w:rsidRPr="00CE12EE" w:rsidRDefault="00CE12EE" w:rsidP="00CE12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</w:pPr>
      <w:bookmarkStart w:id="0" w:name="_GoBack"/>
      <w:bookmarkEnd w:id="0"/>
    </w:p>
    <w:p w:rsidR="000C4D5A" w:rsidRPr="00CE12EE" w:rsidRDefault="00CE12EE" w:rsidP="00CE12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 w:rsidRPr="00EB453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  голова                                                                           Валерій   МИХАЛЮК</w:t>
      </w:r>
    </w:p>
    <w:sectPr w:rsidR="000C4D5A" w:rsidRPr="00CE12EE" w:rsidSect="00CE12EE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2EE"/>
    <w:rsid w:val="000C4D5A"/>
    <w:rsid w:val="00CE1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2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E12E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12E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E12E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2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E12E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E12E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E12E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305</Words>
  <Characters>1743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2021-07-26T12:55:00Z</dcterms:created>
  <dcterms:modified xsi:type="dcterms:W3CDTF">2021-07-26T12:55:00Z</dcterms:modified>
</cp:coreProperties>
</file>