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44B" w:rsidRDefault="007F444B" w:rsidP="007F444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444B" w:rsidRDefault="007F444B" w:rsidP="007F44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F444B" w:rsidRDefault="007F444B" w:rsidP="007F44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F444B" w:rsidRDefault="007F444B" w:rsidP="007F44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444B" w:rsidRDefault="007F444B" w:rsidP="007F44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444B" w:rsidRDefault="007F444B" w:rsidP="007F44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444B" w:rsidRDefault="007F444B" w:rsidP="007F44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444B" w:rsidRDefault="007F444B" w:rsidP="007F44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F444B" w:rsidRDefault="007F444B" w:rsidP="007F444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F444B" w:rsidRDefault="007F444B" w:rsidP="007F44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F444B" w:rsidRDefault="007F444B" w:rsidP="007F44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F444B" w:rsidRDefault="007F444B" w:rsidP="007F44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444B" w:rsidRDefault="007F444B" w:rsidP="007F44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F444B" w:rsidRDefault="007F444B" w:rsidP="007F44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444B" w:rsidRDefault="007F444B" w:rsidP="007F44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F444B" w:rsidRDefault="007F444B" w:rsidP="007F444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F444B" w:rsidRDefault="007F444B" w:rsidP="007F444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№23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7F444B" w:rsidRPr="00F2698F" w:rsidRDefault="007F444B" w:rsidP="007F444B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7F444B" w:rsidRPr="00F2698F" w:rsidRDefault="007F444B" w:rsidP="007F444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7F444B" w:rsidRPr="00F2698F" w:rsidRDefault="007F444B" w:rsidP="007F444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7F444B" w:rsidRPr="00F2698F" w:rsidRDefault="007F444B" w:rsidP="007F444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7F444B" w:rsidRPr="00F2698F" w:rsidRDefault="007F444B" w:rsidP="007F444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7F444B" w:rsidRPr="00F2698F" w:rsidRDefault="007F444B" w:rsidP="007F444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Трушковській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О.В.</w:t>
      </w:r>
    </w:p>
    <w:p w:rsidR="007F444B" w:rsidRPr="00F2698F" w:rsidRDefault="007F444B" w:rsidP="007F444B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7F444B" w:rsidRPr="00F2698F" w:rsidRDefault="007F444B" w:rsidP="007F444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статей </w:t>
      </w:r>
      <w:r>
        <w:rPr>
          <w:rFonts w:ascii="Times New Roman" w:eastAsia="Calibri" w:hAnsi="Times New Roman" w:cs="Times New Roman"/>
          <w:sz w:val="24"/>
          <w:lang w:eastAsia="en-US"/>
        </w:rPr>
        <w:t>12, 122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Трушковської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сільська рада</w:t>
      </w:r>
    </w:p>
    <w:p w:rsidR="007F444B" w:rsidRPr="00F2698F" w:rsidRDefault="007F444B" w:rsidP="007F444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7F444B" w:rsidRPr="00F2698F" w:rsidRDefault="007F444B" w:rsidP="007F444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Трушковській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Оксані Володимирівні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A15DE" w:rsidRPr="00FA15DE">
        <w:rPr>
          <w:rFonts w:ascii="Times New Roman" w:eastAsia="Calibri" w:hAnsi="Times New Roman" w:cs="Times New Roman"/>
          <w:sz w:val="24"/>
          <w:lang w:eastAsia="en-US"/>
        </w:rPr>
        <w:t>___________</w:t>
      </w:r>
      <w:r w:rsidR="00FA15DE">
        <w:rPr>
          <w:rFonts w:ascii="Times New Roman" w:eastAsia="Calibri" w:hAnsi="Times New Roman" w:cs="Times New Roman"/>
          <w:sz w:val="24"/>
          <w:lang w:eastAsia="en-US"/>
        </w:rPr>
        <w:t>_____</w:t>
      </w:r>
      <w:bookmarkStart w:id="0" w:name="_GoBack"/>
      <w:bookmarkEnd w:id="0"/>
      <w:r w:rsidRPr="00F2698F">
        <w:rPr>
          <w:rFonts w:ascii="Times New Roman" w:eastAsia="Calibri" w:hAnsi="Times New Roman" w:cs="Times New Roman"/>
          <w:sz w:val="24"/>
          <w:lang w:eastAsia="en-US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</w:t>
      </w:r>
      <w:r>
        <w:rPr>
          <w:rFonts w:ascii="Times New Roman" w:eastAsia="Calibri" w:hAnsi="Times New Roman" w:cs="Times New Roman"/>
          <w:sz w:val="24"/>
          <w:lang w:eastAsia="en-US"/>
        </w:rPr>
        <w:t>), площею 0,25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>ділянка  розташована в с. Крупець, по вул. Незалежності, 78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F444B" w:rsidRPr="00F2698F" w:rsidRDefault="007F444B" w:rsidP="007F444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2.Трушковській О.В.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F444B" w:rsidRPr="00F2698F" w:rsidRDefault="007F444B" w:rsidP="007F444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</w:t>
      </w: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3. Даний дозвіл дійсний на протязі року з дня прийняття даного рішення.</w:t>
      </w:r>
    </w:p>
    <w:p w:rsidR="007F444B" w:rsidRPr="00F2698F" w:rsidRDefault="007F444B" w:rsidP="007F444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F444B" w:rsidRPr="00F2698F" w:rsidRDefault="007F444B" w:rsidP="007F444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F444B" w:rsidRPr="00F2698F" w:rsidRDefault="007F444B" w:rsidP="007F444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F444B" w:rsidRPr="00F2698F" w:rsidRDefault="007F444B" w:rsidP="007F444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F444B" w:rsidRPr="00F2698F" w:rsidRDefault="007F444B" w:rsidP="007F444B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lastRenderedPageBreak/>
        <w:t xml:space="preserve">Сільський  голова                                                                            Валерій  МИХАЛЮК </w:t>
      </w:r>
    </w:p>
    <w:p w:rsidR="00141FA5" w:rsidRDefault="00141FA5"/>
    <w:sectPr w:rsidR="00141F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444B"/>
    <w:rsid w:val="00141FA5"/>
    <w:rsid w:val="007F444B"/>
    <w:rsid w:val="00FA1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44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F444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F444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F444B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44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7F444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F444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7F444B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267</Words>
  <Characters>1527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2021-07-07T06:11:00Z</dcterms:created>
  <dcterms:modified xsi:type="dcterms:W3CDTF">2021-07-07T08:03:00Z</dcterms:modified>
</cp:coreProperties>
</file>