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E8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DD35E8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DD35E8" w:rsidRPr="000209E7" w:rsidRDefault="00DD35E8" w:rsidP="00DD35E8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DD35E8" w:rsidRPr="000209E7" w:rsidRDefault="00DD35E8" w:rsidP="00DD35E8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DD35E8" w:rsidRPr="000209E7" w:rsidRDefault="000A1D4D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0A1D4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uBLMUA&#10;AADdAAAADwAAAGRycy9kb3ducmV2LnhtbESPT2vCQBTE7wW/w/KE3urGBGyIrhKkigeh+Cf3R/aZ&#10;BLNvQ3Yb02/vCoUeh5n5DbPajKYVA/WusaxgPotAEJdWN1wpuF52HykI55E1tpZJwS852KwnbyvM&#10;tH3wiYazr0SAsMtQQe19l0npypoMupntiIN3s71BH2RfSd3jI8BNK+MoWkiDDYeFGjva1lTezz9G&#10;gU32h2NRxafkiz8959/prRiPSr1Px3wJwtPo/8N/7YNWkMSLO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4E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/bVcgA&#10;AADdAAAADwAAAGRycy9kb3ducmV2LnhtbESPQUsDMRSE74L/ITzBS7FZV1h127RIYav1ILQKvT42&#10;r5utm5clSdu1v94IBY/DzHzDTOeD7cSRfGgdK7gfZyCIa6dbbhR8fVZ3TyBCRNbYOSYFPxRgPru+&#10;mmKp3YnXdNzERiQIhxIVmBj7UspQG7IYxq4nTt7OeYsxSd9I7fGU4LaTeZYV0mLLacFgTwtD9ffm&#10;YBXsqw+zXTyel370vKbzqHp/7VaFUrc3w8sERKQh/ocv7Tet4CEv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X9t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scscQA&#10;AADdAAAADwAAAGRycy9kb3ducmV2LnhtbESP32rCMBTG74W9QzgDb0TTWRDpjCJjyuhNsfUBDs2x&#10;KWtOSpPZ7u2XgeDlx/fnx7c7TLYTdxp861jB2yoBQVw73XKj4FqdllsQPiBr7ByTgl/ycNi/zHaY&#10;aTfyhe5laEQcYZ+hAhNCn0npa0MW/cr1xNG7ucFiiHJopB5wjOO2k+sk2UiLLUeCwZ4+DNXf5Y+N&#10;kCLFIr+N1ek84YifueHF8aLU/HU6voMINIVn+NH+0grS9SaF/zfxCc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HL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lRZ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yX1QJ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lR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4hXsQA&#10;AADdAAAADwAAAGRycy9kb3ducmV2LnhtbESP32rCMBTG7we+QziCN0PTKZNRjaWIyuhNUfcAh+bY&#10;FJuT0mS2vv0yGOzy4/vz49tmo23Fg3rfOFbwtkhAEFdON1wr+Loe5x8gfEDW2DomBU/ykO0mL1tM&#10;tRv4TI9LqEUcYZ+iAhNCl0rpK0MW/cJ1xNG7ud5iiLKvpe5xiOO2lcskWUuLDUeCwY72hqr75dtG&#10;SLnCsrgN1+NpxAEPheHX/KzUbDrmGxCBxvAf/mt/agWr5fod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uIV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qicYA&#10;AADdAAAADwAAAGRycy9kb3ducmV2LnhtbESPQUvDQBSE70L/w/IK3uzGqFFit0Wqggg9tBXE2yP7&#10;mgSzb5fdZxP/vSsIHoeZ+YZZric3qBPF1Hs2cLkoQBE33vbcGng7PF/cgUqCbHHwTAa+KcF6NTtb&#10;Ym39yDs67aVVGcKpRgOdSKi1Tk1HDtPCB+LsHX10KFnGVtuIY4a7QZdFUWmHPeeFDgNtOmo+91/O&#10;wHZ8Cq+31c0xfMTrUqdHK+8bMeZ8Pj3cgxKa5D/8136xBq7KqoLfN/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dqi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tvbMYA&#10;AADdAAAADwAAAGRycy9kb3ducmV2LnhtbESPQWsCMRSE7wX/Q3hCL1KzKrVlaxQthAoVRFvo9bF5&#10;7i7dvCxJ6q7/3ghCj8PMfMMsVr1txJl8qB0rmIwzEMSFMzWXCr6/9NMriBCRDTaOScGFAqyWg4cF&#10;5sZ1fKDzMZYiQTjkqKCKsc2lDEVFFsPYtcTJOzlvMSbpS2k8dgluGznNsrm0WHNaqLCl94qK3+Of&#10;VbDZd+XMj4pN7z5PHz/PWhu900o9Dvv1G4hIffwP39tbo2A2nb/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tvb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hW8EA&#10;AADdAAAADwAAAGRycy9kb3ducmV2LnhtbERP3WrCMBS+H/gO4Qi7m6mdE6lGEaUwhjf+PMChOTbV&#10;5qQksXZvv1wIu/z4/lebwbaiJx8axwqmkwwEceV0w7WCy7n8WIAIEVlj65gU/FKAzXr0tsJCuycf&#10;qT/FWqQQDgUqMDF2hZShMmQxTFxHnLir8xZjgr6W2uMzhdtW5lk2lxYbTg0GO9oZqu6nh1VQ/uSH&#10;/v7QvnTbYWbpy9wWe6PU+3jYLkFEGuK/+OX+1go+83mam96kJ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soVv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ehcYA&#10;AADdAAAADwAAAGRycy9kb3ducmV2LnhtbESPQWsCMRSE7wX/Q3hCL1KzKpV2axQthAoVRFvo9bF5&#10;7i7dvCxJ6q7/3ghCj8PMfMMsVr1txJl8qB0rmIwzEMSFMzWXCr6/9NMLiBCRDTaOScGFAqyWg4cF&#10;5sZ1fKDzMZYiQTjkqKCKsc2lDEVFFsPYtcTJOzlvMSbpS2k8dgluGznNsrm0WHNaqLCl94qK3+Of&#10;VbDZd+XMj4pN7z5PHz/PWhu900o9Dvv1G4hIffwP39tbo2A2nb/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heh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M7gMEA&#10;AADdAAAADwAAAGRycy9kb3ducmV2LnhtbERP3WrCMBS+H/gO4Qi7m6ndplKNIo6CjN348wCH5thU&#10;m5OSxNq9vbkY7PLj+19tBtuKnnxoHCuYTjIQxJXTDdcKzqfybQEiRGSNrWNS8EsBNuvRywoL7R58&#10;oP4Ya5FCOBSowMTYFVKGypDFMHEdceIuzluMCfpaao+PFG5bmWfZTFpsODUY7GhnqLod71ZB+Z3/&#10;9Le79qXbDh+WPs118WWUeh0P2yWISEP8F/+591rBez5P+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DO4D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qEPcEA&#10;AADdAAAADwAAAGRycy9kb3ducmV2LnhtbESP0YrCMBRE3wX/IVzBN02r6yrVKCIo66NdP+DSXNti&#10;c1ObaOvfG0HwcZiZM8xq05lKPKhxpWUF8TgCQZxZXXKu4Py/Hy1AOI+ssbJMCp7kYLPu91aYaNvy&#10;iR6pz0WAsEtQQeF9nUjpsoIMurGtiYN3sY1BH2STS91gG+CmkpMo+pUGSw4LBda0Kyi7pnej4OfZ&#10;Hm7p7BrttaH4OK2P7LOZUsNBt12C8NT5b/jT/tMKppN5DO834Qn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KhD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oDVsUA&#10;AADdAAAADwAAAGRycy9kb3ducmV2LnhtbESPQWvCQBSE7wX/w/KE3urGCNZG1xAUS+mpRuv5kX0m&#10;wezbkF1N8u+7hUKPw8x8w2zSwTTiQZ2rLSuYzyIQxIXVNZcKzqfDywqE88gaG8ukYCQH6XbytMFE&#10;256P9Mh9KQKEXYIKKu/bREpXVGTQzWxLHLyr7Qz6ILtS6g77ADeNjKNoKQ3WHBYqbGlXUXHL70bB&#10;fXmJz3z91F/5fnx/2x8yJ79LpZ6nQ7YG4Wnw/+G/9odWsIhfY/h9E5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CgN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ZysgA&#10;AADdAAAADwAAAGRycy9kb3ducmV2LnhtbESPT2vCQBTE7wW/w/IEb3WjkVRTV1Gh0PZQ8d+ht9fs&#10;axLNvk2zq8Zv3y0UPA4z8xtmOm9NJS7UuNKygkE/AkGcWV1yrmC/e3kcg3AeWWNlmRTcyMF81nmY&#10;YqrtlTd02fpcBAi7FBUU3teplC4ryKDr25o4eN+2MeiDbHKpG7wGuKnkMIoSabDksFBgTauCstP2&#10;bBQc1uNksl6+jY7vH18YG/3zqctEqV63XTyD8NT6e/i//aoVxMOnGP7eh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5dn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SDTcYA&#10;AADdAAAADwAAAGRycy9kb3ducmV2LnhtbESPW2vCQBSE3wv9D8sR+lY3JhIluoZeqBWf4gV8PWRP&#10;k9Ds2ZDdauyv7xYEH4eZ+YZZ5oNpxZl611hWMBlHIIhLqxuuFBwPH89zEM4ja2wtk4IrOchXjw9L&#10;zLS98I7Oe1+JAGGXoYLa+y6T0pU1GXRj2xEH78v2Bn2QfSV1j5cAN62MoyiVBhsOCzV29FZT+b3/&#10;MQp+0xMW7jN+fU+0p+t0vrbbYq3U02h4WYDwNPh7+NbeaAVJPJvC/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SDT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B1bsUA&#10;AADdAAAADwAAAGRycy9kb3ducmV2LnhtbESPzW7CMBCE75V4B2uReisOKb8Bg1BFJW6FwAOs4sWJ&#10;iNchNpD26XGlSj2OZuYbzXLd2VrcqfWVYwXDQQKCuHC6YqPgdPx8m4HwAVlj7ZgUfJOH9ar3ssRM&#10;uwcf6J4HIyKEfYYKyhCaTEpflGTRD1xDHL2zay2GKFsjdYuPCLe1TJNkIi1WHBdKbOijpOKS36yC&#10;q0vHusu3+HXZzveVMaPrz2Gk1Gu/2yxABOrCf/ivvdMK3tPpGH7fxCc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4HV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NhccUA&#10;AADdAAAADwAAAGRycy9kb3ducmV2LnhtbESPwW7CMBBE70j9B2sr9QZOQU0g4KC2EhJXoIceF3tJ&#10;QuN1Grsh9OvrSkgcRzPzRrNaD7YRPXW+dqzgeZKAINbO1Fwq+DhsxnMQPiAbbByTgit5WBcPoxXm&#10;xl14R/0+lCJC2OeooAqhzaX0uiKLfuJa4uidXGcxRNmV0nR4iXDbyGmSpNJizXGhwpbeK9Jf+x+r&#10;YFsf6SXVp4Wdv+nd5+93mGVno9TT4/C6BBFoCPfwrb01CmbTLIX/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2F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Y3HsMA&#10;AADdAAAADwAAAGRycy9kb3ducmV2LnhtbERPW2vCMBR+F/Yfwhn4ZtN1oLMzigqDDafghe310Jw1&#10;Zc1JaWKt/94Igz1+d77Zore16Kj1lWMFT0kKgrhwuuJSwen4NnoB4QOyxtoxKbiSh8X8YTDDXLsL&#10;76k7hFLEEvY5KjAhNLmUvjBk0SeuIY7aj2sthgjbUuoWL7Hc1jJL07G0WHFcMNjQ2lDxezhbBR3u&#10;rum3WW2nH9Vnke1WXxsdeTV87JevIAL14d/8l37XCp6zyQTub+IT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Y3H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IdDMIA&#10;AADdAAAADwAAAGRycy9kb3ducmV2LnhtbERPPU/DMBDdkfgP1iGxUYcgFRTqVgipVUcaOnQ84muc&#10;Et9FtmkCvx4PlTo+ve/FavK9OlOInbCBx1kBirgR23FrYP+5fngBFROyxV6YDPxShNXy9maBlZWR&#10;d3SuU6tyCMcKDbiUhkrr2DjyGGcyEGfuKMFjyjC02gYcc7jvdVkUc+2x49zgcKB3R813/eMNjJvm&#10;61QeD9b9hUHW9Yecyl6Mub+b3l5BJZrSVXxxb62Bp/I5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8h0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+MMcA&#10;AADdAAAADwAAAGRycy9kb3ducmV2LnhtbESPW2sCMRSE3wv9D+EUfKvZrlB1NYpXKKUi3t5PN6e7&#10;W5OTZZPq9t+bQsHHYWa+YcbT1hpxocZXjhW8dBMQxLnTFRcKjof18wCED8gajWNS8EseppPHhzFm&#10;2l15R5d9KESEsM9QQRlCnUnp85Is+q6riaP35RqLIcqmkLrBa4RbI9MkeZUWK44LJda0KCk/73+s&#10;gvV2ab7TzW52kmGx6n+awft8+aFU56mdjUAEasM9/N9+0wp6aX8If2/iE5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V/j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3qM8IA&#10;AADdAAAADwAAAGRycy9kb3ducmV2LnhtbERPy4rCMBTdC/5DuIIb0VRFKR2jiCAqOOBjYLbX5k5b&#10;bG5KE2v9e7MYcHk478WqNaVoqHaFZQXjUQSCOLW64EzBz3U7jEE4j6yxtEwKXuRgtex2Fpho++Qz&#10;NRefiRDCLkEFufdVIqVLczLoRrYiDtyfrQ36AOtM6hqfIdyUchJFc2mw4NCQY0WbnNL75WEUNKfj&#10;Lds3rjrc44GbTW+73bf+Varfa9dfIDy1/iP+d++1gukkDvvDm/AE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eoz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AzYcgA&#10;AADdAAAADwAAAGRycy9kb3ducmV2LnhtbESPT2vCQBTE7wW/w/IEb3VjaiVNXUULhV4K9c+h3p7Z&#10;1ySYfRt3V4399F2h4HGYmd8w03lnGnEm52vLCkbDBARxYXXNpYLt5v0xA+EDssbGMim4kof5rPcw&#10;xVzbC6/ovA6liBD2OSqoQmhzKX1RkUE/tC1x9H6sMxiidKXUDi8RbhqZJslEGqw5LlTY0ltFxWF9&#10;MgqWL9ny+DXmz9/Vfke77/3hOXWJUoN+t3gFEagL9/B/+0MreEqzEd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cDNhyAAAAN0AAAAPAAAAAAAAAAAAAAAAAJgCAABk&#10;cnMvZG93bnJldi54bWxQSwUGAAAAAAQABAD1AAAAjQMAAAAA&#10;" fillcolor="black" stroked="f"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uGMgA&#10;AADdAAAADwAAAGRycy9kb3ducmV2LnhtbESPT2vCQBTE7wW/w/IK3uqmkUqIrlJthUL14J+Dx2f2&#10;NVmSfRuyq6b99N1CweMwM79hZoveNuJKnTeOFTyPEhDEhdOGSwXHw/opA+EDssbGMSn4Jg+L+eBh&#10;hrl2N97RdR9KESHsc1RQhdDmUvqiIot+5Fri6H25zmKIsiul7vAW4baRaZJMpEXDcaHCllYVFfX+&#10;YhWcPicm2xlKz5uf5bvevNTL7Vut1PCxf52CCNSHe/i//aEVjNMshb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i24Y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1NsUA&#10;AADdAAAADwAAAGRycy9kb3ducmV2LnhtbESPQWsCMRSE7wX/Q3hCbzVbhbJsjSIVsRcP2pZeH5vn&#10;Zt3Ny5pEXf31jSD0OMzMN8x03ttWnMmH2rGC11EGgrh0uuZKwffX6iUHESKyxtYxKbhSgPls8DTF&#10;QrsLb+m8i5VIEA4FKjAxdoWUoTRkMYxcR5y8vfMWY5K+ktrjJcFtK8dZ9iYt1pwWDHb0Yahsdier&#10;wC9+l82NTz9Ndttcw/rQH3M0Sj0P+8U7iEh9/A8/2p9awWScT+D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vU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/I8MYA&#10;AADdAAAADwAAAGRycy9kb3ducmV2LnhtbESPUWvCQBCE3wv9D8cKfSl6aVqqRk8phUJBEbT+gDW3&#10;JsG7vZDbauyv9wqFPg4z8w0zX/beqTN1sQls4GmUgSIug224MrD/+hhOQEVBtugCk4ErRVgu7u/m&#10;WNhw4S2dd1KpBOFYoIFapC20jmVNHuMotMTJO4bOoyTZVdp2eElw73SeZa/aY8NpocaW3msqT7tv&#10;b8DlBzddjeNarnu9zn68bB831piHQf82AyXUy3/4r/1pDTznkx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/I8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9iL8YA&#10;AADdAAAADwAAAGRycy9kb3ducmV2LnhtbESPQWsCMRSE70L/Q3gFb5p1S4tsjWIrwl56cGvx+tw8&#10;N4vJy7JJde2vb4RCj8PMfMMsVoOz4kJ9aD0rmE0zEMS11y03Cvaf28kcRIjIGq1nUnCjAKvlw2iB&#10;hfZX3tGlio1IEA4FKjAxdoWUoTbkMEx9R5y8k+8dxiT7RuoerwnurMyz7EU6bDktGOzo3VB9rr6d&#10;gk3V2Xxfmrdw+Po4Hm35s6XDRqnx47B+BRFpiP/hv3apFTzl82e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9iL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qz6cQA&#10;AADdAAAADwAAAGRycy9kb3ducmV2LnhtbESPQWsCMRSE7wX/Q3iCt5poYSurUUQUBE+1evD2SJ67&#10;q5uXZZO66783hUKPw8x8wyxWvavFg9pQedYwGSsQxMbbigsNp+/d+wxEiMgWa8+k4UkBVsvB2wJz&#10;6zv+oscxFiJBOOSooYyxyaUMpiSHYewb4uRdfeswJtkW0rbYJbir5VSpTDqsOC2U2NCmJHM//jgN&#10;t508eKPQnE/nbm8/L9uMaqX1aNiv5yAi9fE//NfeWw0f01k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as+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+0XMUA&#10;AADdAAAADwAAAGRycy9kb3ducmV2LnhtbESPQWvCQBSE74L/YXmF3nTTCDZEV9FCoVR6qIp4fGaf&#10;SUj2bdhdNf33XUHwOMzMN8x82ZtWXMn52rKCt3ECgriwuuZSwX73OcpA+ICssbVMCv7Iw3IxHMwx&#10;1/bGv3TdhlJECPscFVQhdLmUvqjIoB/bjjh6Z+sMhihdKbXDW4SbVqZJMpUGa44LFXb0UVHRbC9G&#10;wfGy4fPP5Hvl1uFg+51v0lPWKPX60q9mIAL14Rl+tL+0gkmavcP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7Rc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a/MUA&#10;AADdAAAADwAAAGRycy9kb3ducmV2LnhtbERPu27CMBTdK/EP1kViKw6hRSFgEFSq1KVSeQywXeJL&#10;EhFfp7YLab++HpAYj857vuxMI67kfG1ZwWiYgCAurK65VLDfvT9nIHxA1thYJgW/5GG56D3NMdf2&#10;xhu6bkMpYgj7HBVUIbS5lL6oyKAf2pY4cmfrDIYIXSm1w1sMN41Mk2QiDdYcGyps6a2i4rL9MQrW&#10;02z9/fXCn3+b05GOh9PlNXWJUoN+t5qBCNSFh/ju/tAKxmkW58Y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pr8xQAAAN0AAAAPAAAAAAAAAAAAAAAAAJgCAABkcnMv&#10;ZG93bnJldi54bWxQSwUGAAAAAAQABAD1AAAAigMAAAAA&#10;" fillcolor="black" stroked="f"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rFZsUA&#10;AADdAAAADwAAAGRycy9kb3ducmV2LnhtbESPzWrDMBCE74W+g9hCb43cBEriRAkmEFJ6cn5Krxtr&#10;Y5laKyOpivv2VaHQ4zAz3zCrzWh7kciHzrGC50kBgrhxuuNWwfm0e5qDCBFZY++YFHxTgM36/m6F&#10;pXY3PlA6xlZkCIcSFZgYh1LK0BiyGCZuIM7e1XmLMUvfSu3xluG2l9OieJEWO84LBgfaGmo+j19W&#10;Qbps62qWPpI5vPmq9a7ev19qpR4fxmoJItIY/8N/7VetYDadL+D3TX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esV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4a1MMA&#10;AADdAAAADwAAAGRycy9kb3ducmV2LnhtbERPz2vCMBS+D/wfwhN2m6kKMqtRRFTUy7Yq6PHRPJti&#10;81KarHb7681hsOPH93u+7GwlWmp86VjBcJCAIM6dLrlQcD5t395B+ICssXJMCn7Iw3LRe5ljqt2D&#10;v6jNQiFiCPsUFZgQ6lRKnxuy6AeuJo7czTUWQ4RNIXWDjxhuKzlKkom0WHJsMFjT2lB+z76tAj9c&#10;by5H+zttrzvDH9nBTD4Lo9Rrv1vNQATqwr/4z73XCsajadwf38Qn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4a1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DD35E8" w:rsidRPr="000209E7" w:rsidRDefault="00DD35E8" w:rsidP="00DD35E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35E8" w:rsidRPr="000209E7" w:rsidRDefault="00DD35E8" w:rsidP="00DD35E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DD35E8" w:rsidRPr="000209E7" w:rsidRDefault="00DD35E8" w:rsidP="00DD35E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DD35E8" w:rsidRPr="000209E7" w:rsidRDefault="00DD35E8" w:rsidP="00DD35E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DD35E8" w:rsidRPr="000209E7" w:rsidRDefault="00DD35E8" w:rsidP="00DD35E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DD35E8" w:rsidRPr="000209E7" w:rsidRDefault="00DD35E8" w:rsidP="00DD35E8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0A1D4D" w:rsidRPr="000A1D4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xDnnYAAFtZBAAOAAAAZHJzL2Uyb0RvYy54bWzsfe1uJrmx3v8AuYcX+mlgVs3+7sGOD+yd&#10;HSOAkxg4by5AI2lGQjR6J5J2d845OECQXEJuJMiv/Mst2HeUp8gim5S6qtqza2ODcAG7tatSNVlV&#10;ZJP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xvfMQA&#10;AADdAAAADwAAAGRycy9kb3ducmV2LnhtbESPQYvCMBSE7wv+h/AEb2tqC67WpiKi4kFYdNf7o3m2&#10;xealNFHrvzfCwh6HmfmGyZa9acSdOldbVjAZRyCIC6trLhX8/mw/ZyCcR9bYWCYFT3KwzAcfGaba&#10;PvhI95MvRYCwS1FB5X2bSumKigy6sW2Jg3exnUEfZFdK3eEjwE0j4yiaSoM1h4UKW1pXVFxPN6PA&#10;Jrv94VzGx2TDX55X37PLuT8oNRr2qwUIT73/D/+191pBEs9jeL8JT0D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cb3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YO6c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MaLC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xg7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04s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0nI3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f04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E2cYA&#10;AADdAAAADwAAAGRycy9kb3ducmV2LnhtbESPQUsDMRSE74L/ITzBm8262mrXpqVUBSl4sArS22Pz&#10;urt08xKSZ3f990YQPA4z8w2zWI2uVyeKqfNs4HpSgCKuve24MfDx/nx1DyoJssXeMxn4pgSr5fnZ&#10;AivrB36j004alSGcKjTQioRK61S35DBNfCDO3sFHh5JlbLSNOGS463VZFDPtsOO80GKgTUv1cffl&#10;DLwOT2F7N5sewj7eljo9WvnciDGXF+P6AZTQKP/hv/aLNXBTzq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CE2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nPDsQA&#10;AADdAAAADwAAAGRycy9kb3ducmV2LnhtbESP32rCMBTG7we+QziCN2OmKshWTYvIOsQbUfcAh+bY&#10;FJuT0mRtfftFGOzy4/vz49vmo21ET52vHStYzBMQxKXTNVcKvq/F2zsIH5A1No5JwYM85NnkZYup&#10;dgOfqb+ESsQR9ikqMCG0qZS+NGTRz11LHL2b6yyGKLtK6g6HOG4buUyStbRYcyQYbGlvqLxffmyE&#10;nFZ4Ot6Ga/E14oCfR8Ovu7NSs+m424AINIb/8F/7oBWslh9r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pzw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6/NcYA&#10;AADdAAAADwAAAGRycy9kb3ducmV2LnhtbESPQUsDMRSE70L/Q3iCN5t11VbXpkWqghQ8WIXS22Pz&#10;urt08xKSZ3f990YQPA4z8w2zWI2uVyeKqfNs4GpagCKuve24MfD58XJ5ByoJssXeMxn4pgSr5eRs&#10;gZX1A7/TaSuNyhBOFRpoRUKldapbcpimPhBn7+CjQ8kyNtpGHDLc9bosipl22HFeaDHQuqX6uP1y&#10;Bt6G57CZz24PYR9vSp2erOzWYszF+fj4AEpolP/wX/vVGrgu7+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6/N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LOcMA&#10;AADdAAAADwAAAGRycy9kb3ducmV2LnhtbERPXWvCMBR9H+w/hCv4MjRV2diqUaYQFCaM6cDXS3Nt&#10;i81NSaKt/948DPZ4ON+LVW8bcSMfascKJuMMBHHhTM2lgt+jHr2DCBHZYOOYFNwpwGr5/LTA3LiO&#10;f+h2iKVIIRxyVFDF2OZShqIii2HsWuLEnZ23GBP0pTQeuxRuGznNsjdpsebUUGFLm4qKy+FqFay/&#10;u3LmX4p1777O29Or1kbvtVLDQf85BxGpj//iP/fOKJhNP9Lc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LO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058UA&#10;AADd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XvPFAn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XTn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wdJcMA&#10;AADdAAAADwAAAGRycy9kb3ducmV2LnhtbERPXWvCMBR9F/wP4Qp7EU1dcYzOKCqEDSbIOmGvl+ba&#10;FpubkmS2+/fLw2CPh/O92Y22E3fyoXWsYLXMQBBXzrRcK7h86sUziBCRDXaOScEPBdhtp5MNFsYN&#10;/EH3MtYihXAoUEETY19IGaqGLIal64kTd3XeYkzQ19J4HFK47eRjlj1Jiy2nhgZ7OjZU3cpvq+Bw&#10;Hurcz6vD6N6vr19rrY0+aaUeZuP+BUSkMf6L/9xvRkGeZ2l/epOe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wdJ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ji+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B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ji+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9mqsMA&#10;AADdAAAADwAAAGRycy9kb3ducmV2LnhtbESPUWvCMBSF3wf+h3AHvs1EO0U6o4xBx3xc9QdcmmtT&#10;bG5qk7X135vBYI+Hc853OLvD5FoxUB8azxqWCwWCuPKm4VrD+VS8bEGEiGyw9Uwa7hTgsJ897TA3&#10;fuRvGspYiwThkKMGG2OXSxkqSw7DwnfEybv43mFMsq+l6XFMcNfKlVIb6bDhtGCxow9L1bX8cRpe&#10;7+PnrVxfVWEcLY9Zd+RYrbWeP0/vbyAiTfE//Nf+MhqyTK3g9016An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9mq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aLcUA&#10;AADdAAAADwAAAGRycy9kb3ducmV2LnhtbESPzWrDMBCE74W+g9hCbo0cG0LrWgmmISX01Dppz4u1&#10;/iHWylhKbL99VQjkOMzMN0y2nUwnrjS41rKC1TICQVxa3XKt4HTcP7+AcB5ZY2eZFMzkYLt5fMgw&#10;1Xbkb7oWvhYBwi5FBY33fSqlKxsy6Ja2Jw5eZQeDPsihlnrAMcBNJ+MoWkuDLYeFBnt6b6g8Fxej&#10;4LL+jU9cfeqvYjd/vO72uZM/tVKLpyl/A+Fp8vfwrX3QCpIkSuD/TX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dot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s9XscA&#10;AADdAAAADwAAAGRycy9kb3ducmV2LnhtbESPT2vCQBTE7wW/w/KE3upGI0Gjq7SC0PZQ8d/B2zP7&#10;TNJm38bsVtNv7xYEj8PM/IaZzltTiQs1rrSsoN+LQBBnVpecK9htly8jEM4ja6wsk4I/cjCfdZ6m&#10;mGp75TVdNj4XAcIuRQWF93UqpcsKMuh6tiYO3sk2Bn2QTS51g9cAN5UcRFEiDZYcFgqsaVFQ9rP5&#10;NQr2q1EyXr19DL8/v44YG30+6DJR6rnbvk5AeGr9I3xvv2sFcRwN4f9Ne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rPV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9aNsYA&#10;AADdAAAADwAAAGRycy9kb3ducmV2LnhtbESPT2vCQBTE74LfYXmCN91o2hBSV/EPTcWTtYVeH9nX&#10;JDT7NmS3mvTTd4VCj8PM/IZZbXrTiCt1rrasYDGPQBAXVtdcKnh/e56lIJxH1thYJgUDOdisx6MV&#10;Ztre+JWuF1+KAGGXoYLK+zaT0hUVGXRz2xIH79N2Bn2QXSl1h7cAN41cRlEiDdYcFipsaV9R8XX5&#10;Ngp+kg88u5fl7hBrT8NDmtvTOVdqOum3TyA89f4//Nc+agVxHD3C/U1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9aN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WX+cUA&#10;AADdAAAADwAAAGRycy9kb3ducmV2LnhtbESP0WrCQBRE34X+w3ILfdNNjUpNXaWUFHyrxn7AJXvd&#10;BLN3Y3abpH59t1DwcZiZM8xmN9pG9NT52rGC51kCgrh0umaj4Ov0MX0B4QOyxsYxKfghD7vtw2SD&#10;mXYDH6kvghERwj5DBVUIbSalLyuy6GeuJY7e2XUWQ5SdkbrDIcJtI+dJspIWa44LFbb0XlF5Kb6t&#10;gqubL/VY5Ph5ydeH2pjF9XZcKPX0OL69ggg0hnv4v73XCtI0WcHfm/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1Zf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4CsUA&#10;AADdAAAADwAAAGRycy9kb3ducmV2LnhtbESPzW7CMBCE70i8g7VIvYFDo/ITMKhUqsQV2gPHxV6S&#10;QLwOsYG0T4+RkDiOZuYbzXzZ2kpcqfGlYwXDQQKCWDtTcq7g9+e7PwHhA7LByjEp+CMPy0W3M8fM&#10;uBtv6LoNuYgQ9hkqKEKoMym9LsiiH7iaOHoH11gMUTa5NA3eItxW8j1JRtJiyXGhwJq+CtKn7cUq&#10;WJd7+hjpw9ROVnqz+z+HdHw0Sr312s8ZiEBteIWf7bVRkKbJG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Lg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7fjMYA&#10;AADdAAAADwAAAGRycy9kb3ducmV2LnhtbESPQUsDMRCF70L/QxihN5vYgujatNiCYGktWEWvw2bc&#10;LG4myybdbv+9cyj0ODNv3nvffDmERvXUpTqyhfuJAUVcRldzZeHr8/XuEVTKyA6byGThTAmWi9HN&#10;HAsXT/xB/SFXSkw4FWjB59wWWqfSU8A0iS2x3H5jFzDL2FXadXgS89DoqTEPOmDNkuCxpbWn8u9w&#10;DBZ63J/Nj1+9P23qXTndr763TvZ2fDu8PIPKNOSr+PL95izMZkbqCo2QgF7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7fj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Ed8QA&#10;AADdAAAADwAAAGRycy9kb3ducmV2LnhtbESPQUvDQBSE70L/w/IK3uymKYjGbkspVDxq9ODxmX3N&#10;pmbfC7vbJvrrXUHwOMzMN8x6O/leXSjETtjAclGAIm7EdtwaeHs93NyBignZYi9MBr4ownYzu1pj&#10;ZWXkF7rUqVUZwrFCAy6lodI6No48xoUMxNk7SvCYsgyttgHHDPe9LoviVnvsOC84HGjvqPmsz97A&#10;+Nh8nMrju3XfYZBD/SynshdjrufT7gFUoin9h//aT9bAalXc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ZxH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9kMMA&#10;AADdAAAADwAAAGRycy9kb3ducmV2LnhtbERPW2vCMBR+H/gfwhH2NtMqbFKNxemEMRTx9n5sjm23&#10;5KQ0mXb/3jwMfPz47tO8s0ZcqfW1YwXpIAFBXDhdc6ngeFi9jEH4gKzROCYFf+Qhn/Wepphpd+Md&#10;XfehFDGEfYYKqhCaTEpfVGTRD1xDHLmLay2GCNtS6hZvMdwaOUySV2mx5thQYUOLioqf/a9VsNou&#10;zfdws5ufZFh8vJ3N+Ot9uVbqud/NJyACdeEh/nd/agWjURr3xzfxCc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G9k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rVsscA&#10;AADdAAAADwAAAGRycy9kb3ducmV2LnhtbESPQWvCQBSE74X+h+UVeilmk4YWiVmlFIoKFjQVvD6z&#10;r0kw+zZk1xj/vSsUehxm5hsmX4ymFQP1rrGsIIliEMSl1Q1XCvY/X5MpCOeRNbaWScGVHCzmjw85&#10;ZtpeeEdD4SsRIOwyVFB732VSurImgy6yHXHwfm1v0AfZV1L3eAlw08rXOH6XBhsOCzV29FlTeSrO&#10;RsGw3Ryr1eC69Wn64t7S43L5rQ9KPT+NHzMQnkb/H/5rr7SCNE0S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61b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k3DMcA&#10;AADdAAAADwAAAGRycy9kb3ducmV2LnhtbESPQWvCQBSE7wX/w/KE3pqNsS0aXUWFQi9CtT3U2zP7&#10;TILZt3F3q6m/visUPA4z8w0znXemEWdyvrasYJCkIIgLq2suFXx9vj2NQPiArLGxTAp+ycN81nuY&#10;Yq7thTd03oZSRAj7HBVUIbS5lL6oyKBPbEscvYN1BkOUrpTa4SXCTSOzNH2VBmuOCxW2tKqoOG5/&#10;jILleLQ8fTzz+rrZ72j3vT++ZC5V6rHfLSYgAnXhHv5vv2sFw+Egg9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JNwzHAAAA3QAAAA8AAAAAAAAAAAAAAAAAmAIAAGRy&#10;cy9kb3ducmV2LnhtbFBLBQYAAAAABAAEAPUAAACMAwAAAAA=&#10;" fillcolor="black" stroked="f"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xRmccA&#10;AADdAAAADwAAAGRycy9kb3ducmV2LnhtbESPQWvCQBSE70L/w/IK3nSjQQmpq2hrQagetD30+Jp9&#10;Jkuyb0N2q9Ff3y0Uehxm5htmseptIy7UeeNYwWScgCAunDZcKvh4fx1lIHxA1tg4JgU38rBaPgwW&#10;mGt35SNdTqEUEcI+RwVVCG0upS8qsujHriWO3tl1FkOUXSl1h9cIt42cJslcWjQcFyps6bmioj59&#10;WwWfb3OTHQ1Nv/b3zVbvZ/Xm8FIrNXzs108gAvXhP/zX3mkFaTpJ4fdNfA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sUZn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3WMYA&#10;AADdAAAADwAAAGRycy9kb3ducmV2LnhtbESPT2sCMRTE70K/Q3iF3mpWLWXZGkWU0l568B+9Pjav&#10;m+1uXtYk6uqnN4WCx2FmfsNM571txYl8qB0rGA0zEMSl0zVXCnbb9+ccRIjIGlvHpOBCAeazh8EU&#10;C+3OvKbTJlYiQTgUqMDE2BVShtKQxTB0HXHyfpy3GJP0ldQezwluWznOsldpsea0YLCjpaGy2Ryt&#10;Ar/4XjVXPu6b7Pp1CR+//SFHo9TTY794AxGpj/fwf/tTK5hMRi/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D3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3ccYA&#10;AADdAAAADwAAAGRycy9kb3ducmV2LnhtbESPUWsCMRCE3wv+h7AFX0rNqdS2p1FEEAqKoPUHbC/r&#10;3dFkc1xWPfvrTaHQx2FmvmFmi847daE21oENDAcZKOIi2JpLA8fP9fMbqCjIFl1gMnCjCIt572GG&#10;uQ1X3tPlIKVKEI45GqhEmlzrWFTkMQ5CQ5y8U2g9SpJtqW2L1wT3To+ybKI91pwWKmxoVVHxfTh7&#10;A2705d43r3Ert6PeZj9e9k87a0z/sVtOQQl18h/+a39YA+Px8AV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j3c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ZmQsUA&#10;AADdAAAADwAAAGRycy9kb3ducmV2LnhtbESPQWsCMRSE74X+h/AK3mpWBZGtUWxF2EsProrX5+Z1&#10;s5i8LJuo2/76RhA8DjPzDTNf9s6KK3Wh8axgNMxAEFdeN1wr2O827zMQISJrtJ5JwS8FWC5eX+aY&#10;a3/jLV3LWIsE4ZCjAhNjm0sZKkMOw9C3xMn78Z3DmGRXS93hLcGdleMsm0qHDacFgy19GarO5cUp&#10;WJetHe8L8xmOh+/TyRZ/GzqulRq89asPEJH6+Aw/2oVWMJmMp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mZC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2MaMQA&#10;AADdAAAADwAAAGRycy9kb3ducmV2LnhtbESPT4vCMBTE7wt+h/AEb2viCrpUo4isIHha/xz29kie&#10;bbV5KU209dtvBMHjMDO/YebLzlXiTk0oPWsYDRUIYuNtybmG42Hz+Q0iRGSLlWfS8KAAy0XvY46Z&#10;9S3/0n0fc5EgHDLUUMRYZ1IGU5DDMPQ1cfLOvnEYk2xyaRtsE9xV8kupiXRYcloosKZ1Qea6vzkN&#10;l43ceaPQnI6ndmunfz8TqpTWg363moGI1MV3+NXeWg3j8WgKzzfpCc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9jGj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u6NMEA&#10;AADdAAAADwAAAGRycy9kb3ducmV2LnhtbERPy4rCMBTdD/gP4QruxlQLItUoKgwMyix8IC6vzbUt&#10;bW5KErX+/WQhuDyc93zZmUY8yPnKsoLRMAFBnFtdcaHgdPz5noLwAVljY5kUvMjDctH7mmOm7ZP3&#10;9DiEQsQQ9hkqKENoMyl9XpJBP7QtceRu1hkMEbpCaofPGG4aOU6SiTRYcWwosaVNSXl9uBsFl/uO&#10;b3/pduXW4Wy7o6/H12mt1KDfrWYgAnXhI367f7WCNB3FufFNfA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7ujTBAAAA3Q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lfcgA&#10;AADdAAAADwAAAGRycy9kb3ducmV2LnhtbESPT2vCQBTE7wW/w/IK3urGPxWNWUULhV4K1fagt5fs&#10;axLMvk13V4399F2h4HGYmd8w2aozjTiT87VlBcNBAoK4sLrmUsHX5+vTDIQPyBoby6TgSh5Wy95D&#10;hqm2F97SeRdKESHsU1RQhdCmUvqiIoN+YFvi6H1bZzBE6UqpHV4i3DRylCRTabDmuFBhSy8VFcfd&#10;ySjYzGebn48Jv/9u8wMd9vnxeeQSpfqP3XoBIlAX7uH/9ptWMB4P53B7E5+A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7aV9yAAAAN0AAAAPAAAAAAAAAAAAAAAAAJgCAABk&#10;cnMvZG93bnJldi54bWxQSwUGAAAAAAQABAD1AAAAjQMAAAAA&#10;" fillcolor="black" stroked="f"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8XMIA&#10;AADdAAAADwAAAGRycy9kb3ducmV2LnhtbERPz2vCMBS+C/sfwht403QWxuiMUoTh2Km6jV2fzVtT&#10;1ryUJMb63y8HwePH93u9newgEvnQO1bwtCxAELdO99wp+Pp8W7yACBFZ4+CYFFwpwHbzMFtjpd2F&#10;D5SOsRM5hEOFCkyMYyVlaA1ZDEs3Emfu13mLMUPfSe3xksPtIFdF8Swt9pwbDI60M9T+Hc9WQTrt&#10;mrpMP8kcPnzdedfsv0+NUvPHqX4FEWmKd/HN/a4VlOUq789v8hO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xzxc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x5NcYA&#10;AADdAAAADwAAAGRycy9kb3ducmV2LnhtbESPQWvCQBSE7wX/w/IEb3UTBWmjq4i00nqpjYIeH9ln&#10;Nph9G7LbmPrru4VCj8PMfMMsVr2tRUetrxwrSMcJCOLC6YpLBcfD6+MTCB+QNdaOScE3eVgtBw8L&#10;zLS78Sd1eShFhLDPUIEJocmk9IUhi37sGuLoXVxrMUTZllK3eItwW8tJksykxYrjgsGGNoaKa/5l&#10;Ffh083La2ftzd94a/sjfzWxfGqVGw349BxGoD//hv/abVjCdTlL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x5N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D35E8" w:rsidRDefault="00DD35E8" w:rsidP="00DD35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D35E8" w:rsidRPr="000209E7" w:rsidRDefault="00DD35E8" w:rsidP="00DD35E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DD35E8" w:rsidRPr="000209E7" w:rsidRDefault="00DD35E8" w:rsidP="00DD35E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  Х___ 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 </w:t>
      </w:r>
      <w:r w:rsidRPr="000209E7">
        <w:rPr>
          <w:rFonts w:ascii="Times New Roman" w:eastAsia="Calibri" w:hAnsi="Times New Roman" w:cs="Times New Roman"/>
          <w:lang w:val="en-US"/>
        </w:rPr>
        <w:t>VII</w:t>
      </w:r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DD35E8" w:rsidRPr="000209E7" w:rsidRDefault="00DD35E8" w:rsidP="00DD35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Кирилюк В.Д.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Кирилюк В.Д. 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 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Кирилюк Валентині Дмитрівні, яка 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заре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єстрована за адресою: </w:t>
      </w:r>
      <w:r w:rsidR="009E7A00" w:rsidRPr="009E7A00">
        <w:rPr>
          <w:rFonts w:ascii="Times New Roman" w:eastAsia="Calibri" w:hAnsi="Times New Roman" w:cs="Times New Roman"/>
          <w:sz w:val="24"/>
        </w:rPr>
        <w:t>_________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  <w:lang w:val="uk-UA"/>
        </w:rPr>
        <w:t>0,60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r>
        <w:rPr>
          <w:rFonts w:ascii="Times New Roman" w:eastAsia="Calibri" w:hAnsi="Times New Roman" w:cs="Times New Roman"/>
          <w:sz w:val="24"/>
        </w:rPr>
        <w:t>емельна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розта</w:t>
      </w:r>
      <w:r>
        <w:rPr>
          <w:rFonts w:ascii="Times New Roman" w:eastAsia="Calibri" w:hAnsi="Times New Roman" w:cs="Times New Roman"/>
          <w:sz w:val="24"/>
          <w:lang w:val="uk-UA"/>
        </w:rPr>
        <w:t>шована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на території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>, Крупецької сільської ради.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Кирилюк В.Д.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ради.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sz w:val="24"/>
        </w:rPr>
        <w:t>р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35E8" w:rsidRPr="000209E7" w:rsidRDefault="00DD35E8" w:rsidP="00DD35E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p w:rsidR="00864E5C" w:rsidRPr="00DD35E8" w:rsidRDefault="00864E5C">
      <w:pPr>
        <w:rPr>
          <w:lang w:val="en-US"/>
        </w:rPr>
      </w:pPr>
    </w:p>
    <w:sectPr w:rsidR="00864E5C" w:rsidRPr="00DD35E8" w:rsidSect="00864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D35E8"/>
    <w:rsid w:val="000A1D4D"/>
    <w:rsid w:val="00171A2E"/>
    <w:rsid w:val="00304C90"/>
    <w:rsid w:val="00505B6D"/>
    <w:rsid w:val="006D3977"/>
    <w:rsid w:val="00737FB3"/>
    <w:rsid w:val="007D6C18"/>
    <w:rsid w:val="00864E5C"/>
    <w:rsid w:val="009E7A00"/>
    <w:rsid w:val="00CC06E5"/>
    <w:rsid w:val="00D1641A"/>
    <w:rsid w:val="00DD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E8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2020-01-13T07:11:00Z</dcterms:created>
  <dcterms:modified xsi:type="dcterms:W3CDTF">2020-01-13T07:25:00Z</dcterms:modified>
</cp:coreProperties>
</file>