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1A7" w:rsidRPr="00E063C4" w:rsidRDefault="00F461A7" w:rsidP="00F461A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61A7" w:rsidRDefault="00F461A7" w:rsidP="00F46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461A7" w:rsidRDefault="00F461A7" w:rsidP="00F461A7"/>
    <w:p w:rsidR="00F461A7" w:rsidRDefault="00F461A7" w:rsidP="00F461A7"/>
    <w:p w:rsidR="00F461A7" w:rsidRDefault="00F461A7" w:rsidP="00F461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461A7" w:rsidRDefault="00F461A7" w:rsidP="00F461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461A7" w:rsidRDefault="00F461A7" w:rsidP="00F461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461A7" w:rsidRDefault="00F461A7" w:rsidP="00F461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461A7" w:rsidRDefault="00F461A7" w:rsidP="00F461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61A7" w:rsidRDefault="00F461A7" w:rsidP="00F461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461A7" w:rsidRDefault="00F461A7" w:rsidP="00F46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461A7" w:rsidRDefault="00F461A7" w:rsidP="00F461A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461A7" w:rsidRPr="00685040" w:rsidRDefault="00F461A7" w:rsidP="00F461A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№101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F461A7" w:rsidRPr="00555B37" w:rsidRDefault="00F461A7" w:rsidP="00F461A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461A7" w:rsidRPr="00555B37" w:rsidRDefault="00F461A7" w:rsidP="00F461A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</w:p>
    <w:p w:rsidR="00F461A7" w:rsidRPr="00555B37" w:rsidRDefault="00F461A7" w:rsidP="00F461A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та</w:t>
      </w:r>
    </w:p>
    <w:p w:rsidR="00F461A7" w:rsidRPr="00555B37" w:rsidRDefault="00F461A7" w:rsidP="00F461A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її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власність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</w:p>
    <w:p w:rsidR="00F461A7" w:rsidRPr="00555B37" w:rsidRDefault="00F461A7" w:rsidP="00F461A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Столярчук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Н.О.</w:t>
      </w:r>
    </w:p>
    <w:p w:rsidR="00F461A7" w:rsidRPr="00555B37" w:rsidRDefault="00F461A7" w:rsidP="00F461A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61A7" w:rsidRPr="00555B37" w:rsidRDefault="00F461A7" w:rsidP="00F461A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 34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116, 118, 121, 186, та 186-1 </w:t>
      </w:r>
      <w:proofErr w:type="gram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Земельного</w:t>
      </w:r>
      <w:proofErr w:type="gram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кодексу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Столярчук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Н.О.,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рада    </w:t>
      </w:r>
    </w:p>
    <w:p w:rsidR="00F461A7" w:rsidRPr="00555B37" w:rsidRDefault="00F461A7" w:rsidP="00F461A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F461A7" w:rsidRPr="00555B37" w:rsidRDefault="00F461A7" w:rsidP="00F461A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Столярчук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Ніні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Олександрівні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відведення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0,1614 га, яка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с</w:t>
      </w:r>
      <w:proofErr w:type="gramStart"/>
      <w:r w:rsidRPr="00555B37">
        <w:rPr>
          <w:rFonts w:ascii="Times New Roman" w:eastAsia="Arial Unicode MS" w:hAnsi="Times New Roman" w:cs="Times New Roman"/>
          <w:sz w:val="24"/>
          <w:szCs w:val="24"/>
        </w:rPr>
        <w:t>.К</w:t>
      </w:r>
      <w:proofErr w:type="gramEnd"/>
      <w:r w:rsidRPr="00555B37">
        <w:rPr>
          <w:rFonts w:ascii="Times New Roman" w:eastAsia="Arial Unicode MS" w:hAnsi="Times New Roman" w:cs="Times New Roman"/>
          <w:sz w:val="24"/>
          <w:szCs w:val="24"/>
        </w:rPr>
        <w:t>олом’є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вул.Зелена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461A7" w:rsidRPr="00555B37" w:rsidRDefault="00F461A7" w:rsidP="00F461A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Столярчук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Ніні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Олександрівні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зареєстрований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0B4E6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_______________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0B4E6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</w:t>
      </w:r>
      <w:bookmarkStart w:id="0" w:name="_GoBack"/>
      <w:bookmarkEnd w:id="0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0,1614 га,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6823986800:02:001:0043, для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олом’є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вул.Зелена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461A7" w:rsidRPr="00555B37" w:rsidRDefault="00F461A7" w:rsidP="00F461A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Столярчук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Н.О.,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якій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порядку.</w:t>
      </w:r>
    </w:p>
    <w:p w:rsidR="00F461A7" w:rsidRPr="00F461A7" w:rsidRDefault="00F461A7" w:rsidP="00F461A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</w:t>
      </w:r>
    </w:p>
    <w:p w:rsidR="00762344" w:rsidRPr="00F461A7" w:rsidRDefault="00F461A7" w:rsidP="00F461A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  <w:proofErr w:type="spellEnd"/>
    </w:p>
    <w:sectPr w:rsidR="00762344" w:rsidRPr="00F461A7" w:rsidSect="00F461A7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1A7"/>
    <w:rsid w:val="000B4E63"/>
    <w:rsid w:val="00171A2E"/>
    <w:rsid w:val="00304C90"/>
    <w:rsid w:val="00505B6D"/>
    <w:rsid w:val="006D3977"/>
    <w:rsid w:val="00762344"/>
    <w:rsid w:val="007D6C18"/>
    <w:rsid w:val="00D1641A"/>
    <w:rsid w:val="00F46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284</Words>
  <Characters>1622</Characters>
  <Application>Microsoft Office Word</Application>
  <DocSecurity>0</DocSecurity>
  <Lines>13</Lines>
  <Paragraphs>3</Paragraphs>
  <ScaleCrop>false</ScaleCrop>
  <Company>Microsoft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2020-05-27T16:57:00Z</dcterms:created>
  <dcterms:modified xsi:type="dcterms:W3CDTF">2020-05-27T17:40:00Z</dcterms:modified>
</cp:coreProperties>
</file>