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BC7" w:rsidRPr="00A70946" w:rsidRDefault="00C75BC7" w:rsidP="00C75BC7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5BC7" w:rsidRDefault="00C75BC7" w:rsidP="00C75B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5BC7" w:rsidRDefault="00C75BC7" w:rsidP="00C75B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5BC7" w:rsidRDefault="00C75BC7" w:rsidP="00C75B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5BC7" w:rsidRDefault="00C75BC7" w:rsidP="00C75B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5BC7" w:rsidRDefault="00C75BC7" w:rsidP="00C75B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5BC7" w:rsidRDefault="00C75BC7" w:rsidP="00C75B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5BC7" w:rsidRDefault="00C75BC7" w:rsidP="00C75B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5BC7" w:rsidRDefault="00C75BC7" w:rsidP="00C75B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5BC7" w:rsidRDefault="00C75BC7" w:rsidP="00C75B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5BC7" w:rsidRDefault="00C75BC7" w:rsidP="00C75B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5BC7" w:rsidRDefault="00C75BC7" w:rsidP="00C75B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5BC7" w:rsidRDefault="00C75BC7" w:rsidP="00C75B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5BC7" w:rsidRDefault="00C75BC7" w:rsidP="00C75B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5BC7" w:rsidRDefault="00C75BC7" w:rsidP="00C75B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5BC7" w:rsidRDefault="00C75BC7" w:rsidP="00C75B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5BC7" w:rsidRDefault="00C75BC7" w:rsidP="00C75B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5BC7" w:rsidRDefault="00C75BC7" w:rsidP="00C75B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5BC7" w:rsidRDefault="00C75BC7" w:rsidP="00C75B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5BC7" w:rsidRDefault="00C75BC7" w:rsidP="00C75B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5BC7" w:rsidRDefault="00C75BC7" w:rsidP="00C75B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5BC7" w:rsidRDefault="00C75BC7" w:rsidP="00C75B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5BC7" w:rsidRDefault="00C75BC7" w:rsidP="00C75B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5BC7" w:rsidRDefault="00C75BC7" w:rsidP="00C75B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5BC7" w:rsidRDefault="00C75BC7" w:rsidP="00C75B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5BC7" w:rsidRDefault="00C75BC7" w:rsidP="00C75B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5BC7" w:rsidRDefault="00C75BC7" w:rsidP="00C75B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5BC7" w:rsidRDefault="00C75BC7" w:rsidP="00C75B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5BC7" w:rsidRDefault="00C75BC7" w:rsidP="00C75B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5BC7" w:rsidRDefault="00C75BC7" w:rsidP="00C75B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5BC7" w:rsidRDefault="00C75BC7" w:rsidP="00C75B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75BC7" w:rsidRDefault="00C75BC7" w:rsidP="00C75B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75BC7" w:rsidRDefault="00C75BC7" w:rsidP="00C75B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75BC7" w:rsidRDefault="00C75BC7" w:rsidP="00C75B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75BC7" w:rsidRDefault="00C75BC7" w:rsidP="00C75B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75BC7" w:rsidRDefault="00C75BC7" w:rsidP="00C75B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75BC7" w:rsidRDefault="00C75BC7" w:rsidP="00C75B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75BC7" w:rsidRDefault="00C75BC7" w:rsidP="00C75B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75BC7" w:rsidRDefault="00C75BC7" w:rsidP="00C75B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75BC7" w:rsidRDefault="00C75BC7" w:rsidP="00C75B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75BC7" w:rsidRDefault="00C75BC7" w:rsidP="00C75B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75BC7" w:rsidRDefault="00C75BC7" w:rsidP="00C75B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75BC7" w:rsidRDefault="00C75BC7" w:rsidP="00C75B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75BC7" w:rsidRDefault="00C75BC7" w:rsidP="00C75B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75BC7" w:rsidRDefault="00C75BC7" w:rsidP="00C75B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75BC7" w:rsidRDefault="00C75BC7" w:rsidP="00C75B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75BC7" w:rsidRDefault="00C75BC7" w:rsidP="00C75B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75BC7" w:rsidRDefault="00C75BC7" w:rsidP="00C75B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75BC7" w:rsidRDefault="00C75BC7" w:rsidP="00C75B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75BC7" w:rsidRDefault="00C75BC7" w:rsidP="00C75B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75BC7" w:rsidRDefault="00C75BC7" w:rsidP="00C75B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C75BC7" w:rsidRDefault="00C75BC7" w:rsidP="00C75B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75BC7" w:rsidRDefault="00C75BC7" w:rsidP="00C75B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75BC7" w:rsidRDefault="00C75BC7" w:rsidP="00C75B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75BC7" w:rsidRDefault="00C75BC7" w:rsidP="00C75B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75BC7" w:rsidRDefault="00C75BC7" w:rsidP="00C75B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75BC7" w:rsidRDefault="00C75BC7" w:rsidP="00C75B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75BC7" w:rsidRDefault="00C75BC7" w:rsidP="00C75B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C75BC7" w:rsidRDefault="00C75BC7" w:rsidP="00C75B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75BC7" w:rsidRDefault="00C75BC7" w:rsidP="00C75B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75BC7" w:rsidRDefault="00C75BC7" w:rsidP="00C75B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75BC7" w:rsidRDefault="00C75BC7" w:rsidP="00C75BC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75BC7" w:rsidRDefault="00C75BC7" w:rsidP="00C75BC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75BC7" w:rsidRDefault="00C75BC7" w:rsidP="00C75BC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75BC7" w:rsidRDefault="00C75BC7" w:rsidP="00C75BC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75BC7" w:rsidRDefault="00C75BC7" w:rsidP="00C75BC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75BC7" w:rsidRDefault="00C75BC7" w:rsidP="00C75BC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75BC7" w:rsidRDefault="00C75BC7" w:rsidP="00C75BC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C75BC7" w:rsidRDefault="00C75BC7" w:rsidP="00C75BC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75BC7" w:rsidRDefault="00C75BC7" w:rsidP="00C75BC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75BC7" w:rsidRDefault="00C75BC7" w:rsidP="00C75BC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C75BC7" w:rsidRDefault="00C75BC7" w:rsidP="00C75BC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75BC7" w:rsidRDefault="00C75BC7" w:rsidP="00C75BC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C75BC7" w:rsidRDefault="00C75BC7" w:rsidP="00C75BC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75BC7" w:rsidRPr="00186FBA" w:rsidRDefault="00C75BC7" w:rsidP="00C75BC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25.02.2021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№44</w:t>
      </w:r>
    </w:p>
    <w:p w:rsidR="00C75BC7" w:rsidRPr="00CF04D8" w:rsidRDefault="00C75BC7" w:rsidP="00C75BC7">
      <w:pPr>
        <w:tabs>
          <w:tab w:val="left" w:pos="4424"/>
        </w:tabs>
        <w:spacing w:after="0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C75BC7" w:rsidRPr="00CF04D8" w:rsidRDefault="00C75BC7" w:rsidP="00C75BC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C75BC7" w:rsidRPr="00CF04D8" w:rsidRDefault="00C75BC7" w:rsidP="00C75BC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C75BC7" w:rsidRPr="00CF04D8" w:rsidRDefault="00C75BC7" w:rsidP="00C75BC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C75BC7" w:rsidRPr="00CF04D8" w:rsidRDefault="00C75BC7" w:rsidP="00C75BC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</w:t>
      </w:r>
      <w:proofErr w:type="gram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ісцевості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</w:t>
      </w:r>
    </w:p>
    <w:p w:rsidR="00C75BC7" w:rsidRPr="007159DF" w:rsidRDefault="00C75BC7" w:rsidP="00C75BC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Колежнюк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З.П.</w:t>
      </w:r>
    </w:p>
    <w:p w:rsidR="00C75BC7" w:rsidRPr="00CF04D8" w:rsidRDefault="00C75BC7" w:rsidP="00C75BC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75BC7" w:rsidRPr="00CF04D8" w:rsidRDefault="00C75BC7" w:rsidP="00C75BC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статей 12, 118, 121 Земельного кодексу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Колежнюк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З.П.,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 </w:t>
      </w:r>
      <w:proofErr w:type="gramEnd"/>
    </w:p>
    <w:p w:rsidR="00C75BC7" w:rsidRPr="00CF04D8" w:rsidRDefault="00C75BC7" w:rsidP="00C75BC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C75BC7" w:rsidRPr="00CF04D8" w:rsidRDefault="00C75BC7" w:rsidP="00C75BC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Колежнюк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Зої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Петрівні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яка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зареєстрована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5F15B0">
        <w:rPr>
          <w:rFonts w:ascii="Times New Roman" w:eastAsia="Calibri" w:hAnsi="Times New Roman" w:cs="Times New Roman"/>
          <w:sz w:val="24"/>
          <w:szCs w:val="24"/>
        </w:rPr>
        <w:t>_________________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5F15B0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</w:t>
      </w:r>
      <w:bookmarkStart w:id="0" w:name="_GoBack"/>
      <w:bookmarkEnd w:id="0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техн</w:t>
      </w:r>
      <w:proofErr w:type="gram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ічну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відновлення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меж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та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її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приватну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0,2901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га,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6823984700:01:017:0022, для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область,Славутський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  с.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Лисиче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C75BC7" w:rsidRPr="00CF04D8" w:rsidRDefault="00C75BC7" w:rsidP="00C75BC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Колежнюк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З.П.</w:t>
      </w:r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C75BC7" w:rsidRPr="00CF04D8" w:rsidRDefault="00C75BC7" w:rsidP="00C75BC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C75BC7" w:rsidRPr="00CF04D8" w:rsidRDefault="00C75BC7" w:rsidP="00C75BC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C75BC7" w:rsidRPr="00CF04D8" w:rsidRDefault="00C75BC7" w:rsidP="00C75BC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C75BC7" w:rsidRPr="00CF04D8" w:rsidRDefault="00C75BC7" w:rsidP="00C75BC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C75BC7" w:rsidRPr="00CF04D8" w:rsidRDefault="00C75BC7" w:rsidP="00C75BC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B13EFF" w:rsidRPr="00C75BC7" w:rsidRDefault="00C75BC7" w:rsidP="00C75BC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B13EFF" w:rsidRPr="00C75BC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5BC7"/>
    <w:rsid w:val="00171A2E"/>
    <w:rsid w:val="00304C90"/>
    <w:rsid w:val="00505B6D"/>
    <w:rsid w:val="005F15B0"/>
    <w:rsid w:val="006D3977"/>
    <w:rsid w:val="007D6C18"/>
    <w:rsid w:val="00B13EFF"/>
    <w:rsid w:val="00C75BC7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C75BC7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C75BC7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C75BC7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C75BC7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C75BC7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C75BC7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252</Words>
  <Characters>1442</Characters>
  <Application>Microsoft Office Word</Application>
  <DocSecurity>0</DocSecurity>
  <Lines>12</Lines>
  <Paragraphs>3</Paragraphs>
  <ScaleCrop>false</ScaleCrop>
  <Company>Microsoft</Company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2</cp:revision>
  <dcterms:created xsi:type="dcterms:W3CDTF">2021-03-02T14:09:00Z</dcterms:created>
  <dcterms:modified xsi:type="dcterms:W3CDTF">2021-03-02T14:37:00Z</dcterms:modified>
</cp:coreProperties>
</file>