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4E2" w:rsidRPr="00CB71B2" w:rsidRDefault="003B54E2" w:rsidP="003B54E2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 w:rsidRPr="00CB71B2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ПРОЕКТ</w:t>
      </w:r>
    </w:p>
    <w:p w:rsidR="003B54E2" w:rsidRPr="00CB71B2" w:rsidRDefault="003B54E2" w:rsidP="003B54E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0" b="0"/>
                <wp:wrapNone/>
                <wp:docPr id="12128" name="Группа 12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212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54E2" w:rsidRDefault="003B54E2" w:rsidP="003B54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3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54E2" w:rsidRDefault="003B54E2" w:rsidP="003B54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3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54E2" w:rsidRDefault="003B54E2" w:rsidP="003B54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3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54E2" w:rsidRDefault="003B54E2" w:rsidP="003B54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3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54E2" w:rsidRDefault="003B54E2" w:rsidP="003B54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3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54E2" w:rsidRDefault="003B54E2" w:rsidP="003B54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3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54E2" w:rsidRDefault="003B54E2" w:rsidP="003B54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3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54E2" w:rsidRDefault="003B54E2" w:rsidP="003B54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3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54E2" w:rsidRDefault="003B54E2" w:rsidP="003B54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3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54E2" w:rsidRDefault="003B54E2" w:rsidP="003B54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3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54E2" w:rsidRDefault="003B54E2" w:rsidP="003B54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4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54E2" w:rsidRDefault="003B54E2" w:rsidP="003B54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4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54E2" w:rsidRDefault="003B54E2" w:rsidP="003B54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4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54E2" w:rsidRDefault="003B54E2" w:rsidP="003B54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4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54E2" w:rsidRDefault="003B54E2" w:rsidP="003B54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4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54E2" w:rsidRDefault="003B54E2" w:rsidP="003B54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4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54E2" w:rsidRDefault="003B54E2" w:rsidP="003B54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4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54E2" w:rsidRDefault="003B54E2" w:rsidP="003B54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4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54E2" w:rsidRDefault="003B54E2" w:rsidP="003B54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4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54E2" w:rsidRDefault="003B54E2" w:rsidP="003B54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54E2" w:rsidRDefault="003B54E2" w:rsidP="003B54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54E2" w:rsidRDefault="003B54E2" w:rsidP="003B54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54E2" w:rsidRDefault="003B54E2" w:rsidP="003B54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54E2" w:rsidRDefault="003B54E2" w:rsidP="003B54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54E2" w:rsidRDefault="003B54E2" w:rsidP="003B54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54E2" w:rsidRDefault="003B54E2" w:rsidP="003B54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54E2" w:rsidRDefault="003B54E2" w:rsidP="003B54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54E2" w:rsidRDefault="003B54E2" w:rsidP="003B54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4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54E2" w:rsidRDefault="003B54E2" w:rsidP="003B54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4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54E2" w:rsidRDefault="003B54E2" w:rsidP="003B54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149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B54E2" w:rsidRDefault="003B54E2" w:rsidP="003B54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B54E2" w:rsidRDefault="003B54E2" w:rsidP="003B54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B54E2" w:rsidRDefault="003B54E2" w:rsidP="003B54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B54E2" w:rsidRDefault="003B54E2" w:rsidP="003B54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B54E2" w:rsidRDefault="003B54E2" w:rsidP="003B54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B54E2" w:rsidRDefault="003B54E2" w:rsidP="003B54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B54E2" w:rsidRDefault="003B54E2" w:rsidP="003B54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B54E2" w:rsidRDefault="003B54E2" w:rsidP="003B54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B54E2" w:rsidRDefault="003B54E2" w:rsidP="003B54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B54E2" w:rsidRDefault="003B54E2" w:rsidP="003B54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B54E2" w:rsidRDefault="003B54E2" w:rsidP="003B54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B54E2" w:rsidRDefault="003B54E2" w:rsidP="003B54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B54E2" w:rsidRDefault="003B54E2" w:rsidP="003B54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B54E2" w:rsidRDefault="003B54E2" w:rsidP="003B54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B54E2" w:rsidRDefault="003B54E2" w:rsidP="003B54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B54E2" w:rsidRDefault="003B54E2" w:rsidP="003B54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B54E2" w:rsidRDefault="003B54E2" w:rsidP="003B54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B54E2" w:rsidRDefault="003B54E2" w:rsidP="003B54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B54E2" w:rsidRDefault="003B54E2" w:rsidP="003B54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B54E2" w:rsidRDefault="003B54E2" w:rsidP="003B54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" fillcolor="black" stroked="f">
                  <v:textbox>
                    <w:txbxContent>
                      <w:p w:rsidR="003B54E2" w:rsidRDefault="003B54E2" w:rsidP="003B54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B54E2" w:rsidRDefault="003B54E2" w:rsidP="003B54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B54E2" w:rsidRDefault="003B54E2" w:rsidP="003B54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B54E2" w:rsidRDefault="003B54E2" w:rsidP="003B54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B54E2" w:rsidRDefault="003B54E2" w:rsidP="003B54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B54E2" w:rsidRDefault="003B54E2" w:rsidP="003B54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B54E2" w:rsidRDefault="003B54E2" w:rsidP="003B54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" fillcolor="black" stroked="f">
                  <v:textbox>
                    <w:txbxContent>
                      <w:p w:rsidR="003B54E2" w:rsidRDefault="003B54E2" w:rsidP="003B54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B54E2" w:rsidRDefault="003B54E2" w:rsidP="003B54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B54E2" w:rsidRDefault="003B54E2" w:rsidP="003B54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B54E2" w:rsidRPr="00CB71B2" w:rsidRDefault="003B54E2" w:rsidP="003B54E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</w:p>
    <w:p w:rsidR="003B54E2" w:rsidRPr="00CB71B2" w:rsidRDefault="003B54E2" w:rsidP="003B54E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3B54E2" w:rsidRPr="00CB71B2" w:rsidRDefault="003B54E2" w:rsidP="003B54E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3B54E2" w:rsidRPr="00CB71B2" w:rsidRDefault="003B54E2" w:rsidP="003B54E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3B54E2" w:rsidRPr="00CB71B2" w:rsidRDefault="003B54E2" w:rsidP="003B54E2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16"/>
          <w:szCs w:val="16"/>
          <w:lang w:val="ru-RU" w:eastAsia="uk-UA"/>
        </w:rPr>
      </w:pPr>
    </w:p>
    <w:p w:rsidR="003B54E2" w:rsidRPr="00CB71B2" w:rsidRDefault="003B54E2" w:rsidP="003B54E2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УКРАЇНА</w:t>
      </w:r>
    </w:p>
    <w:p w:rsidR="003B54E2" w:rsidRPr="00CB71B2" w:rsidRDefault="003B54E2" w:rsidP="003B54E2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3B54E2" w:rsidRPr="00CB71B2" w:rsidRDefault="003B54E2" w:rsidP="003B54E2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3B54E2" w:rsidRPr="00CB71B2" w:rsidRDefault="003B54E2" w:rsidP="003B54E2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3B54E2" w:rsidRPr="00CB71B2" w:rsidRDefault="003B54E2" w:rsidP="003B54E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0" b="0"/>
                <wp:wrapNone/>
                <wp:docPr id="1" name="Группа 110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54E2" w:rsidRDefault="003B54E2" w:rsidP="003B54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54E2" w:rsidRDefault="003B54E2" w:rsidP="003B54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54E2" w:rsidRDefault="003B54E2" w:rsidP="003B54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54E2" w:rsidRDefault="003B54E2" w:rsidP="003B54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54E2" w:rsidRDefault="003B54E2" w:rsidP="003B54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54E2" w:rsidRDefault="003B54E2" w:rsidP="003B54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54E2" w:rsidRDefault="003B54E2" w:rsidP="003B54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54E2" w:rsidRDefault="003B54E2" w:rsidP="003B54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54E2" w:rsidRDefault="003B54E2" w:rsidP="003B54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54E2" w:rsidRDefault="003B54E2" w:rsidP="003B54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54E2" w:rsidRDefault="003B54E2" w:rsidP="003B54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54E2" w:rsidRDefault="003B54E2" w:rsidP="003B54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54E2" w:rsidRDefault="003B54E2" w:rsidP="003B54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54E2" w:rsidRDefault="003B54E2" w:rsidP="003B54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54E2" w:rsidRDefault="003B54E2" w:rsidP="003B54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54E2" w:rsidRDefault="003B54E2" w:rsidP="003B54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54E2" w:rsidRDefault="003B54E2" w:rsidP="003B54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54E2" w:rsidRDefault="003B54E2" w:rsidP="003B54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54E2" w:rsidRDefault="003B54E2" w:rsidP="003B54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54E2" w:rsidRDefault="003B54E2" w:rsidP="003B54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54E2" w:rsidRDefault="003B54E2" w:rsidP="003B54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54E2" w:rsidRDefault="003B54E2" w:rsidP="003B54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54E2" w:rsidRDefault="003B54E2" w:rsidP="003B54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54E2" w:rsidRDefault="003B54E2" w:rsidP="003B54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54E2" w:rsidRDefault="003B54E2" w:rsidP="003B54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54E2" w:rsidRDefault="003B54E2" w:rsidP="003B54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54E2" w:rsidRDefault="003B54E2" w:rsidP="003B54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54E2" w:rsidRDefault="003B54E2" w:rsidP="003B54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54E2" w:rsidRDefault="003B54E2" w:rsidP="003B54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54E2" w:rsidRDefault="003B54E2" w:rsidP="003B54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028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">
                <v:shape id="Freeform 34" o:spid="_x0000_s105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B54E2" w:rsidRDefault="003B54E2" w:rsidP="003B54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B54E2" w:rsidRDefault="003B54E2" w:rsidP="003B54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B54E2" w:rsidRDefault="003B54E2" w:rsidP="003B54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B54E2" w:rsidRDefault="003B54E2" w:rsidP="003B54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B54E2" w:rsidRDefault="003B54E2" w:rsidP="003B54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B54E2" w:rsidRDefault="003B54E2" w:rsidP="003B54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B54E2" w:rsidRDefault="003B54E2" w:rsidP="003B54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B54E2" w:rsidRDefault="003B54E2" w:rsidP="003B54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B54E2" w:rsidRDefault="003B54E2" w:rsidP="003B54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B54E2" w:rsidRDefault="003B54E2" w:rsidP="003B54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B54E2" w:rsidRDefault="003B54E2" w:rsidP="003B54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B54E2" w:rsidRDefault="003B54E2" w:rsidP="003B54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B54E2" w:rsidRDefault="003B54E2" w:rsidP="003B54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B54E2" w:rsidRDefault="003B54E2" w:rsidP="003B54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B54E2" w:rsidRDefault="003B54E2" w:rsidP="003B54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B54E2" w:rsidRDefault="003B54E2" w:rsidP="003B54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B54E2" w:rsidRDefault="003B54E2" w:rsidP="003B54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B54E2" w:rsidRDefault="003B54E2" w:rsidP="003B54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B54E2" w:rsidRDefault="003B54E2" w:rsidP="003B54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B54E2" w:rsidRDefault="003B54E2" w:rsidP="003B54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>
                  <v:textbox>
                    <w:txbxContent>
                      <w:p w:rsidR="003B54E2" w:rsidRDefault="003B54E2" w:rsidP="003B54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B54E2" w:rsidRDefault="003B54E2" w:rsidP="003B54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B54E2" w:rsidRDefault="003B54E2" w:rsidP="003B54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B54E2" w:rsidRDefault="003B54E2" w:rsidP="003B54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B54E2" w:rsidRDefault="003B54E2" w:rsidP="003B54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B54E2" w:rsidRDefault="003B54E2" w:rsidP="003B54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B54E2" w:rsidRDefault="003B54E2" w:rsidP="003B54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>
                  <v:textbox>
                    <w:txbxContent>
                      <w:p w:rsidR="003B54E2" w:rsidRDefault="003B54E2" w:rsidP="003B54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B54E2" w:rsidRDefault="003B54E2" w:rsidP="003B54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B54E2" w:rsidRDefault="003B54E2" w:rsidP="003B54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3B54E2" w:rsidRPr="00CB71B2" w:rsidRDefault="003B54E2" w:rsidP="003B54E2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CB71B2">
        <w:rPr>
          <w:rFonts w:ascii="Times New Roman" w:eastAsia="Calibri" w:hAnsi="Times New Roman" w:cs="Times New Roman"/>
          <w:b/>
        </w:rPr>
        <w:t>РІШЕННЯ</w:t>
      </w:r>
    </w:p>
    <w:p w:rsidR="003B54E2" w:rsidRPr="00CB71B2" w:rsidRDefault="003B54E2" w:rsidP="003B54E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сесії сільської ради 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3B54E2" w:rsidRPr="00CB71B2" w:rsidRDefault="003B54E2" w:rsidP="003B54E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B54E2" w:rsidRPr="00CB71B2" w:rsidRDefault="003B54E2" w:rsidP="003B54E2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3B54E2" w:rsidRPr="00CB71B2" w:rsidRDefault="003B54E2" w:rsidP="003B54E2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3B54E2" w:rsidRPr="00CB71B2" w:rsidRDefault="003B54E2" w:rsidP="003B54E2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CB71B2">
        <w:rPr>
          <w:rFonts w:ascii="Times New Roman" w:eastAsia="Calibri" w:hAnsi="Times New Roman" w:cs="Times New Roman"/>
          <w:sz w:val="24"/>
        </w:rPr>
        <w:t>22.04.2021р.                                                 Крупець                                        №_____</w:t>
      </w:r>
    </w:p>
    <w:p w:rsidR="003B54E2" w:rsidRPr="00CB71B2" w:rsidRDefault="003B54E2" w:rsidP="003B54E2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3B54E2" w:rsidRPr="00CB71B2" w:rsidRDefault="003B54E2" w:rsidP="003B54E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bookmarkStart w:id="0" w:name="_GoBack"/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Про затвердження технічної документації</w:t>
      </w:r>
    </w:p>
    <w:p w:rsidR="003B54E2" w:rsidRPr="00CB71B2" w:rsidRDefault="003B54E2" w:rsidP="003B54E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із землеустрою щодо встановлення </w:t>
      </w:r>
    </w:p>
    <w:p w:rsidR="003B54E2" w:rsidRPr="00CB71B2" w:rsidRDefault="003B54E2" w:rsidP="003B54E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(відновлення)  меж земельної ділянки</w:t>
      </w:r>
    </w:p>
    <w:p w:rsidR="003B54E2" w:rsidRPr="00CB71B2" w:rsidRDefault="003B54E2" w:rsidP="003B54E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в натурі (на місцевості)  </w:t>
      </w:r>
    </w:p>
    <w:p w:rsidR="003B54E2" w:rsidRPr="00CB71B2" w:rsidRDefault="003B54E2" w:rsidP="003B54E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Марчук О.А., </w:t>
      </w:r>
      <w:proofErr w:type="spellStart"/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Мацерук</w:t>
      </w:r>
      <w:proofErr w:type="spellEnd"/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А.П.</w:t>
      </w:r>
    </w:p>
    <w:bookmarkEnd w:id="0"/>
    <w:p w:rsidR="003B54E2" w:rsidRPr="00CB71B2" w:rsidRDefault="003B54E2" w:rsidP="003B54E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3B54E2" w:rsidRPr="00CB71B2" w:rsidRDefault="003B54E2" w:rsidP="003B54E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3B54E2" w:rsidRPr="00CB71B2" w:rsidRDefault="003B54E2" w:rsidP="003B54E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Марчук О.А.,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Мацерук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А.П. сільська  рада </w:t>
      </w:r>
    </w:p>
    <w:p w:rsidR="003B54E2" w:rsidRPr="00CB71B2" w:rsidRDefault="003B54E2" w:rsidP="003B54E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ВИРІШИЛА:</w:t>
      </w:r>
    </w:p>
    <w:p w:rsidR="003B54E2" w:rsidRPr="00CB71B2" w:rsidRDefault="003B54E2" w:rsidP="003B54E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3B54E2" w:rsidRPr="00CB71B2" w:rsidRDefault="003B54E2" w:rsidP="003B54E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1. Затвердити  Марчук Ользі Андріївні, </w:t>
      </w:r>
      <w:r w:rsidRPr="00CB71B2">
        <w:rPr>
          <w:rFonts w:ascii="Times New Roman" w:eastAsia="Calibri" w:hAnsi="Times New Roman" w:cs="Times New Roman"/>
          <w:sz w:val="24"/>
        </w:rPr>
        <w:t xml:space="preserve"> яка  зареєстрована за </w:t>
      </w:r>
      <w:proofErr w:type="spellStart"/>
      <w:r w:rsidRPr="00CB71B2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CB71B2">
        <w:rPr>
          <w:rFonts w:ascii="Times New Roman" w:eastAsia="Calibri" w:hAnsi="Times New Roman" w:cs="Times New Roman"/>
          <w:sz w:val="24"/>
        </w:rPr>
        <w:t xml:space="preserve">: </w:t>
      </w:r>
      <w:r w:rsidR="00961C67">
        <w:rPr>
          <w:rFonts w:ascii="Times New Roman" w:eastAsia="Calibri" w:hAnsi="Times New Roman" w:cs="Times New Roman"/>
          <w:sz w:val="24"/>
        </w:rPr>
        <w:t>____________</w:t>
      </w:r>
      <w:r w:rsidRPr="00CB71B2">
        <w:rPr>
          <w:rFonts w:ascii="Times New Roman" w:eastAsia="Calibri" w:hAnsi="Times New Roman" w:cs="Times New Roman"/>
          <w:sz w:val="24"/>
        </w:rPr>
        <w:t xml:space="preserve">,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961C67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Мацерук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Анастасії Павлівні, </w:t>
      </w:r>
      <w:r w:rsidRPr="00CB71B2">
        <w:rPr>
          <w:rFonts w:ascii="Times New Roman" w:eastAsia="Calibri" w:hAnsi="Times New Roman" w:cs="Times New Roman"/>
          <w:sz w:val="24"/>
        </w:rPr>
        <w:t xml:space="preserve"> яка  зареєстрована за </w:t>
      </w:r>
      <w:proofErr w:type="spellStart"/>
      <w:r w:rsidRPr="00CB71B2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CB71B2">
        <w:rPr>
          <w:rFonts w:ascii="Times New Roman" w:eastAsia="Calibri" w:hAnsi="Times New Roman" w:cs="Times New Roman"/>
          <w:sz w:val="24"/>
        </w:rPr>
        <w:t xml:space="preserve">: </w:t>
      </w:r>
      <w:r w:rsidR="009E116B">
        <w:rPr>
          <w:rFonts w:ascii="Times New Roman" w:eastAsia="Calibri" w:hAnsi="Times New Roman" w:cs="Times New Roman"/>
          <w:sz w:val="24"/>
        </w:rPr>
        <w:t>___________</w:t>
      </w:r>
      <w:r w:rsidRPr="00CB71B2">
        <w:rPr>
          <w:rFonts w:ascii="Times New Roman" w:eastAsia="Calibri" w:hAnsi="Times New Roman" w:cs="Times New Roman"/>
          <w:sz w:val="24"/>
        </w:rPr>
        <w:t xml:space="preserve">,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9E116B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___________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r w:rsidRPr="00CB71B2">
        <w:rPr>
          <w:rFonts w:ascii="Times New Roman" w:eastAsia="Calibri" w:hAnsi="Times New Roman" w:cs="Times New Roman"/>
          <w:sz w:val="24"/>
        </w:rPr>
        <w:t xml:space="preserve">Шепетівського району, </w:t>
      </w:r>
      <w:r w:rsidRPr="00CB71B2">
        <w:rPr>
          <w:rFonts w:ascii="Times New Roman" w:eastAsia="Calibri" w:hAnsi="Times New Roman" w:cs="Times New Roman"/>
          <w:sz w:val="24"/>
          <w:szCs w:val="24"/>
        </w:rPr>
        <w:t>Хмельницької області,</w:t>
      </w:r>
      <w:r w:rsidRPr="00CB71B2">
        <w:rPr>
          <w:rFonts w:ascii="Times New Roman" w:eastAsia="Calibri" w:hAnsi="Times New Roman" w:cs="Times New Roman"/>
          <w:sz w:val="24"/>
        </w:rPr>
        <w:t xml:space="preserve">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 Марчук Ользі Андріївні ½ частки,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Мацерук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Анастасії Павлівні ½ частки земельної ділянки  площею 0,1875 га,  кадастровий номер: 6823984000:01:003:0012, д</w:t>
      </w:r>
      <w:r w:rsidRPr="00CB71B2">
        <w:rPr>
          <w:rFonts w:ascii="Times New Roman" w:eastAsia="Calibri" w:hAnsi="Times New Roman" w:cs="Times New Roman"/>
          <w:sz w:val="24"/>
          <w:szCs w:val="24"/>
        </w:rPr>
        <w:t>ля будівництва і обслуговування житлового будинку, господарських будівель і споруд (присадибна ділянка)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яка розташована Хмельницька область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Славутський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(Шепетівський)  район,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с.Крупець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вулиця </w:t>
      </w:r>
      <w:r w:rsidRPr="00CB71B2">
        <w:rPr>
          <w:rFonts w:ascii="Times New Roman" w:eastAsia="Calibri" w:hAnsi="Times New Roman" w:cs="Times New Roman"/>
          <w:sz w:val="24"/>
        </w:rPr>
        <w:t>Незалежності,  33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</w:t>
      </w:r>
    </w:p>
    <w:p w:rsidR="003B54E2" w:rsidRPr="00CB71B2" w:rsidRDefault="003B54E2" w:rsidP="003B54E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 xml:space="preserve">     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2. Марчук О.А.,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Мацерук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А.П.,</w:t>
      </w:r>
      <w:r w:rsidRPr="00CB71B2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посвідчити своє право  в  установленому  законом  порядку.</w:t>
      </w:r>
    </w:p>
    <w:p w:rsidR="003B54E2" w:rsidRPr="00CB71B2" w:rsidRDefault="003B54E2" w:rsidP="003B54E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lastRenderedPageBreak/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B54E2" w:rsidRPr="00CB71B2" w:rsidRDefault="003B54E2" w:rsidP="003B54E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3B54E2" w:rsidRPr="00CB71B2" w:rsidRDefault="003B54E2" w:rsidP="003B54E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3B54E2" w:rsidRPr="00CB71B2" w:rsidRDefault="003B54E2" w:rsidP="003B54E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3B54E2" w:rsidRPr="00CB71B2" w:rsidRDefault="003B54E2" w:rsidP="003B54E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DB66D2" w:rsidRDefault="00DB66D2"/>
    <w:sectPr w:rsidR="00DB66D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4E2"/>
    <w:rsid w:val="00171A2E"/>
    <w:rsid w:val="00304C90"/>
    <w:rsid w:val="003B54E2"/>
    <w:rsid w:val="00505B6D"/>
    <w:rsid w:val="006D3977"/>
    <w:rsid w:val="007D6C18"/>
    <w:rsid w:val="00961C67"/>
    <w:rsid w:val="009E116B"/>
    <w:rsid w:val="00D1641A"/>
    <w:rsid w:val="00DB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7F615"/>
  <w15:docId w15:val="{4C4CAB19-CC94-4FE5-8C52-D0362BB5A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54E2"/>
    <w:rPr>
      <w:rFonts w:eastAsiaTheme="minorHAnsi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2</Pages>
  <Words>307</Words>
  <Characters>1751</Characters>
  <Application>Microsoft Office Word</Application>
  <DocSecurity>0</DocSecurity>
  <Lines>14</Lines>
  <Paragraphs>4</Paragraphs>
  <ScaleCrop>false</ScaleCrop>
  <Company>Microsoft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3</cp:revision>
  <dcterms:created xsi:type="dcterms:W3CDTF">2021-04-14T11:54:00Z</dcterms:created>
  <dcterms:modified xsi:type="dcterms:W3CDTF">2021-04-15T12:44:00Z</dcterms:modified>
</cp:coreProperties>
</file>