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5923" w:rsidRDefault="00DE5923" w:rsidP="00DE592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5923" w:rsidRDefault="00DE5923" w:rsidP="00DE59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E5923" w:rsidRDefault="00DE5923" w:rsidP="00DE59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5923" w:rsidRDefault="00DE5923" w:rsidP="00DE592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5923" w:rsidRDefault="00DE5923" w:rsidP="00DE59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5923" w:rsidRDefault="00DE5923" w:rsidP="00DE59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5923" w:rsidRDefault="00DE5923" w:rsidP="00DE59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33</w:t>
      </w:r>
    </w:p>
    <w:p w:rsidR="00DE5923" w:rsidRDefault="00DE5923" w:rsidP="00DE592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E5923" w:rsidRDefault="00DE5923" w:rsidP="00DE592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Іванюк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С.В.</w:t>
      </w:r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Іванюк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DE5923" w:rsidRPr="00860B10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Іванюк Софії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A38D0" w:rsidRPr="00DA38D0">
        <w:rPr>
          <w:rFonts w:ascii="Times New Roman" w:eastAsia="Calibri" w:hAnsi="Times New Roman" w:cs="Times New Roman"/>
          <w:sz w:val="24"/>
          <w:lang w:eastAsia="en-US"/>
        </w:rPr>
        <w:t>_</w:t>
      </w:r>
      <w:r w:rsidR="00DA38D0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0,5500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за межами с. Дідова Гора кадастровий номер 6823984700:04:021:0023</w:t>
      </w:r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Іванюк С.В,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E5923" w:rsidRDefault="00DE5923" w:rsidP="00DE592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E5923" w:rsidRDefault="00DE5923" w:rsidP="00DE59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E5923" w:rsidRDefault="00DE5923" w:rsidP="00DE59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E5923" w:rsidRPr="00DE5923" w:rsidRDefault="00DE5923" w:rsidP="00DE5923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C221D3" w:rsidRPr="00DE5923" w:rsidRDefault="00DE5923" w:rsidP="00DE59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221D3" w:rsidRPr="00DE59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923"/>
    <w:rsid w:val="00C221D3"/>
    <w:rsid w:val="00DA38D0"/>
    <w:rsid w:val="00DE5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92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59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592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592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592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E59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E592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E592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248</Words>
  <Characters>1419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2021-07-26T12:27:00Z</dcterms:created>
  <dcterms:modified xsi:type="dcterms:W3CDTF">2021-07-27T07:16:00Z</dcterms:modified>
</cp:coreProperties>
</file>