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803" w:rsidRDefault="00775803" w:rsidP="0077580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803" w:rsidRDefault="00775803" w:rsidP="00775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5803" w:rsidRDefault="00775803" w:rsidP="00775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803" w:rsidRDefault="00775803" w:rsidP="00775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5803" w:rsidRDefault="00775803" w:rsidP="00775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803" w:rsidRDefault="00775803" w:rsidP="00775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5803" w:rsidRDefault="00775803" w:rsidP="00775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803" w:rsidRDefault="00775803" w:rsidP="00775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5803" w:rsidRDefault="00775803" w:rsidP="00775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803" w:rsidRDefault="00775803" w:rsidP="00775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5803" w:rsidRDefault="00775803" w:rsidP="00775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803" w:rsidRDefault="00775803" w:rsidP="00775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5803" w:rsidRDefault="00775803" w:rsidP="00775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803" w:rsidRDefault="00775803" w:rsidP="00775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5803" w:rsidRDefault="00775803" w:rsidP="00775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803" w:rsidRDefault="00775803" w:rsidP="00775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5803" w:rsidRDefault="00775803" w:rsidP="00775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803" w:rsidRDefault="00775803" w:rsidP="00775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5803" w:rsidRDefault="00775803" w:rsidP="00775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803" w:rsidRDefault="00775803" w:rsidP="00775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5803" w:rsidRDefault="00775803" w:rsidP="00775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803" w:rsidRDefault="00775803" w:rsidP="00775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803" w:rsidRDefault="00775803" w:rsidP="00775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803" w:rsidRDefault="00775803" w:rsidP="00775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803" w:rsidRDefault="00775803" w:rsidP="00775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803" w:rsidRDefault="00775803" w:rsidP="00775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803" w:rsidRDefault="00775803" w:rsidP="00775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803" w:rsidRDefault="00775803" w:rsidP="00775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803" w:rsidRDefault="00775803" w:rsidP="00775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803" w:rsidRDefault="00775803" w:rsidP="00775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803" w:rsidRDefault="00775803" w:rsidP="007758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75803" w:rsidRDefault="00775803" w:rsidP="00775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75803" w:rsidRDefault="00775803" w:rsidP="00775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75803" w:rsidRDefault="00775803" w:rsidP="00775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75803" w:rsidRDefault="00775803" w:rsidP="00775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75803" w:rsidRDefault="00775803" w:rsidP="00775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75803" w:rsidRDefault="00775803" w:rsidP="00775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75803" w:rsidRDefault="00775803" w:rsidP="00775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75803" w:rsidRDefault="00775803" w:rsidP="00775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75803" w:rsidRDefault="00775803" w:rsidP="00775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75803" w:rsidRDefault="00775803" w:rsidP="00775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75803" w:rsidRDefault="00775803" w:rsidP="00775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75803" w:rsidRDefault="00775803" w:rsidP="00775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75803" w:rsidRDefault="00775803" w:rsidP="00775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75803" w:rsidRDefault="00775803" w:rsidP="00775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75803" w:rsidRDefault="00775803" w:rsidP="00775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75803" w:rsidRDefault="00775803" w:rsidP="00775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75803" w:rsidRDefault="00775803" w:rsidP="00775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75803" w:rsidRDefault="00775803" w:rsidP="00775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75803" w:rsidRDefault="00775803" w:rsidP="00775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75803" w:rsidRDefault="00775803" w:rsidP="00775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775803" w:rsidRDefault="00775803" w:rsidP="00775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75803" w:rsidRDefault="00775803" w:rsidP="00775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75803" w:rsidRDefault="00775803" w:rsidP="00775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75803" w:rsidRDefault="00775803" w:rsidP="00775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75803" w:rsidRDefault="00775803" w:rsidP="00775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75803" w:rsidRDefault="00775803" w:rsidP="00775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75803" w:rsidRDefault="00775803" w:rsidP="00775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775803" w:rsidRDefault="00775803" w:rsidP="00775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75803" w:rsidRDefault="00775803" w:rsidP="00775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75803" w:rsidRDefault="00775803" w:rsidP="007758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75803" w:rsidRDefault="00775803" w:rsidP="007758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75803" w:rsidRDefault="00775803" w:rsidP="007758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75803" w:rsidRDefault="00775803" w:rsidP="0077580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75803" w:rsidRDefault="00775803" w:rsidP="007758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75803" w:rsidRDefault="00775803" w:rsidP="0077580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75803" w:rsidRDefault="00775803" w:rsidP="007758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75803" w:rsidRDefault="00775803" w:rsidP="007758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75803" w:rsidRDefault="00775803" w:rsidP="007758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75803" w:rsidRDefault="00775803" w:rsidP="007758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75803" w:rsidRDefault="00775803" w:rsidP="007758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75803" w:rsidRDefault="00775803" w:rsidP="007758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775803" w:rsidRDefault="00775803" w:rsidP="0077580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75803" w:rsidRDefault="00775803" w:rsidP="0077580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№6</w:t>
      </w:r>
    </w:p>
    <w:p w:rsidR="00775803" w:rsidRDefault="00775803" w:rsidP="00775803">
      <w:pPr>
        <w:spacing w:after="0"/>
        <w:rPr>
          <w:rFonts w:ascii="Times New Roman" w:eastAsia="Calibri" w:hAnsi="Times New Roman" w:cs="Times New Roman"/>
          <w:sz w:val="24"/>
        </w:rPr>
      </w:pPr>
    </w:p>
    <w:p w:rsidR="00775803" w:rsidRDefault="00775803" w:rsidP="00775803">
      <w:pPr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775803" w:rsidRDefault="00775803" w:rsidP="00775803">
      <w:pPr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технічної документації із землеустрою </w:t>
      </w:r>
    </w:p>
    <w:p w:rsidR="00775803" w:rsidRDefault="00775803" w:rsidP="00775803">
      <w:pPr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щодо встановлення (відновлення) меж </w:t>
      </w:r>
    </w:p>
    <w:p w:rsidR="00775803" w:rsidRDefault="00775803" w:rsidP="00775803">
      <w:pPr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земельної ділянки в натурі (на місцевості)</w:t>
      </w:r>
    </w:p>
    <w:p w:rsidR="00775803" w:rsidRDefault="00775803" w:rsidP="00775803">
      <w:pPr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Незборецькому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О.С.</w:t>
      </w:r>
    </w:p>
    <w:p w:rsidR="00775803" w:rsidRDefault="00775803" w:rsidP="00775803">
      <w:pPr>
        <w:spacing w:after="0"/>
        <w:rPr>
          <w:rFonts w:ascii="Times New Roman" w:eastAsia="Calibri" w:hAnsi="Times New Roman" w:cs="Times New Roman"/>
          <w:b/>
          <w:sz w:val="24"/>
        </w:rPr>
      </w:pPr>
    </w:p>
    <w:p w:rsidR="00775803" w:rsidRDefault="00775803" w:rsidP="00775803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розглянувши заяву </w:t>
      </w:r>
      <w:proofErr w:type="spellStart"/>
      <w:r>
        <w:rPr>
          <w:rFonts w:ascii="Times New Roman" w:eastAsia="Calibri" w:hAnsi="Times New Roman" w:cs="Times New Roman"/>
          <w:sz w:val="24"/>
        </w:rPr>
        <w:t>Незборецького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О.С., сільська рада</w:t>
      </w:r>
    </w:p>
    <w:p w:rsidR="00775803" w:rsidRDefault="00775803" w:rsidP="00775803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ВИРІШИЛА:</w:t>
      </w:r>
    </w:p>
    <w:p w:rsidR="00775803" w:rsidRDefault="00775803" w:rsidP="00775803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1. Надати </w:t>
      </w:r>
      <w:proofErr w:type="spellStart"/>
      <w:r>
        <w:rPr>
          <w:rFonts w:ascii="Times New Roman" w:eastAsia="Calibri" w:hAnsi="Times New Roman" w:cs="Times New Roman"/>
          <w:sz w:val="24"/>
        </w:rPr>
        <w:t>Незборецькому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Олександру Сергійовичу, який зареєстрована за адресою: </w:t>
      </w:r>
      <w:r w:rsidR="00DF393D" w:rsidRPr="00DF393D">
        <w:rPr>
          <w:rFonts w:ascii="Times New Roman" w:eastAsia="Calibri" w:hAnsi="Times New Roman" w:cs="Times New Roman"/>
          <w:sz w:val="24"/>
        </w:rPr>
        <w:t>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дозвіл на розробку технічної документації із землеустрою щодо встановлення (відновлення) меж земельної ділянки в натурі (на місцевості), площею 2,0000 га,  для ведення особистого селянського господарства, кадастровий номер 6823986800:05:001:0256, земельна ділянка  розташована Хмельницька область, </w:t>
      </w:r>
      <w:proofErr w:type="spellStart"/>
      <w:r>
        <w:rPr>
          <w:rFonts w:ascii="Times New Roman" w:eastAsia="Calibri" w:hAnsi="Times New Roman" w:cs="Times New Roman"/>
          <w:sz w:val="24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(</w:t>
      </w:r>
      <w:proofErr w:type="spellStart"/>
      <w:r>
        <w:rPr>
          <w:rFonts w:ascii="Times New Roman" w:eastAsia="Calibri" w:hAnsi="Times New Roman" w:cs="Times New Roman"/>
          <w:sz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</w:rPr>
        <w:t>) район, Полянська сільська рада (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сільська рада) за межами населеного пункту.</w:t>
      </w:r>
    </w:p>
    <w:p w:rsidR="00775803" w:rsidRDefault="00775803" w:rsidP="00775803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</w:rPr>
        <w:t>Незборецькому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О.С.,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775803" w:rsidRDefault="00775803" w:rsidP="0077580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 3. Даний дозвіл дійсний на протязі року з дня прийняття даного рішення.</w:t>
      </w:r>
    </w:p>
    <w:p w:rsidR="00775803" w:rsidRDefault="00775803" w:rsidP="0077580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75803" w:rsidRPr="00775803" w:rsidRDefault="00775803" w:rsidP="00775803">
      <w:pPr>
        <w:spacing w:after="0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013353" w:rsidRPr="00775803" w:rsidRDefault="00775803" w:rsidP="00775803">
      <w:pPr>
        <w:spacing w:after="0"/>
        <w:jc w:val="both"/>
        <w:rPr>
          <w:rFonts w:ascii="Times New Roman" w:eastAsia="Calibri" w:hAnsi="Times New Roman" w:cs="Times New Roman"/>
          <w:sz w:val="24"/>
          <w:lang w:val="en-US"/>
        </w:rPr>
      </w:pPr>
      <w:r>
        <w:rPr>
          <w:rFonts w:ascii="Times New Roman" w:eastAsia="Calibri" w:hAnsi="Times New Roman" w:cs="Times New Roman"/>
          <w:sz w:val="24"/>
        </w:rPr>
        <w:t>Сільський  голова                                                                            Валерій  МИХАЛЮК</w:t>
      </w:r>
    </w:p>
    <w:sectPr w:rsidR="00013353" w:rsidRPr="0077580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803"/>
    <w:rsid w:val="00013353"/>
    <w:rsid w:val="00171A2E"/>
    <w:rsid w:val="00304C90"/>
    <w:rsid w:val="00505B6D"/>
    <w:rsid w:val="006D3977"/>
    <w:rsid w:val="00775803"/>
    <w:rsid w:val="007D6C18"/>
    <w:rsid w:val="00D1641A"/>
    <w:rsid w:val="00DF3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77580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77580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775803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77580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77580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775803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1180</Words>
  <Characters>674</Characters>
  <Application>Microsoft Office Word</Application>
  <DocSecurity>0</DocSecurity>
  <Lines>5</Lines>
  <Paragraphs>3</Paragraphs>
  <ScaleCrop>false</ScaleCrop>
  <Company>Microsoft</Company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2021-03-30T12:42:00Z</dcterms:created>
  <dcterms:modified xsi:type="dcterms:W3CDTF">2021-03-31T06:00:00Z</dcterms:modified>
</cp:coreProperties>
</file>