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F5" w:rsidRDefault="00435CF5" w:rsidP="00435CF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5CF5" w:rsidRDefault="00435CF5" w:rsidP="00435C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5CF5" w:rsidRDefault="00435CF5" w:rsidP="00435C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5CF5" w:rsidRDefault="00435CF5" w:rsidP="00435C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5CF5" w:rsidRDefault="00435CF5" w:rsidP="0043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35CF5" w:rsidRDefault="00435CF5" w:rsidP="00435C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5CF5" w:rsidRDefault="00435CF5" w:rsidP="00435CF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№77</w:t>
      </w:r>
    </w:p>
    <w:p w:rsidR="00435CF5" w:rsidRPr="00EF19B8" w:rsidRDefault="00435CF5" w:rsidP="00435C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35CF5" w:rsidRPr="00EF19B8" w:rsidRDefault="00435CF5" w:rsidP="00435CF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22, 116,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122 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О.В.,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435CF5" w:rsidRPr="00990689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Ольгі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Володимирівні, яка зареєстрована за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97D81" w:rsidRPr="00797D81">
        <w:rPr>
          <w:rFonts w:ascii="Times New Roman" w:eastAsia="Calibri" w:hAnsi="Times New Roman" w:cs="Times New Roman"/>
          <w:sz w:val="24"/>
          <w:lang w:eastAsia="en-US"/>
        </w:rPr>
        <w:t>_</w:t>
      </w:r>
      <w:r w:rsidR="00797D81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 га, </w:t>
      </w:r>
      <w:r w:rsidRPr="00731B7F">
        <w:rPr>
          <w:rFonts w:ascii="Times New Roman" w:eastAsia="Calibri" w:hAnsi="Times New Roman" w:cs="Times New Roman"/>
          <w:sz w:val="24"/>
          <w:szCs w:val="24"/>
          <w:lang w:eastAsia="en-US"/>
        </w:rPr>
        <w:t>для індивідуального садівництва,</w:t>
      </w:r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 яка розташована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по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Лісній, у районі будинку №42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EF19B8">
        <w:rPr>
          <w:rFonts w:ascii="Times New Roman" w:eastAsia="Calibri" w:hAnsi="Times New Roman" w:cs="Times New Roman"/>
          <w:sz w:val="24"/>
          <w:lang w:eastAsia="en-US"/>
        </w:rPr>
        <w:t>А.</w:t>
      </w: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О.В., розробити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35CF5" w:rsidRPr="00EF19B8" w:rsidRDefault="00435CF5" w:rsidP="00435CF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19B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35CF5" w:rsidRPr="00EF19B8" w:rsidRDefault="00435CF5" w:rsidP="00435CF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5CF5" w:rsidRPr="00EF19B8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5CF5" w:rsidRPr="00435CF5" w:rsidRDefault="00435CF5" w:rsidP="0043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D0033" w:rsidRPr="00435CF5" w:rsidRDefault="00435CF5" w:rsidP="00435CF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sectPr w:rsidR="004D0033" w:rsidRPr="00435C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5CF5"/>
    <w:rsid w:val="00435CF5"/>
    <w:rsid w:val="004D0033"/>
    <w:rsid w:val="00797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35C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5C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35CF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5C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35CF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35CF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35CF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238</Words>
  <Characters>1358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2021-07-07T06:51:00Z</dcterms:created>
  <dcterms:modified xsi:type="dcterms:W3CDTF">2021-07-07T08:34:00Z</dcterms:modified>
</cp:coreProperties>
</file>