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38C" w:rsidRPr="00DE6ED3" w:rsidRDefault="0048738C" w:rsidP="0048738C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48738C" w:rsidRPr="00DE6ED3" w:rsidRDefault="0048738C" w:rsidP="0048738C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91440</wp:posOffset>
                </wp:positionV>
                <wp:extent cx="420370" cy="624205"/>
                <wp:effectExtent l="0" t="0" r="0" b="0"/>
                <wp:wrapNone/>
                <wp:docPr id="9758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97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7.95pt;margin-top:7.2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" fillcolor="black" stroked="f"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" fillcolor="black" stroked="f"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8738C" w:rsidRPr="00DE6ED3" w:rsidRDefault="0048738C" w:rsidP="00487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48738C" w:rsidRPr="00DE6ED3" w:rsidRDefault="0048738C" w:rsidP="00487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48738C" w:rsidRPr="00DE6ED3" w:rsidRDefault="0048738C" w:rsidP="00487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48738C" w:rsidRPr="00DE6ED3" w:rsidRDefault="0048738C" w:rsidP="00487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48738C" w:rsidRPr="00DE6ED3" w:rsidRDefault="0048738C" w:rsidP="00487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8738C" w:rsidRPr="00DE6ED3" w:rsidRDefault="0048738C" w:rsidP="00487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48738C" w:rsidRPr="00DE6ED3" w:rsidRDefault="0048738C" w:rsidP="0048738C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48738C" w:rsidRPr="00DE6ED3" w:rsidRDefault="0048738C" w:rsidP="00487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48738C" w:rsidRPr="00DE6ED3" w:rsidRDefault="0048738C" w:rsidP="00487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48738C" w:rsidRPr="00DE6ED3" w:rsidRDefault="0048738C" w:rsidP="0048738C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9672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967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38C" w:rsidRDefault="0048738C" w:rsidP="004873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" fillcolor="black" stroked="f"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" fillcolor="black" stroked="f"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738C" w:rsidRDefault="0048738C" w:rsidP="004873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8738C" w:rsidRPr="00DE6ED3" w:rsidRDefault="0048738C" w:rsidP="004873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48738C" w:rsidRPr="00DE6ED3" w:rsidRDefault="0048738C" w:rsidP="0048738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8738C" w:rsidRPr="00DE6ED3" w:rsidRDefault="0048738C" w:rsidP="0048738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8738C" w:rsidRPr="00DE6ED3" w:rsidRDefault="0048738C" w:rsidP="0048738C">
      <w:pPr>
        <w:spacing w:after="0" w:line="240" w:lineRule="auto"/>
        <w:rPr>
          <w:rFonts w:ascii="Times New Roman" w:eastAsia="Calibri" w:hAnsi="Times New Roman" w:cs="Times New Roman"/>
        </w:rPr>
      </w:pPr>
    </w:p>
    <w:p w:rsidR="0048738C" w:rsidRPr="00DE6ED3" w:rsidRDefault="0048738C" w:rsidP="00487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48738C" w:rsidRPr="00DE6ED3" w:rsidRDefault="0048738C" w:rsidP="0048738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8738C" w:rsidRPr="00DE6ED3" w:rsidRDefault="0048738C" w:rsidP="0048738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8738C" w:rsidRDefault="0048738C" w:rsidP="00487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</w:rPr>
        <w:t xml:space="preserve">вилучення земельної ділянки </w:t>
      </w:r>
    </w:p>
    <w:p w:rsidR="0048738C" w:rsidRPr="00DE6ED3" w:rsidRDefault="0048738C" w:rsidP="00487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Миколайчука В.П.</w:t>
      </w:r>
    </w:p>
    <w:p w:rsidR="0048738C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8738C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8738C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8738C" w:rsidRPr="004E2C20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глянувши заяву   Миколайчука В.П.</w:t>
      </w:r>
      <w:r w:rsidRPr="0028302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сільська   рада     </w:t>
      </w:r>
    </w:p>
    <w:p w:rsidR="0048738C" w:rsidRPr="004E2C20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48738C" w:rsidRPr="004E2C20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8738C" w:rsidRPr="004E2C20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Миколайчука Валерія Петровича,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: </w:t>
      </w:r>
      <w:r w:rsidR="001A01E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припинити право користування на земельну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ділянку орієнтовною площею  0,4000 га, яка розташована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та перевести в землі запасу. </w:t>
      </w:r>
    </w:p>
    <w:p w:rsidR="0048738C" w:rsidRPr="004E2C20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48738C" w:rsidRPr="004E2C20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8738C" w:rsidRPr="004E2C20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8738C" w:rsidRPr="004E2C20" w:rsidRDefault="0048738C" w:rsidP="004873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8738C" w:rsidRPr="00DE6ED3" w:rsidRDefault="0048738C" w:rsidP="00487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8738C" w:rsidRPr="00DE6ED3" w:rsidRDefault="0048738C" w:rsidP="0048738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8738C" w:rsidRPr="00DE6ED3" w:rsidRDefault="0048738C" w:rsidP="00487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8738C" w:rsidRPr="00DE6ED3" w:rsidRDefault="0048738C" w:rsidP="00487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8738C" w:rsidRDefault="0048738C" w:rsidP="0048738C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8738C" w:rsidRPr="00DE6ED3" w:rsidRDefault="0048738C" w:rsidP="00487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  <w:r w:rsidRPr="00DE6ED3">
        <w:rPr>
          <w:rFonts w:ascii="Times New Roman" w:eastAsia="Calibri" w:hAnsi="Times New Roman" w:cs="Times New Roman"/>
          <w:sz w:val="24"/>
        </w:rPr>
        <w:t xml:space="preserve"> </w:t>
      </w:r>
    </w:p>
    <w:p w:rsidR="0048738C" w:rsidRDefault="0048738C" w:rsidP="00487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F60A6" w:rsidRDefault="009F60A6"/>
    <w:sectPr w:rsidR="009F60A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8C"/>
    <w:rsid w:val="00171A2E"/>
    <w:rsid w:val="001A01E6"/>
    <w:rsid w:val="00304C90"/>
    <w:rsid w:val="0048738C"/>
    <w:rsid w:val="00505B6D"/>
    <w:rsid w:val="006D3977"/>
    <w:rsid w:val="007D6C18"/>
    <w:rsid w:val="009F60A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7E8B1"/>
  <w15:docId w15:val="{A013C857-895B-4AB4-9673-ED4A4492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38C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187</Words>
  <Characters>1071</Characters>
  <Application>Microsoft Office Word</Application>
  <DocSecurity>0</DocSecurity>
  <Lines>8</Lines>
  <Paragraphs>2</Paragraphs>
  <ScaleCrop>false</ScaleCrop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2021-04-14T12:00:00Z</dcterms:created>
  <dcterms:modified xsi:type="dcterms:W3CDTF">2021-04-15T12:16:00Z</dcterms:modified>
</cp:coreProperties>
</file>