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807" w:rsidRDefault="00E55807" w:rsidP="00E5580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C1DDA1F" wp14:editId="704586FD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396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39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9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0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1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5807" w:rsidRDefault="00E55807" w:rsidP="00E558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amkQX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RESsUA&#10;AADdAAAADwAAAGRycy9kb3ducmV2LnhtbESPT2vCQBTE74LfYXlCb7oxgWjTrBJKW3IQirbeH9mX&#10;P5h9G7Jbjd/eLRR6HGbmN0y+n0wvrjS6zrKC9SoCQVxZ3XGj4PvrfbkF4Tyyxt4yKbiTg/1uPssx&#10;0/bGR7qefCMChF2GClrvh0xKV7Vk0K3sQBy82o4GfZBjI/WItwA3vYyjKJUGOw4LLQ702lJ1Of0Y&#10;BTb5KA/nJj4mb7zxXHxu6/N0UOppMRUvIDxN/j/81y61gjR53sDvm/AE5O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tERK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0UNsUA&#10;AADdAAAADwAAAGRycy9kb3ducmV2LnhtbERPy2oCMRTdF/oP4Ra6Ec20wlRHoxRh+nBR8AFuL5Pr&#10;ZOzkZkhSHf36ZlHo8nDe82VvW3EmHxrHCp5GGQjiyumGawX7XTmcgAgRWWPrmBRcKcBycX83x0K7&#10;C2/ovI21SCEcClRgYuwKKUNlyGIYuY44cUfnLcYEfS21x0sKt618zrJcWmw4NRjsaGWo+t7+WAWn&#10;8sscVi+3Nz+Ybug2KNfv7Weu1OND/zoDEamP/+I/94dWkI+naW56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PRQ2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nT0sIA&#10;AADdAAAADwAAAGRycy9kb3ducmV2LnhtbESP3YrCMBCF7xd8hzCCN4umqyBajSKiIt6IPw8wNGNT&#10;bCalydr69kYQvDycn48zX7a2FA+qfeFYwd8gAUGcOV1wruB62fYnIHxA1lg6JgVP8rBcdH7mmGrX&#10;8Ike55CLOMI+RQUmhCqV0meGLPqBq4ijd3O1xRBlnUtdYxPHbSmHSTKWFguOBIMVrQ1l9/O/jZDj&#10;CI+HW3PZ7lpscHMw/Ls6KdXrtqsZiEBt+IY/7b1WMB5Np/B+E5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qdPS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j3DcMA&#10;AADdAAAADwAAAGRycy9kb3ducmV2LnhtbERPTUsDMRC9C/6HMII3m7W0W1mbFqkKpeChVRBvw2a6&#10;u7iZhGTsbv99cyh4fLzv5Xp0vTpRTJ1nA4+TAhRx7W3HjYGvz/eHJ1BJkC32nsnAmRKsV7c3S6ys&#10;H3hPp4M0KodwqtBAKxIqrVPdksM08YE4c0cfHUqGsdE24pDDXa+nRVFqhx3nhhYDbVqqfw9/zsDH&#10;8BZ2i3J+DD9xNtXp1cr3Roy5vxtfnkEJjfIvvrq31kA5K/L+/CY/Ab2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j3D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+HNsIA&#10;AADdAAAADwAAAGRycy9kb3ducmV2LnhtbESP3YrCMBCF7xd8hzCCN4umuiJSjSKisngj/jzA0IxN&#10;sZmUJtr69kYQvDycn48zX7a2FA+qfeFYwXCQgCDOnC44V3A5b/tTED4gaywdk4IneVguOj9zTLVr&#10;+EiPU8hFHGGfogITQpVK6TNDFv3AVcTRu7raYoiyzqWusYnjtpSjJJlIiwVHgsGK1oay2+luI+Tw&#10;h4f9tTlvdy02uNkb/l0dlep129UMRKA2fMOf9r9WMBknQ3i/iU9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f4c2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bM4cUA&#10;AADdAAAADwAAAGRycy9kb3ducmV2LnhtbESPQUvDQBSE70L/w/IEb3ZjqKnEbkupCiJ4aCuIt0f2&#10;NQlm3y67zyb+e1cQPA4z8w2z2kxuUGeKqfds4GZegCJuvO25NfB2fLq+A5UE2eLgmQx8U4LNenax&#10;wtr6kfd0PkirMoRTjQY6kVBrnZqOHKa5D8TZO/noULKMrbYRxwx3gy6LotIOe84LHQbaddR8Hr6c&#10;gdfxMbwsq9tT+IiLUqcHK+87MebqctregxKa5D/81362BqpFUcLvm/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Fsz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9rJBMYA&#10;AADdAAAADwAAAGRycy9kb3ducmV2LnhtbESPQWsCMRSE74X+h/AKXqRmq1VkNUotBAstFK3g9bF5&#10;7i7dvCxJdNd/bwpCj8PMfMMs171txIV8qB0reBllIIgLZ2ouFRx+9PMcRIjIBhvHpOBKAdarx4cl&#10;5sZ1vKPLPpYiQTjkqKCKsc2lDEVFFsPItcTJOzlvMSbpS2k8dgluGznOspm0WHNaqLCl94qK3/3Z&#10;Kth8d+XED4tN7z5P2+NUa6O/tFKDp/5tASJSH//D9/aHUTB7zSbw9yY9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9rJB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sLNcMA&#10;AADdAAAADwAAAGRycy9kb3ducmV2LnhtbESP0YrCMBRE3xf8h3AF39ZU6YpUo4hLYZF9WfUDLs21&#10;qTY3JYm1/r1ZWNjHYWbOMOvtYFvRkw+NYwWzaQaCuHK64VrB+VS+L0GEiKyxdUwKnhRguxm9rbHQ&#10;7sE/1B9jLRKEQ4EKTIxdIWWoDFkMU9cRJ+/ivMWYpK+l9vhIcNvKeZYtpMWG04LBjvaGqtvxbhWU&#10;h/l3f7trX7rdkFv6MNflp1FqMh52KxCRhvgf/mt/aQWLPMvh9016AnLz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sLN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/068cA&#10;AADdAAAADwAAAGRycy9kb3ducmV2LnhtbESP3WoCMRSE7wt9h3AKvSma1aqUrVFUCBUsFH+gt4fN&#10;cXfp5mRJUnd9eyMUejnMzDfMfNnbRlzIh9qxgtEwA0FcOFNzqeB01IM3ECEiG2wck4IrBVguHh/m&#10;mBvX8Z4uh1iKBOGQo4IqxjaXMhQVWQxD1xIn7+y8xZikL6Xx2CW4beQ4y2bSYs1pocKWNhUVP4df&#10;q2D91ZWv/qVY9253/vieam30p1bq+alfvYOI1Mf/8F97axTMJtkU7m/SE5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9/9Ov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Uw2cQA&#10;AADdAAAADwAAAGRycy9kb3ducmV2LnhtbESPUWvCMBSF3wX/Q7iDvWk6cUWqqYijMIYvU3/Apblr&#10;ujY3JYm1+/eLMNjj4ZzzHc5uP9lejORD61jByzIDQVw73XKj4HqpFhsQISJr7B2Tgh8KsC/nsx0W&#10;2t35k8ZzbESCcChQgYlxKKQMtSGLYekG4uR9OW8xJukbqT3eE9z2cpVlubTYclowONDRUN2db1ZB&#10;9bE6jd1N+8odprWlV/O9eTNKPT9Nhy2ISFP8D/+137WCfJ3l8HiTnoAs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VMN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yPZMIA&#10;AADdAAAADwAAAGRycy9kb3ducmV2LnhtbESP3YrCMBSE7xd8h3AE79bE9ZdqFBEUvdzqAxyaY1ts&#10;TmqTtfXtjSDs5TAz3zCrTWcr8aDGl441jIYKBHHmTMm5hst5/70A4QOywcoxaXiSh82697XCxLiW&#10;f+mRhlxECPsENRQh1ImUPivIoh+6mjh6V9dYDFE2uTQNthFuK/mj1ExaLDkuFFjTrqDslv5ZDZNn&#10;e7in05vaG0uj07g+ccimWg/63XYJIlAX/sOf9tFomE3UHN5v4hOQ6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HI9k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ECCr8A&#10;AADdAAAADwAAAGRycy9kb3ducmV2LnhtbERPy6rCMBDdC/5DGMGdpoqUazWKKIq48tbHemjGtthM&#10;ShO1/r1ZCC4P5z1ftqYST2pcaVnBaBiBIM6sLjlXcD5tB38gnEfWWFkmBW9ysFx0O3NMtH3xPz1T&#10;n4sQwi5BBYX3dSKlywoy6Ia2Jg7czTYGfYBNLnWDrxBuKjmOolgaLDk0FFjTuqDsnj6Mgkd8HZ/5&#10;dtDHdPPeTTfblZOXXKl+r13NQHhq/U/8de+1gngShbnhTXgCcvE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EQIK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7YlscA&#10;AADdAAAADwAAAGRycy9kb3ducmV2LnhtbESPQWvCQBSE74L/YXlCb7qxlaAxG2mFQuuhom0P3p7Z&#10;ZxKbfRuzW03/vSsIPQ4z8w2TLjpTizO1rrKsYDyKQBDnVldcKPj6fB1OQTiPrLG2TAr+yMEi6/dS&#10;TLS98IbOW1+IAGGXoILS+yaR0uUlGXQj2xAH72Bbgz7ItpC6xUuAm1o+RlEsDVYcFkpsaFlS/rP9&#10;NQq+19N4tn55nxxXH3t8Mvq001Ws1MOge56D8NT5//C9/aYVxJNoBrc34QnI7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+2Jb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UlJcIA&#10;AADdAAAADwAAAGRycy9kb3ducmV2LnhtbERPTYvCMBC9C/6HMMLeNNWVItVUdBdd8eSq4HVoxrbY&#10;TEoTa91fbw7CHh/ve7HsTCVaalxpWcF4FIEgzqwuOVdwPm2GMxDOI2usLJOCJzlYpv3eAhNtH/xL&#10;7dHnIoSwS1BB4X2dSOmyggy6ka2JA3e1jUEfYJNL3eAjhJtKTqIolgZLDg0F1vRVUHY73o2Cv/iC&#10;B/czWX9/ak/P6Wxr94etUh+DbjUH4anz/+K3e6cVxNNx2B/ehCcg0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ZSUl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HTBsUA&#10;AADdAAAADwAAAGRycy9kb3ducmV2LnhtbESPwWrDMBBE74X+g9hAbrVs44bUiRJKSKC3Nk4+YLG2&#10;som1si0lcfv1VaHQ4zAzb5j1drKduNHoW8cKsiQFQVw73bJRcD4dnpYgfEDW2DkmBV/kYbt5fFhj&#10;qd2dj3SrghERwr5EBU0IfSmlrxuy6BPXE0fv040WQ5SjkXrEe4TbTuZpupAWW44LDfa0a6i+VFer&#10;YHD5s56qPb5f9i8frTHF8H0slJrPptcViEBT+A//td+0gkWRZfD7Jj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8dMG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LHGcUA&#10;AADdAAAADwAAAGRycy9kb3ducmV2LnhtbESPwW7CMBBE70j9B2srcQMnlAaa4qAWCYkrtIceF3tJ&#10;0sbrNDYQ+PoaCanH0cy80SyWvW3EiTpfO1aQjhMQxNqZmksFnx/r0RyED8gGG8ek4EIelsXDYIG5&#10;cWfe0mkXShEh7HNUUIXQ5lJ6XZFFP3YtcfQOrrMYouxKaTo8R7ht5CRJMmmx5rhQYUurivTP7mgV&#10;bOo9PWf68GLn73r7df0NT7Nvo9TwsX97BRGoD//he3tjFGTTdAK3N/EJy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Asc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eRdsMA&#10;AADdAAAADwAAAGRycy9kb3ducmV2LnhtbERPW2vCMBR+H/gfwhH2NtO6IVqNZQ4GG3OCF/T10Byb&#10;YnNSmqzWf78MhD1+d75F3ttadNT6yrGCdJSAIC6crrhUcNi/P01B+ICssXZMCm7kIV8OHhaYaXfl&#10;LXW7UIpYwj5DBSaEJpPSF4Ys+pFriKN2dq3FEGFbSt3iNZbbWo6TZCItVhwXDDb0Zqi47H6sgg43&#10;t+RkVt+zz2pdjDer45eOvHoc9q9zEIH68G++pz+0gslL+gx/b+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eRd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W3YsQA&#10;AADdAAAADwAAAGRycy9kb3ducmV2LnhtbESPQUvDQBSE70L/w/IEb3bTUIqk3RYRWjxq9NDja/Y1&#10;m5p9L+yuTfTXu4LgcZiZb5jNbvK9ulKInbCBxbwARdyI7bg18P62v38AFROyxV6YDHxRhN12drPB&#10;ysrIr3StU6syhGOFBlxKQ6V1bBx5jHMZiLN3luAxZRlabQOOGe57XRbFSnvsOC84HOjJUfNRf3oD&#10;46E5Xcrz0brvMMi+fpFL2Ysxd7fT4xpUoin9h//az9bAarlYwu+b/AT0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Vt2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JUXscA&#10;AADdAAAADwAAAGRycy9kb3ducmV2LnhtbESPW2sCMRSE3wv9D+EUfKtZpVrZGsV6ARFL8dL34+a4&#10;u5qcLJtU13/fCEIfh5n5hhmOG2vEhWpfOlbQaScgiDOnS84V7HeL1wEIH5A1Gsek4EYexqPnpyGm&#10;2l15Q5dtyEWEsE9RQRFClUrps4Is+rariKN3dLXFEGWdS13jNcKtkd0k6UuLJceFAiuaFpSdt79W&#10;weJ7Zk7dr83kR4bp/P1gBqvP2Vqp1ksz+QARqAn/4Ud7qRX03zo9uL+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yVF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cHkMcA&#10;AADdAAAADwAAAGRycy9kb3ducmV2LnhtbESPQWvCQBSE70L/w/KEXqRubGuQNKsUQbRQwUah15fs&#10;Mwlm34bsNqb/vlsQPA4z8w2TrgbTiJ46V1tWMJtGIIgLq2suFZyOm6cFCOeRNTaWScEvOVgtH0Yp&#10;Jtpe+Yv6zJciQNglqKDyvk2kdEVFBt3UtsTBO9vOoA+yK6Xu8BrgppHPURRLgzWHhQpbWldUXLIf&#10;o6A/fOblrnftx2UxcfOXfLvd62+lHsfD+xsIT4O/h2/tnVYQv85i+H8Tno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7HB5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rewsgA&#10;AADdAAAADwAAAGRycy9kb3ducmV2LnhtbESPzWsCMRTE74L/Q3iCN80q1o/VKFUo9FKoHwe9PTfP&#10;3cXNyzZJddu/vhEKHoeZ+Q2zWDWmEjdyvrSsYNBPQBBnVpecKzjs33pTED4ga6wsk4If8rBatlsL&#10;TLW985Zuu5CLCGGfooIihDqV0mcFGfR9WxNH72KdwRCly6V2eI9wU8lhkoylwZLjQoE1bQrKrrtv&#10;o2A9m66/Pkf88bs9n+h0PF9fhi5RqttpXucgAjXhGf5vv2sF49FgAo838QnI5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Kt7CyAAAAN0AAAAPAAAAAAAAAAAAAAAAAJgCAABk&#10;cnMvZG93bnJldi54bWxQSwUGAAAAAAQABAD1AAAAjQMAAAAA&#10;" fillcolor="black" stroked="f"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JvsQA&#10;AADdAAAADwAAAGRycy9kb3ducmV2LnhtbERPz2vCMBS+D/wfwhN2m6niilSj6KYg6A46Dx6fzbMN&#10;bV5Kk2nnX78cBh4/vt+zRWdrcaPWG8cKhoMEBHHutOFCwel78zYB4QOyxtoxKfglD4t572WGmXZ3&#10;PtDtGAoRQ9hnqKAMocmk9HlJFv3ANcSRu7rWYoiwLaRu8R7DbS1HSZJKi4ZjQ4kNfZSUV8cfq+C8&#10;S83kYGh02T9Wa71/r1Zfn5VSr/1uOQURqAtP8b97qxWk42GcG9/EJy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cib7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USkMYA&#10;AADdAAAADwAAAGRycy9kb3ducmV2LnhtbESPQWsCMRSE70L/Q3gFb27WUkS3RpFKqZceqpZeH5vX&#10;zXY3L2sSdfXXNwXB4zAz3zDzZW9bcSIfascKxlkOgrh0uuZKwX73NpqCCBFZY+uYFFwowHLxMJhj&#10;od2ZP+m0jZVIEA4FKjAxdoWUoTRkMWSuI07ej/MWY5K+ktrjOcFtK5/yfCIt1pwWDHb0aqhstker&#10;wK++182Vj19Nfv24hPff/jBFo9TwsV+9gIjUx3v41t5oBZPn8Qz+36Qn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zUSk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fUAsMA&#10;AADdAAAADwAAAGRycy9kb3ducmV2LnhtbERP22rCQBB9F/oPyxT6InVjELWpq4hQKCiClw+YZqdJ&#10;6O5syI4a+/Xdh4KPh3NfrHrv1JW62AQ2MB5loIjLYBuuDJxPH69zUFGQLbrAZOBOEVbLp8ECCxtu&#10;fKDrUSqVQjgWaKAWaQutY1mTxzgKLXHivkPnURLsKm07vKVw73SeZVPtseHUUGNLm5rKn+PFG3D5&#10;l3vbzuJO7me9y369HIZ7a8zLc79+ByXUy0P87/60BqaTPO1Pb9IT0M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TfUAs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d+3cYA&#10;AADdAAAADwAAAGRycy9kb3ducmV2LnhtbESPQWvCQBSE70L/w/IKvenGUERSV2krQi49NKZ4fWaf&#10;2eDu25DdauqvdwuFHoeZ+YZZbUZnxYWG0HlWMJ9lIIgbrztuFdT73XQJIkRkjdYzKfihAJv1w2SF&#10;hfZX/qRLFVuRIBwKVGBi7AspQ2PIYZj5njh5Jz84jEkOrdQDXhPcWZln2UI67DgtGOzp3VBzrr6d&#10;gm3V27wuzVs4fH0cj7a87eiwVerpcXx9ARFpjP/hv3apFSye8zn8vklPQK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d+3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KvG8QA&#10;AADdAAAADwAAAGRycy9kb3ducmV2LnhtbESPQWsCMRSE7wX/Q3iCt5q4lG1ZjSKiIHiq1UNvj+S5&#10;u7p5WTapu/57Uyj0OMzMN8xiNbhG3KkLtWcNs6kCQWy8rbnUcPravX6ACBHZYuOZNDwowGo5ellg&#10;YX3Pn3Q/xlIkCIcCNVQxtoWUwVTkMEx9S5y8i+8cxiS7UtoO+wR3jcyUyqXDmtNChS1tKjK344/T&#10;cN3JgzcKzfl07vf2/XubU6O0noyH9RxEpCH+h//ae6shf8sy+H2Tno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yrxv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eorsYA&#10;AADdAAAADwAAAGRycy9kb3ducmV2LnhtbESPQWvCQBSE74X+h+UVeqsbo0hI3QQVCqWlB7WUHp/Z&#10;ZxKSfRt2V03/vVsQPA4z8w2zLEfTizM531pWMJ0kIIgrq1uuFXzv314yED4ga+wtk4I/8lAWjw9L&#10;zLW98JbOu1CLCGGfo4ImhCGX0lcNGfQTOxBH72idwRClq6V2eIlw08s0SRbSYMtxocGBNg1V3e5k&#10;FPyePvn4NftYuXX4sePed+kh65R6fhpXryACjeEevrXftYLFPJ3B/5v4BGR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eor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SKCMgA&#10;AADdAAAADwAAAGRycy9kb3ducmV2LnhtbESPT2vCQBTE70K/w/IKvZlNQxSbukoVhF4K/umh3p7Z&#10;1ySYfZvubjX207sFweMwM79hpvPetOJEzjeWFTwnKQji0uqGKwWfu9VwAsIHZI2tZVJwIQ/z2cNg&#10;ioW2Z97QaRsqESHsC1RQh9AVUvqyJoM+sR1x9L6tMxiidJXUDs8RblqZpelYGmw4LtTY0bKm8rj9&#10;NQoWL5PFzzrnj7/NYU/7r8NxlLlUqafH/u0VRKA+3MO39rtWMM6zHP7fxCcgZ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lIoIyAAAAN0AAAAPAAAAAAAAAAAAAAAAAJgCAABk&#10;cnMvZG93bnJldi54bWxQSwUGAAAAAAQABAD1AAAAjQMAAAAA&#10;" fillcolor="black" stroked="f"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TVksUA&#10;AADdAAAADwAAAGRycy9kb3ducmV2LnhtbESPQUsDMRSE70L/Q3gFbzbbqkW2TctSKIqnbVV6fd08&#10;N4ublyWJ6frvjSD0OMzMN8x6O9peJPKhc6xgPitAEDdOd9wqeH/b3z2BCBFZY++YFPxQgO1mcrPG&#10;UrsLHygdYysyhEOJCkyMQyllaAxZDDM3EGfv03mLMUvfSu3xkuG2l4uiWEqLHecFgwPtDDVfx2+r&#10;IJ13dXWfTskcXn3Velc/f5xrpW6nY7UCEWmM1/B/+0UrWD4sHuH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pNWS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GrF8YA&#10;AADdAAAADwAAAGRycy9kb3ducmV2LnhtbESPQWvCQBSE7wX/w/KE3upGKUGjq4jYYntpGwU9PrLP&#10;bDD7NmTXmPbXd4VCj8PMfMMsVr2tRUetrxwrGI8SEMSF0xWXCg77l6cpCB+QNdaOScE3eVgtBw8L&#10;zLS78Rd1eShFhLDPUIEJocmk9IUhi37kGuLonV1rMUTZllK3eItwW8tJkqTSYsVxwWBDG0PFJb9a&#10;BX682R7f7c+sO70a/sjfTPpZGqUeh/16DiJQH/7Df+2dVpA+T1K4v4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vGrF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55807" w:rsidRDefault="00E55807" w:rsidP="00E558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55807" w:rsidRDefault="00E55807" w:rsidP="00E5580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E55807" w:rsidRDefault="00E55807" w:rsidP="00E558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5807" w:rsidRDefault="00E55807" w:rsidP="00E558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5807" w:rsidRDefault="00E55807" w:rsidP="00E558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55807" w:rsidRDefault="00E55807" w:rsidP="00E5580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55807" w:rsidRDefault="00E55807" w:rsidP="00E558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55807" w:rsidRDefault="00E55807" w:rsidP="00E558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55807" w:rsidRDefault="00E55807" w:rsidP="00E558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5807" w:rsidRDefault="00E55807" w:rsidP="00E558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55807" w:rsidRDefault="00E55807" w:rsidP="00E558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5807" w:rsidRDefault="00E55807" w:rsidP="00E5580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55807" w:rsidRDefault="00E55807" w:rsidP="00E5580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5807" w:rsidRDefault="00E55807" w:rsidP="00E5580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№34</w:t>
      </w:r>
    </w:p>
    <w:p w:rsidR="00E55807" w:rsidRPr="007D2B97" w:rsidRDefault="00E55807" w:rsidP="00E55807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55807" w:rsidRPr="003937A2" w:rsidRDefault="00E55807" w:rsidP="00E5580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E55807" w:rsidRPr="003937A2" w:rsidRDefault="00E55807" w:rsidP="00E558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E55807" w:rsidRPr="003937A2" w:rsidRDefault="00E55807" w:rsidP="00E558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E55807" w:rsidRPr="003937A2" w:rsidRDefault="00E55807" w:rsidP="00E558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Нікітенко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Т.П.</w:t>
      </w:r>
    </w:p>
    <w:p w:rsidR="00E55807" w:rsidRPr="003937A2" w:rsidRDefault="00E55807" w:rsidP="00E558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55807" w:rsidRPr="003937A2" w:rsidRDefault="00E55807" w:rsidP="00E558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</w:t>
      </w:r>
      <w:r>
        <w:rPr>
          <w:rFonts w:ascii="Times New Roman" w:eastAsia="Calibri" w:hAnsi="Times New Roman" w:cs="Times New Roman"/>
          <w:sz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116,118,121,122,186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Нікітенко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Т.П.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</w:t>
      </w:r>
      <w:r>
        <w:rPr>
          <w:rFonts w:ascii="Times New Roman" w:eastAsia="Calibri" w:hAnsi="Times New Roman" w:cs="Times New Roman"/>
          <w:sz w:val="24"/>
        </w:rPr>
        <w:t>,</w:t>
      </w:r>
      <w:proofErr w:type="gramEnd"/>
    </w:p>
    <w:p w:rsidR="00E55807" w:rsidRPr="00395EA4" w:rsidRDefault="00E55807" w:rsidP="00E558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E55807" w:rsidRPr="003937A2" w:rsidRDefault="00E55807" w:rsidP="00E5580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Нікітенко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Тамарі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Петрівні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B00D21">
        <w:rPr>
          <w:rFonts w:ascii="Times New Roman" w:eastAsia="Calibri" w:hAnsi="Times New Roman" w:cs="Times New Roman"/>
          <w:sz w:val="24"/>
          <w:lang w:val="uk-UA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0,4500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га,яка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в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.Г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оловлі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E55807" w:rsidRPr="003937A2" w:rsidRDefault="00E55807" w:rsidP="00E558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Calibri" w:hAnsi="Times New Roman" w:cs="Times New Roman"/>
          <w:sz w:val="24"/>
        </w:rPr>
        <w:t>Нікітенко Т.П.</w:t>
      </w:r>
      <w:r w:rsidRPr="003937A2"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E55807" w:rsidRPr="003937A2" w:rsidRDefault="00E55807" w:rsidP="00E5580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E55807" w:rsidRPr="003937A2" w:rsidRDefault="00E55807" w:rsidP="00E5580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55807" w:rsidRPr="003937A2" w:rsidRDefault="00E55807" w:rsidP="00E558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55807" w:rsidRPr="003937A2" w:rsidRDefault="00E55807" w:rsidP="00E558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55807" w:rsidRPr="003937A2" w:rsidRDefault="00E55807" w:rsidP="00E558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55807" w:rsidRPr="003937A2" w:rsidRDefault="00E55807" w:rsidP="00E558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55807" w:rsidRPr="003937A2" w:rsidRDefault="00E55807" w:rsidP="00E5580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8496E" w:rsidRPr="00E55807" w:rsidRDefault="00E55807" w:rsidP="00E5580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98496E" w:rsidRPr="00E5580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807"/>
    <w:rsid w:val="0098496E"/>
    <w:rsid w:val="00B00D21"/>
    <w:rsid w:val="00E55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80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5580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5580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55807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80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5580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5580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55807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239</Words>
  <Characters>1367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2021-09-13T07:57:00Z</dcterms:created>
  <dcterms:modified xsi:type="dcterms:W3CDTF">2021-09-13T13:18:00Z</dcterms:modified>
</cp:coreProperties>
</file>