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4D" w:rsidRPr="00B623A8" w:rsidRDefault="0062734D" w:rsidP="0062734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7EA754" wp14:editId="1EE610A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6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734D" w:rsidRDefault="0062734D" w:rsidP="006273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1fh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0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Fvo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eg1fh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838IA&#10;AADdAAAADwAAAGRycy9kb3ducmV2LnhtbESPQYvCMBSE74L/ITzBm6a2oFKNIuKKB0Gsen80z7bY&#10;vJQmq91/vxEEj8PMfMMs152pxZNaV1lWMBlHIIhzqysuFFwvP6M5COeRNdaWScEfOViv+r0lptq+&#10;+EzPzBciQNilqKD0vkmldHlJBt3YNsTBu9vWoA+yLaRu8RXgppZxFE2lwYrDQokNbUvKH9mvUWCT&#10;/eF4K+JzsuOZ581pfr91R6WGg26zAOGp89/wp33QCpLZNIb3m/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7zf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3dSsgA&#10;AADdAAAADwAAAGRycy9kb3ducmV2LnhtbESPT0sDMRTE74LfITzBS2mzWtjWtWmRwtbag9A/4PWx&#10;eW5WNy9LkrZrP70pCB6HmfkNM1v0thUn8qFxrOBhlIEgrpxuuFZw2JfDKYgQkTW2jknBDwVYzG9v&#10;Zlhod+YtnXaxFgnCoUAFJsaukDJUhiyGkeuIk/fpvMWYpK+l9nhOcNvKxyzLpcWG04LBjpaGqu/d&#10;0Sr4Kt/Nx3JyWfnB05Yug3Lz2r7lSt3f9S/PICL18T/8115rBeNJPobrm/Q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fd1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nQcUA&#10;AADdAAAADwAAAGRycy9kb3ducmV2LnhtbESP32rCMBTG74W9QziD3chMt4ob1SgyVhm9Keoe4NAc&#10;m2JzUpqs7d5+EQZefnx/fnyb3WRbMVDvG8cKXhYJCOLK6YZrBd/n/PkdhA/IGlvHpOCXPOy2D7MN&#10;ZtqNfKThFGoRR9hnqMCE0GVS+sqQRb9wHXH0Lq63GKLsa6l7HOO4beVrkqykxYYjwWBHH4aq6+nH&#10;RkiZYllcxnN+mHDEz8LwfH9U6ulx2q9BBJrCPfzf/tIK0rfV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Cd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tXesUA&#10;AADdAAAADwAAAGRycy9kb3ducmV2LnhtbESPQUsDMRSE74L/ITyhtzZrq1XWpqW0FUTowSqIt8fm&#10;dXdx8xKS1+76741Q8DjMfDPMYjW4Tp0pptazgdtJAYq48rbl2sDH+/P4EVQSZIudZzLwQwlWy+ur&#10;BZbW9/xG54PUKpdwKtFAIxJKrVPVkMM08YE4e0cfHUqWsdY2Yp/LXaenRTHXDlvOCw0G2jRUfR9O&#10;zsC+34XXh/n9MXzFu6lOWyufGzFmdDOsn0AJDfIfvtAv1sAsM/D3Jj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1d6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crcQA&#10;AADdAAAADwAAAGRycy9kb3ducmV2LnhtbESPy2rDMBBF94X8g5hCN6WRG4MT3CjGhCQUb0IeHzBY&#10;E8vUGhlLjd2/jwqFLi/3cbjrYrKduNPgW8cK3ucJCOLa6ZYbBdfL/m0FwgdkjZ1jUvBDHorN7GmN&#10;uXYjn+h+Do2II+xzVGBC6HMpfW3Iop+7njh6NzdYDFEOjdQDjnHcdnKRJJm02HIkGOxpa6j+On/b&#10;CDmmeKxu42V/mHDEXWX4tTwp9fI8lR8gAk3hP/zX/tQK0mWWwe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SHK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VslsYA&#10;AADdAAAADwAAAGRycy9kb3ducmV2LnhtbESPQUvDQBSE70L/w/IK3uzGqonEbktpFUTwYBXE2yP7&#10;mgSzb5fdZxP/vSsIHoeZ+YZZbSY3qBPF1Hs2cLkoQBE33vbcGnh7fbi4BZUE2eLgmQx8U4LNena2&#10;wtr6kV/odJBWZQinGg10IqHWOjUdOUwLH4izd/TRoWQZW20jjhnuBr0silI77DkvdBho11Hzefhy&#10;Bp7H+/BUlTfH8BGvlzrtrbzvxJjz+bS9AyU0yX/4r/1oDVxVZQW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Vsl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YmsMA&#10;AADdAAAADwAAAGRycy9kb3ducmV2LnhtbERPW2vCMBR+F/Yfwhn4IjPdRDeqUeYgOJggXmCvh+bY&#10;FpuTkkRb//3yMPDx47svVr1txI18qB0reB1nIIgLZ2ouFZyO+uUDRIjIBhvHpOBOAVbLp8ECc+M6&#10;3tPtEEuRQjjkqKCKsc2lDEVFFsPYtcSJOztvMSboS2k8dincNvIty2bSYs2pocKWvioqLoerVbDe&#10;deXEj4p1737Om9+p1kZvtVLD5/5zDiJSHx/if/e3UTB5n6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Ym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nRMUA&#10;AADdAAAADwAAAGRycy9kb3ducmV2LnhtbESP0WoCMRRE3wX/IdxC3zRbq9ZujSKWhSK+qP2Ay+Z2&#10;s3VzsyRx3f69KQg+DjNzhlmue9uIjnyoHSt4GWcgiEuna64UfJ+K0QJEiMgaG8ek4I8CrFfDwRJz&#10;7a58oO4YK5EgHHJUYGJscylDachiGLuWOHk/zluMSfpKao/XBLeNnGTZXFqsOS0YbGlrqDwfL1ZB&#10;sZvsu/NF+8Jt+qmlmfldfBqlnp/6zQeISH18hO/tL63g9W3+Dv9v0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qdE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XCQcMA&#10;AADdAAAADwAAAGRycy9kb3ducmV2LnhtbERPXWvCMBR9F/Yfwh3sRWY6RR3VKFMIEybIVNjrpbm2&#10;xeamJJnt/r15GPh4ON/LdW8bcSMfascK3kYZCOLCmZpLBeeTfn0HESKywcYxKfijAOvV02CJuXEd&#10;f9PtGEuRQjjkqKCKsc2lDEVFFsPItcSJuzhvMSboS2k8dincNnKcZTNpsebUUGFL24qK6/HXKtgc&#10;unLih8Wmd1+Xz5+p1kbvtVIvz/3HAkSkPj7E/+6dUTCZz9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XCQ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9n8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2w2ht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hPZ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5zsIA&#10;AADdAAAADwAAAGRycy9kb3ducmV2LnhtbESP3YrCMBSE7wXfIRzBO039l9pUFkHRy60+wKE5tsXm&#10;pDZZW9/eLCzs5TAz3zDJvje1eFHrKssKZtMIBHFudcWFgtv1ONmCcB5ZY22ZFLzJwT4dDhKMte34&#10;m16ZL0SAsItRQel9E0vp8pIMuqltiIN3t61BH2RbSN1iF+CmlvMoWkuDFYeFEhs6lJQ/sh+jYPnu&#10;Ts9s9YiO2tDssmgu7POVUuNR/7UD4an3/+G/9lkrWGw2c/h9E56AT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9rnO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FScQA&#10;AADdAAAADwAAAGRycy9kb3ducmV2LnhtbESPS6vCMBSE94L/IRzB3TVVwUc1iiiK3NW1PtaH5tgW&#10;m5PSRK3//kYQXA4z8w0zXzamFA+qXWFZQb8XgSBOrS44U3A6bn8mIJxH1lhaJgUvcrBctFtzjLV9&#10;8oEeic9EgLCLUUHufRVL6dKcDLqerYiDd7W1QR9knUld4zPATSkHUTSSBgsOCzlWtM4pvSV3o+A+&#10;ugxOfP3Vf8nmtZtutisnz5lS3U6zmoHw1Phv+NPeawXD8XgI7zfhCc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oBU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LiOsgA&#10;AADdAAAADwAAAGRycy9kb3ducmV2LnhtbESPT2vCQBTE74V+h+UJ3urGKtFGV7GC0Pag+KcHb8/s&#10;M0nNvo3ZrcZv7xYKHoeZ+Q0znjamFBeqXWFZQbcTgSBOrS44U7DbLl6GIJxH1lhaJgU3cjCdPD+N&#10;MdH2ymu6bHwmAoRdggpy76tESpfmZNB1bEUcvKOtDfog60zqGq8Bbkr5GkWxNFhwWMixonlO6Wnz&#10;axR8r4bx2+r9s//ztTxgz+jzXhexUu1WMxuB8NT4R/i//aEV9AaDPvy9CU9AT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YuI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aFUsUA&#10;AADdAAAADwAAAGRycy9kb3ducmV2LnhtbESPS4vCQBCE74L/YegFbzpZXR9kHcUHq7InX+C1yfQm&#10;wUxPyIwa/fWOIOyxqKqvqPG0NoW4UuVyywo+OxEI4sTqnFMFx8NPewTCeWSNhWVScCcH00mzMcZY&#10;2xvv6Lr3qQgQdjEqyLwvYyldkpFB17ElcfD+bGXQB1mlUld4C3BTyG4UDaTBnMNChiUtMkrO+4tR&#10;8BiccOvW3fmypz3dv0Yr+7tdKdX6qGffIDzV/j/8bm+0gt5w2IfXm/AE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VoV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IncUA&#10;AADdAAAADwAAAGRycy9kb3ducmV2LnhtbESPzW7CMBCE75V4B2uRuBUHyk8bMAhVIHErhD7AKt46&#10;EfE6xAYCT48rIXEczcw3mvmytZW4UONLxwoG/QQEce50yUbB72Hz/gnCB2SNlWNScCMPy0XnbY6p&#10;dlfe0yULRkQI+xQVFCHUqZQ+L8ii77uaOHp/rrEYomyM1A1eI9xWcpgkE2mx5LhQYE3fBeXH7GwV&#10;nNxwrNtsjT/H9deuNGZ0uu9HSvW67WoGIlAbXuFne6sVfEynE/h/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Ei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nbsQA&#10;AADdAAAADwAAAGRycy9kb3ducmV2LnhtbESPwW7CMBBE70j8g7VIvYFDUQkEDCqVKnGF9sBxsZck&#10;EK9DbCDt12MkJI6jmXmjmS9bW4krNb50rGA4SEAQa2dKzhX8/nz3JyB8QDZYOSYFf+Rhueh25pgZ&#10;d+MNXbchFxHCPkMFRQh1JqXXBVn0A1cTR+/gGoshyiaXpsFbhNtKvifJWFosOS4UWNNXQfq0vVgF&#10;63JPH2N9mNrJSm92/+cwSo9Gqbde+zkDEagNr/CzvTYKRmmawuNNf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xZ2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A6MYA&#10;AADdAAAADwAAAGRycy9kb3ducmV2LnhtbESPQWvCQBCF7wX/wzKCt7rRQm1TV6mFQkutUBW9Dtlp&#10;NpidDdk1xn/vHAo9zsyb9943X/a+Vh21sQpsYDLOQBEXwVZcGtjv3u+fQMWEbLEOTAauFGG5GNzN&#10;Mbfhwj/UbVOpxIRjjgZcSk2udSwceYzj0BDL7Te0HpOMbaltixcx97WeZtmj9lixJDhs6M1Rcdqe&#10;vYEON9fs6Fbfz5/VuphuVocvK3szGvavL6AS9elf/Pf9YQ08zGZ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cA6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bE8UA&#10;AADdAAAADwAAAGRycy9kb3ducmV2LnhtbESPQUvDQBSE74L/YXmCN7sxgq2x21IKFY+a9uDxmX3N&#10;pmbfC7trE/31riB4HGbmG2a5nnyvzhRiJ2zgdlaAIm7EdtwaOOx3NwtQMSFb7IXJwBdFWK8uL5ZY&#10;WRn5lc51alWGcKzQgEtpqLSOjSOPcSYDcfaOEjymLEOrbcAxw32vy6K41x47zgsOB9o6aj7qT29g&#10;fGreT+XxzbrvMMiufpFT2Ysx11fT5hFUoin9h//az9bA3Xz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0Bs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SEDsMA&#10;AADdAAAADwAAAGRycy9kb3ducmV2LnhtbERPW2vCMBR+F/Yfwhn4pqkKs1SjeAUZk6Fz72fNse2W&#10;nJQmav335mHg48d3n85ba8SVGl85VjDoJyCIc6crLhScvra9FIQPyBqNY1JwJw/z2Utnipl2Nz7Q&#10;9RgKEUPYZ6igDKHOpPR5SRZ939XEkTu7xmKIsCmkbvAWw62RwyR5kxYrjg0l1rQqKf87XqyC7efa&#10;/A73h8W3DKvN+Mek78v1h1Ld13YxARGoDU/xv3unFYzGadwf38Qn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SED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/sLMYA&#10;AADdAAAADwAAAGRycy9kb3ducmV2LnhtbESPQWvCQBSE70L/w/IKXopurFhD6iqlUFRQqFHw+sy+&#10;JsHs25BdY/z3rlDwOMzMN8xs0ZlKtNS40rKC0TACQZxZXXKu4LD/GcQgnEfWWFkmBTdysJi/9GaY&#10;aHvlHbWpz0WAsEtQQeF9nUjpsoIMuqGtiYP3ZxuDPsgml7rBa4CbSr5H0Yc0WHJYKLCm74Kyc3ox&#10;CtrfzSlfta5en+M3NxmflsutPirVf+2+PkF46vwz/N9eaQXjaTyC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/sL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OksgA&#10;AADdAAAADwAAAGRycy9kb3ducmV2LnhtbESPQWvCQBSE74L/YXlCb7oxbW0aXUULQi8FtT3U2zP7&#10;TILZt+nuqml/fbcg9DjMzDfMbNGZRlzI+dqygvEoAUFcWF1zqeDjfT3MQPiArLGxTAq+ycNi3u/N&#10;MNf2ylu67EIpIoR9jgqqENpcSl9UZNCPbEscvaN1BkOUrpTa4TXCTSPTJJlIgzXHhQpbeqmoOO3O&#10;RsHqOVt9bR747Wd72NP+83B6TF2i1N2gW05BBOrCf/jWftUK7p+yF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zA6SyAAAAN0AAAAPAAAAAAAAAAAAAAAAAJgCAABk&#10;cnMvZG93bnJldi54bWxQSwUGAAAAAAQABAD1AAAAjQMAAAAA&#10;" fillcolor="black" stroked="f"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oB8gA&#10;AADdAAAADwAAAGRycy9kb3ducmV2LnhtbESPT2vCQBTE7wW/w/KE3uqmSjWkrqK2hUL14J+Dx9fs&#10;a7Ik+zZkt5r66V2h4HGYmd8w03lna3Gi1hvHCp4HCQji3GnDhYLD/uMpBeEDssbaMSn4Iw/zWe9h&#10;ipl2Z97SaRcKESHsM1RQhtBkUvq8JIt+4Bri6P241mKIsi2kbvEc4baWwyQZS4uG40KJDa1Kyqvd&#10;r1Vw/BqbdGto+L2+LN/1+qVabt4qpR773eIVRKAu3MP/7U+tYDRJR3B7E5+An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qWgH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OxsYA&#10;AADdAAAADwAAAGRycy9kb3ducmV2LnhtbESPQWsCMRSE7wX/Q3hCb5pViy5bo4hF2ksPtZZeH5vX&#10;zbqbl20SdfXXN4VCj8PMfMMs171txZl8qB0rmIwzEMSl0zVXCg7vu1EOIkRkja1jUnClAOvV4G6J&#10;hXYXfqPzPlYiQTgUqMDE2BVShtKQxTB2HXHyvpy3GJP0ldQeLwluWznNsrm0WHNaMNjR1lDZ7E9W&#10;gd98PjU3Pn002e31Gp6P/XeORqn7Yb95BBGpj//hv/aLVjBb5A/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XO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3O78YA&#10;AADdAAAADwAAAGRycy9kb3ducmV2LnhtbESPUWsCMRCE3wv9D2ELfZGaq6VVT6NIQRCUgtYfsF7W&#10;u6PJ5risevbXm4LQx2FmvmGm8847daY21oENvPYzUMRFsDWXBvbfy5cRqCjIFl1gMnClCPPZ48MU&#10;cxsuvKXzTkqVIBxzNFCJNLnWsajIY+yHhjh5x9B6lCTbUtsWLwnunR5k2Yf2WHNaqLChz4qKn93J&#10;G3CDgxuvh3Ej173eZL9etr0va8zzU7eYgBLq5D98b6+sgbfh6B3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3O7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f3MYA&#10;AADdAAAADwAAAGRycy9kb3ducmV2LnhtbESPQWsCMRSE74X+h/CE3mpWC1ZWo1hF2EsPbi1en5vn&#10;ZjF5WTZRt/31jVDwOMzMN8x82TsrrtSFxrOC0TADQVx53XCtYP+1fZ2CCBFZo/VMCn4owHLx/DTH&#10;XPsb7+haxlokCIccFZgY21zKUBlyGIa+JU7eyXcOY5JdLXWHtwR3Vo6zbCIdNpwWDLa0NlSdy4tT&#10;sClbO94X5iMcvj+PR1v8bumwUepl0K9mICL18RH+bxdawdv7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Nf3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19sUA&#10;AADdAAAADwAAAGRycy9kb3ducmV2LnhtbESPwWrDMBBE74X8g9hAb43UFuLgRjYlJBDoKalzyG2R&#10;trYTa2UsNXb/PioUehxm5g2zLifXiRsNofWs4XmhQBAbb1uuNVSfu6cViBCRLXaeScMPBSiL2cMa&#10;c+tHPtDtGGuRIBxy1NDE2OdSBtOQw7DwPXHyvvzgMCY51NIOOCa46+SLUkvpsOW00GBPm4bM9fjt&#10;NFx28sMbheZUnca9zc7bJXVK68f59P4GItIU/8N/7b3V8JqtMvh9k56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LX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6DqsIA&#10;AADdAAAADwAAAGRycy9kb3ducmV2LnhtbERPTYvCMBC9L/gfwix4W9NVcEvXKCoIonhYFfE424xt&#10;aTMpSdT6781B8Ph435NZZxpxI+crywq+BwkI4tzqigsFx8PqKwXhA7LGxjIpeJCH2bT3McFM2zv/&#10;0W0fChFD2GeooAyhzaT0eUkG/cC2xJG7WGcwROgKqR3eY7hp5DBJxtJgxbGhxJaWJeX1/moUnK9b&#10;vuxGm7lbhJPtDr4e/qe1Uv3Pbv4LIlAX3uKXe60VjH7SODe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voOq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ic48gA&#10;AADdAAAADwAAAGRycy9kb3ducmV2LnhtbESPS2/CMBCE75X4D9YicSsO9EEIGARIlbhUKo8D3JZ4&#10;SSLidWq7EPrr60qVehzNzDea6bw1tbiS85VlBYN+AoI4t7riQsF+9/aYgvABWWNtmRTcycN81nmY&#10;YqbtjTd03YZCRAj7DBWUITSZlD4vyaDv24Y4emfrDIYoXSG1w1uEm1oOk+RVGqw4LpTY0Kqk/LL9&#10;MgqW43T5+fHM79+b05GOh9PlZegSpXrddjEBEagN/+G/9loreBqlY/h9E5+An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aJzjyAAAAN0AAAAPAAAAAAAAAAAAAAAAAJgCAABk&#10;cnMvZG93bnJldi54bWxQSwUGAAAAAAQABAD1AAAAjQMAAAAA&#10;" fillcolor="black" stroked="f"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ZosIA&#10;AADdAAAADwAAAGRycy9kb3ducmV2LnhtbERPy2oCMRTdF/oP4Rbc1Uwr9DEaZRCK0tWoLW6vk+tk&#10;cHIzJGkc/75ZFLo8nPdiNdpeJPKhc6zgaVqAIG6c7rhV8HX4eHwDESKyxt4xKbhRgNXy/m6BpXZX&#10;3lHax1bkEA4lKjAxDqWUoTFkMUzdQJy5s/MWY4a+ldrjNYfbXj4XxYu02HFuMDjQ2lBz2f9YBem0&#10;rqtZOiaz+/RV6129+T7VSk0exmoOItIY/8V/7q1WMHt9z/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1mi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cy8cA&#10;AADdAAAADwAAAGRycy9kb3ducmV2LnhtbESPQWvCQBSE74X+h+UJ3uomCrZGVxFpi+3FGgU9PrLP&#10;bGj2bchuY+yv7xYKPQ4z8w2zWPW2Fh21vnKsIB0lIIgLpysuFRwPLw9PIHxA1lg7JgU38rBa3t8t&#10;MNPuynvq8lCKCGGfoQITQpNJ6QtDFv3INcTRu7jWYoiyLaVu8RrhtpbjJJlKixXHBYMNbQwVn/mX&#10;VeDTzfPp3X7PuvOr4V3+ZqYfpVFqOOjXcxCB+vAf/mtvtYLJ4yyF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8HM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734D" w:rsidRDefault="0062734D" w:rsidP="006273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734D" w:rsidRDefault="0062734D" w:rsidP="0062734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734D" w:rsidRDefault="0062734D" w:rsidP="006273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2734D" w:rsidRPr="004A7D10" w:rsidRDefault="0062734D" w:rsidP="006273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734D" w:rsidRDefault="0062734D" w:rsidP="006273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734D" w:rsidRPr="00540E13" w:rsidRDefault="0062734D" w:rsidP="0062734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№61</w:t>
      </w:r>
    </w:p>
    <w:p w:rsidR="0062734D" w:rsidRDefault="0062734D" w:rsidP="0062734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2734D" w:rsidRPr="00F043D3" w:rsidRDefault="0062734D" w:rsidP="006273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2734D" w:rsidRPr="00F043D3" w:rsidRDefault="0062734D" w:rsidP="0062734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62734D" w:rsidRPr="00F043D3" w:rsidRDefault="0062734D" w:rsidP="0062734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пе</w:t>
      </w:r>
      <w:r>
        <w:rPr>
          <w:rFonts w:ascii="Times New Roman" w:eastAsia="Calibri" w:hAnsi="Times New Roman" w:cs="Times New Roman"/>
          <w:b/>
          <w:sz w:val="24"/>
          <w:szCs w:val="24"/>
        </w:rPr>
        <w:t>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Болдаревій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О.О.</w:t>
      </w:r>
    </w:p>
    <w:p w:rsidR="0062734D" w:rsidRPr="00F043D3" w:rsidRDefault="0062734D" w:rsidP="0062734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2734D" w:rsidRPr="00F043D3" w:rsidRDefault="0062734D" w:rsidP="006273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>»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Болдаревої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О.О.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62734D" w:rsidRPr="00F043D3" w:rsidRDefault="0062734D" w:rsidP="006273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2734D" w:rsidRPr="00F043D3" w:rsidRDefault="0062734D" w:rsidP="006273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Болдаревій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Оксані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Олександрівні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0,1511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 за межами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62734D" w:rsidRPr="00F043D3" w:rsidRDefault="0062734D" w:rsidP="006273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Болдаревій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Оксані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Олександрівні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</w:t>
      </w:r>
      <w:r>
        <w:rPr>
          <w:rFonts w:ascii="Times New Roman" w:eastAsia="Calibri" w:hAnsi="Times New Roman" w:cs="Times New Roman"/>
          <w:sz w:val="24"/>
        </w:rPr>
        <w:t>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E026B">
        <w:rPr>
          <w:rFonts w:ascii="Times New Roman" w:eastAsia="Calibri" w:hAnsi="Times New Roman" w:cs="Times New Roman"/>
          <w:sz w:val="24"/>
          <w:lang w:val="en-US"/>
        </w:rPr>
        <w:t>________________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r w:rsidR="002E026B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2E026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0,1511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6823984000:03:018:0321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у(</w:t>
      </w:r>
      <w:proofErr w:type="spellStart"/>
      <w:proofErr w:type="gramEnd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734D" w:rsidRPr="00F043D3" w:rsidRDefault="0062734D" w:rsidP="006273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Болдаревій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О.О.,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62734D" w:rsidRPr="00F043D3" w:rsidRDefault="0062734D" w:rsidP="006273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62734D" w:rsidRPr="00F043D3" w:rsidRDefault="0062734D" w:rsidP="006273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734D" w:rsidRPr="001C52A7" w:rsidRDefault="0062734D" w:rsidP="006273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8E68DE" w:rsidRDefault="008E68DE"/>
    <w:sectPr w:rsidR="008E68D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21" w:rsidRDefault="00A70721">
      <w:pPr>
        <w:spacing w:after="0" w:line="240" w:lineRule="auto"/>
      </w:pPr>
      <w:r>
        <w:separator/>
      </w:r>
    </w:p>
  </w:endnote>
  <w:endnote w:type="continuationSeparator" w:id="0">
    <w:p w:rsidR="00A70721" w:rsidRDefault="00A70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21" w:rsidRDefault="00A70721">
      <w:pPr>
        <w:spacing w:after="0" w:line="240" w:lineRule="auto"/>
      </w:pPr>
      <w:r>
        <w:separator/>
      </w:r>
    </w:p>
  </w:footnote>
  <w:footnote w:type="continuationSeparator" w:id="0">
    <w:p w:rsidR="00A70721" w:rsidRDefault="00A707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34D"/>
    <w:rsid w:val="002E026B"/>
    <w:rsid w:val="0044203A"/>
    <w:rsid w:val="0062734D"/>
    <w:rsid w:val="008E68DE"/>
    <w:rsid w:val="00A70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34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2734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2734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2734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34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2734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2734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2734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6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2020-12-24T18:06:00Z</dcterms:created>
  <dcterms:modified xsi:type="dcterms:W3CDTF">2020-12-24T19:08:00Z</dcterms:modified>
</cp:coreProperties>
</file>