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B2C" w:rsidRDefault="00F62B2C" w:rsidP="00F62B2C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7DC5F3" wp14:editId="161FAA09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06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06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2B2C" w:rsidRDefault="00F62B2C" w:rsidP="00F62B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Pzbyr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y2d8MA&#10;AADdAAAADwAAAGRycy9kb3ducmV2LnhtbESPS4sCMRCE7wv+h9DC3taMbxknisgqHoTF172Z9Dxw&#10;0hkmUcd/bwRhj0VVfUUly9ZU4k6NKy0r6PciEMSp1SXnCs6nzc8MhPPIGivLpOBJDpaLzleCsbYP&#10;PtD96HMRIOxiVFB4X8dSurQgg65na+LgZbYx6INscqkbfAS4qeQgiibSYMlhocCa1gWl1+PNKLDD&#10;7W5/yQeH4S9PPa/+Ztml3Sv13W1XcxCeWv8f/rR3WsE4mozg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/y2d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bX4sgA&#10;AADdAAAADwAAAGRycy9kb3ducmV2LnhtbESPS2vDMBCE74X+B7GFXEIitxC3caOEEHBfh0Ie0Oti&#10;bSwn1spISuLm11eFQo/DzHzDzBa9bcWZfGgcK7gfZyCIK6cbrhXstuXoCUSIyBpbx6TgmwIs5rc3&#10;Myy0u/CazptYiwThUKACE2NXSBkqQxbD2HXEyds7bzEm6WupPV4S3LbyIctyabHhtGCwo5Wh6rg5&#10;WQWH8tN8rR6vL344XdN1WH68tu+5UoO7fvkMIlIf/8N/7TetYJLlE/h9k56An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Gptfi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wr6sMA&#10;AADdAAAADwAAAGRycy9kb3ducmV2LnhtbESP3YrCMBCF74V9hzCCN7KmrlikaxRZ1kW8kaoPMDRj&#10;U2wmpYm2vv1GELw8nJ+Ps1z3thZ3an3lWMF0koAgLpyuuFRwPm0/FyB8QNZYOyYFD/KwXn0Mlphp&#10;13FO92MoRRxhn6ECE0KTSekLQxb9xDXE0bu41mKIsi2lbrGL47aWX0mSSosVR4LBhn4MFdfjzUbI&#10;YYaH/aU7bf967PB3b3i8yZUaDfvNN4hAfXiHX+2dVjBP0hSeb+IT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wr6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tb0cYA&#10;AADdAAAADwAAAGRycy9kb3ducmV2LnhtbESPQUsDMRSE74L/ITzBm81a7LasTUtpK4jgwSoUb4/N&#10;6+7i5iUkr9313xtB8DjMzDfMcj26Xl0ops6zgftJAYq49rbjxsDH+9PdAlQSZIu9ZzLwTQnWq+ur&#10;JVbWD/xGl4M0KkM4VWigFQmV1qluyWGa+ECcvZOPDiXL2Ggbcchw1+tpUZTaYcd5ocVA25bqr8PZ&#10;GXgd9uFlXs5O4TM+THXaWTluxZjbm3HzCEpolP/wX/vZGpgV5Rx+3+Qno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tb0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8aA8EA&#10;AADdAAAADwAAAGRycy9kb3ducmV2LnhtbERPzWrCQBC+F3yHZQQvRTdaKhJdRaRK8SL+PMCQHbPB&#10;7GzIbk18+86h0OPH97/a9L5WT2pjFdjAdJKBIi6Crbg0cLvuxwtQMSFbrAOTgRdF2KwHbyvMbej4&#10;TM9LKpWEcMzRgEupybWOhSOPcRIaYuHuofWYBLalti12Eu5rPcuyufZYsTQ4bGjnqHhcfryUnD7w&#10;dLx31/2hxw6/jo7ft2djRsN+uwSVqE//4j/3tzXwmc1lrryRJ6D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/GgP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hqOMYA&#10;AADdAAAADwAAAGRycy9kb3ducmV2LnhtbESPQUsDMRSE70L/Q3gFbzZrsatdm5bSKojgwSoUb4/N&#10;6+7i5iUkz+76740geBxm5htmtRldr84UU+fZwPWsAEVce9txY+D97fHqDlQSZIu9ZzLwTQk268nF&#10;CivrB36l80EalSGcKjTQioRK61S35DDNfCDO3slHh5JlbLSNOGS46/W8KErtsOO80GKgXUv15+HL&#10;GXgZHsLzbbk4hY94M9dpb+W4E2Mup+P2HpTQKP/hv/aTNbAoyi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4hqO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v1BsQA&#10;AADdAAAADwAAAGRycy9kb3ducmV2LnhtbERPW2vCMBR+H+w/hDPYy9DUDS9Uo+ggbDBBrIKvh+bY&#10;FpuTkmS2+/fLw2CPH999tRlsK+7kQ+NYwWScgSAunWm4UnA+6dECRIjIBlvHpOCHAmzWjw8rzI3r&#10;+Uj3IlYihXDIUUEdY5dLGcqaLIax64gTd3XeYkzQV9J47FO4beVrls2kxYZTQ40dvddU3opvq2B3&#10;6Ks3/1LuBvd1/bhMtTZ6r5V6fhq2SxCRhvgv/nN/GgXTbJ72pzfp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r9Q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8K2MQA&#10;AADdAAAADwAAAGRycy9kb3ducmV2LnhtbESPUWvCMBSF34X9h3AHvmmqqJNqFFEKQ/Zitx9wae6a&#10;anNTkli7f28Ggz0ezjnf4Wz3g21FTz40jhXMphkI4srphmsFX5/FZA0iRGSNrWNS8EMB9ruX0RZz&#10;7R58ob6MtUgQDjkqMDF2uZShMmQxTF1HnLxv5y3GJH0ttcdHgttWzrNsJS02nBYMdnQ0VN3Ku1VQ&#10;nOcf/e2ufeEOw8LS0lzXJ6PU+HU4bEBEGuJ/+K/9rhUss7cZ/L5JT0D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fCt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XO6sYA&#10;AADdAAAADwAAAGRycy9kb3ducmV2LnhtbESPQWsCMRSE7wX/Q3hCL6JZLVbZGkULoUILpSp4fWye&#10;u0s3L0uSutt/bwpCj8PMfMOsNr1txJV8qB0rmE4yEMSFMzWXCk5HPV6CCBHZYOOYFPxSgM168LDC&#10;3LiOv+h6iKVIEA45KqhibHMpQ1GRxTBxLXHyLs5bjEn6UhqPXYLbRs6y7FlarDktVNjSa0XF9+HH&#10;Kth9duWTHxW73r1f3s5zrY3+0Eo9DvvtC4hIffwP39t7o2CeLWbw9yY9Abm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XO6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ExNMQA&#10;AADdAAAADwAAAGRycy9kb3ducmV2LnhtbESP3WoCMRSE7wu+QzhC72pW6x9bo4hloYg32j7AYXPc&#10;bN2cLElct2/fCIKXw8x8w6w2vW1ERz7UjhWMRxkI4tLpmisFP9/F2xJEiMgaG8ek4I8CbNaDlxXm&#10;2t34SN0pViJBOOSowMTY5lKG0pDFMHItcfLOzluMSfpKao+3BLeNnGTZXFqsOS0YbGlnqLycrlZB&#10;sZ8custV+8Jt+6mlmfldfhqlXof99gNEpD4+w4/2l1YwyxbvcH+TnoB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BMT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2zZsIA&#10;AADdAAAADwAAAGRycy9kb3ducmV2LnhtbESP0YrCMBRE3wX/IVzBN01crUrXKCIo6+NWP+DS3G2L&#10;zU1tsrb+/UYQ9nGYmTPMZtfbWjyo9ZVjDbOpAkGcO1NxoeF6OU7WIHxANlg7Jg1P8rDbDgcbTI3r&#10;+JseWShEhLBPUUMZQpNK6fOSLPqpa4ij9+NaiyHKtpCmxS7CbS0/lFpKixXHhRIbOpSU37Jfq2Hx&#10;7E73LLmpo7E0O8+bM4c80Xo86vefIAL14T/8bn8ZDYlaLeD1Jj4B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LbNm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MP4cMA&#10;AADdAAAADwAAAGRycy9kb3ducmV2LnhtbESPzarCMBSE94LvEI7gTlMF/3qNIooirrR67/rQHNty&#10;m5PSRK1vbwTB5TAz3zDzZWNKcafaFZYVDPoRCOLU6oIzBZfztjcF4TyyxtIyKXiSg+Wi3ZpjrO2D&#10;T3RPfCYChF2MCnLvq1hKl+Zk0PVtRRy8q60N+iDrTOoaHwFuSjmMorE0WHBYyLGidU7pf3IzCm7j&#10;v+GFrwd9TDbP3WyzXTn5mynV7TSrHxCeGv8Nf9p7rWAUTUbwfhOegF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vMP4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LukcgA&#10;AADdAAAADwAAAGRycy9kb3ducmV2LnhtbESPzW7CMBCE70i8g7VIvYFDWwKkGNRWqgQcivg7cFvi&#10;bRIar9PYhfTtayQkjqOZ+UYzmTWmFGeqXWFZQb8XgSBOrS44U7DbfnRHIJxH1lhaJgV/5GA2bbcm&#10;mGh74TWdNz4TAcIuQQW591UipUtzMuh6tiIO3petDfog60zqGi8Bbkr5GEWxNFhwWMixovec0u/N&#10;r1GwX43i8ept8Xxafh7xyeifgy5ipR46zesLCE+Nv4dv7blWMIiGMVzfhCcgp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gu6R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aJ+cYA&#10;AADdAAAADwAAAGRycy9kb3ducmV2LnhtbESPQWvCQBSE70L/w/IK3nTTaKNEV7EtxtKTtQWvj+xr&#10;Esy+DdltjP56Vyj0OMzMN8xy3ZtadNS6yrKCp3EEgji3uuJCwffXdjQH4TyyxtoyKbiQg/XqYbDE&#10;VNszf1J38IUIEHYpKii9b1IpXV6SQTe2DXHwfmxr0AfZFlK3eA5wU8s4ihJpsOKwUGJDryXlp8Ov&#10;UXBNjrh3u/jlbaI9XabzzH7sM6WGj/1mAcJT7//Df+13reA5ms3g/iY8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aJ+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FOM8EA&#10;AADdAAAADwAAAGRycy9kb3ducmV2LnhtbERPy4rCMBTdC/5DuII7TUd8dowyDA7MTlv9gEtzTYvN&#10;TW2idubrzUJweTjv9baztbhT6yvHCj7GCQjiwumKjYLT8We0BOEDssbaMSn4Iw/bTb+3xlS7B2d0&#10;z4MRMYR9igrKEJpUSl+UZNGPXUMcubNrLYYIWyN1i48Ybms5SZK5tFhxbCixoe+Sikt+swqubjLT&#10;Xb7D/WW3OlTGTK//2VSp4aD7+gQRqAtv8cv9qxXMkkWcG9/EJyA3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3xTjP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xhwMYA&#10;AADdAAAADwAAAGRycy9kb3ducmV2LnhtbESPzW7CMBCE75X6DtZW4lacFvGX4kQtEhJXoIcet/aS&#10;BOJ1GrtJ4OkxUqUeRzPzjWaVD7YWHbW+cqzgZZyAINbOVFwo+DxsnhcgfEA2WDsmBRfykGePDytM&#10;jet5R90+FCJC2KeooAyhSaX0uiSLfuwa4ugdXWsxRNkW0rTYR7it5WuSzKTFiuNCiQ2tS9Ln/a9V&#10;sK2+aTrTx6VdfOjd1/UnTOYno9ToaXh/AxFoCP/hv/bWKJgm8yXc38QnI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5xhw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pLjsYA&#10;AADdAAAADwAAAGRycy9kb3ducmV2LnhtbESPT0sDMRDF70K/QxjBm00sWOratNiCoPQPWEWvw2bc&#10;LG4myyZut9++cyj0ODNv3nu/+XIIjeqpS3VkCw9jA4q4jK7mysLX5+v9DFTKyA6byGThRAmWi9HN&#10;HAsXj/xB/SFXSkw4FWjB59wWWqfSU8A0ji2x3H5jFzDL2FXadXgU89DoiTFTHbBmSfDY0tpT+Xf4&#10;DxZ63J/Mj1/tnt7rbTnZr743Tvb27nZ4eQaVachX8eX7zVl4NDPpLzRCAnpx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npLjs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1QdcQA&#10;AADdAAAADwAAAGRycy9kb3ducmV2LnhtbESPQUvDQBSE74L/YXmCN7tpQCmx21IKLR41evD4zL5m&#10;U7Pvhd1tk/bXu4LgcZiZb5jlevK9OlOInbCB+awARdyI7bg18PG+e1iAignZYi9MBi4UYb26vVli&#10;ZWXkNzrXqVUZwrFCAy6lodI6No48xpkMxNk7SPCYsgyttgHHDPe9LoviSXvsOC84HGjrqPmuT97A&#10;uG++juXh07prGGRXv8qx7MWY+7tp8wwq0ZT+w3/tF2vgsVjM4fdNfgJ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NUHX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SIpccA&#10;AADdAAAADwAAAGRycy9kb3ducmV2LnhtbESPW2vCQBSE3wv9D8sp+FY3DVhDdBXrBYpYirf3Y/aY&#10;pN09G7Krxn/fLRT6OMzMN8x42lkjrtT62rGCl34CgrhwuuZSwWG/es5A+ICs0TgmBXfyMJ08Powx&#10;1+7GW7ruQikihH2OCqoQmlxKX1Rk0fddQxy9s2sthijbUuoWbxFujUyT5FVarDkuVNjQvKLie3ex&#10;ClafC/OVfmxnRxnmy+HJZOu3xUap3lM3G4EI1IX/8F/7XSsYJFkKv2/iE5CT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K0iK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/gh8cA&#10;AADdAAAADwAAAGRycy9kb3ducmV2LnhtbESPQWvCQBSE7wX/w/IKXkqzUbGENKuIICq0oGmh15fs&#10;axLMvg3ZNcZ/3y0Uehxm5hsmW4+mFQP1rrGsYBbFIIhLqxuuFHx+7J4TEM4ja2wtk4I7OVivJg8Z&#10;ptre+ExD7isRIOxSVFB736VSurImgy6yHXHwvm1v0AfZV1L3eAtw08p5HL9Igw2HhRo72tZUXvKr&#10;UTCc3orqMLjueEme3HJR7Pfv+kup6eO4eQXhafT/4b/2QStYxskCft+EJy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Rf4If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cEOscA&#10;AADdAAAADwAAAGRycy9kb3ducmV2LnhtbESPQWsCMRSE7wX/Q3hCbzVRtKyrUWqh4EVQ20O9PTfP&#10;3cXNyzZJddtf3whCj8PMfMPMl51txIV8qB1rGA4UCOLCmZpLDR/vb08ZiBCRDTaOScMPBVgueg9z&#10;zI278o4u+1iKBOGQo4YqxjaXMhQVWQwD1xIn7+S8xZikL6XxeE1w28iRUs/SYs1pocKWXisqzvtv&#10;q2E1zVZf2zFvfnfHAx0+j+fJyCutH/vdywxEpC7+h+/ttdEwUdkYbm/S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sXBDrHAAAA3QAAAA8AAAAAAAAAAAAAAAAAmAIAAGRy&#10;cy9kb3ducmV2LnhtbFBLBQYAAAAABAAEAPUAAACMAwAAAAA=&#10;" fillcolor="black" stroked="f"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Jir8cA&#10;AADdAAAADwAAAGRycy9kb3ducmV2LnhtbESPQWvCQBSE74L/YXmCN90oRELqKtW2IGgP2h56fM2+&#10;Jkuyb0N2q9Ff7xaEHoeZ+YZZrnvbiDN13jhWMJsmIIgLpw2XCj4/3iYZCB+QNTaOScGVPKxXw8ES&#10;c+0ufKTzKZQiQtjnqKAKoc2l9EVFFv3UtcTR+3GdxRBlV0rd4SXCbSPnSbKQFg3HhQpb2lZU1Kdf&#10;q+BrvzDZ0dD8+3DbvOpDWm/eX2qlxqP++QlEoD78hx/tnVaQJlkKf2/iE5C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yYq/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XCbcUA&#10;AADdAAAADwAAAGRycy9kb3ducmV2LnhtbESPQWsCMRSE70L/Q3iF3jSpoCxbo0hL0UsPVUuvj83r&#10;Zrubl20SdfXXN4WCx2FmvmEWq8F14kQhNp41PE4UCOLKm4ZrDYf967gAEROywc4zabhQhNXybrTA&#10;0vgzv9Npl2qRIRxL1GBT6kspY2XJYZz4njh7Xz44TFmGWpqA5wx3nZwqNZcOG84LFnt6tlS1u6PT&#10;ENafL+2Vjx+tur5d4uZ7+CnQav1wP6yfQCQa0i38394aDTNVzOHvTX4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RcJt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3CRMUA&#10;AADdAAAADwAAAGRycy9kb3ducmV2LnhtbESPUWsCMRCE34X+h7CFvkhNKrTqaZRSKBSUgtYfsF7W&#10;u6PJ5rhs9fTXN4WCj8PMfMMsVn3w6kRdaiJbeBoZUMRldA1XFvZf749TUEmQHfrIZOFCCVbLu8EC&#10;CxfPvKXTTiqVIZwKtFCLtIXWqawpYBrFljh7x9gFlCy7SrsOzxkevB4b86IDNpwXamzprabye/cT&#10;LPjxwc/Wk7SRy15vzDXIdvjprH2471/noIR6uYX/2x/OwrOZTuDvTX4C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XcJE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5ZcsMA&#10;AADdAAAADwAAAGRycy9kb3ducmV2LnhtbERPz2vCMBS+C/sfwhvspumEDekaRSdCLx7sHF5fm2dT&#10;TF5Kk2nnX28Ogx0/vt/FanRWXGkInWcFr7MMBHHjdcetguPXbroAESKyRuuZFPxSgNXyaVJgrv2N&#10;D3StYitSCIccFZgY+1zK0BhyGGa+J07c2Q8OY4JDK/WAtxTurJxn2bt02HFqMNjTp6HmUv04Bduq&#10;t/NjaTbh9L2va1ved3TaKvXyPK4/QEQa47/4z11qBW/ZIs1Nb9ITkM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U5Zcs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WzWMUA&#10;AADdAAAADwAAAGRycy9kb3ducmV2LnhtbESPzWrDMBCE74G+g9hCb4nUQhPXjWxKSSCQU/Nz6G2R&#10;trZba2UsJXbePgoUchxm5htmWY6uFWfqQ+NZw/NMgSA23jZcaTjs19MMRIjIFlvPpOFCAcriYbLE&#10;3PqBv+i8i5VIEA45aqhj7HIpg6nJYZj5jjh5P753GJPsK2l7HBLctfJFqbl02HBaqLGjz5rM3+7k&#10;NPyu5dYbheZ4OA4bu/hezalVWj89jh/vICKN8R7+b2+shleVvcHtTXoCsr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lbNY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8uNsIA&#10;AADdAAAADwAAAGRycy9kb3ducmV2LnhtbERPTYvCMBC9L/gfwgje1nQVRbtGcRcEUTysLuJxbMa2&#10;tJmUJGr99+YgeHy879miNbW4kfOlZQVf/QQEcWZ1ybmC/8PqcwLCB2SNtWVS8CAPi3nnY4aptnf+&#10;o9s+5CKGsE9RQRFCk0rps4IM+r5tiCN3sc5giNDlUju8x3BTy0GSjKXBkmNDgQ39FpRV+6tRcLpu&#10;+bIbbpbuJxxte/DV4DyplOp12+U3iEBteItf7rVWMEqmcX98E5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by42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kxf8YA&#10;AADdAAAADwAAAGRycy9kb3ducmV2LnhtbESPQWsCMRSE74L/IbxCb5ooVXRrFBUKXoRqe6i35+Z1&#10;d3Hzsiaprv56Uyj0OMzMN8xs0dpaXMiHyrGGQV+BIM6dqbjQ8Pnx1puACBHZYO2YNNwowGLe7cww&#10;M+7KO7rsYyEShEOGGsoYm0zKkJdkMfRdQ5y8b+ctxiR9IY3Ha4LbWg6VGkuLFaeFEhtal5Sf9j9W&#10;w2o6WZ3fX3h73x0PdPg6nkZDr7R+fmqXryAitfE//NfeGA0jNR3A75v0BOT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rkxf8YAAADdAAAADwAAAAAAAAAAAAAAAACYAgAAZHJz&#10;L2Rvd25yZXYueG1sUEsFBgAAAAAEAAQA9QAAAIsDAAAAAA==&#10;" fillcolor="black" stroked="f"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dVCcUA&#10;AADdAAAADwAAAGRycy9kb3ducmV2LnhtbESPQUsDMRSE74L/ITzBm81asdS1aVkKonja1orX183r&#10;ZunmZUliuv77plDwOMzMN8xiNdpeJPKhc6zgcVKAIG6c7rhVsPt6e5iDCBFZY++YFPxRgNXy9maB&#10;pXYn3lDaxlZkCIcSFZgYh1LK0BiyGCZuIM7ewXmLMUvfSu3xlOG2l9OimEmLHecFgwOtDTXH7a9V&#10;kPbrunpKP8lsPn3Vele/f+9rpe7vxuoVRKQx/oev7Q+t4Ll4mcLlTX4Cc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F1UJ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wQYMYA&#10;AADdAAAADwAAAGRycy9kb3ducmV2LnhtbESPQWvCQBSE7wX/w/IEb3VjpaLRVYpoqb1o00I9PrLP&#10;bDD7NmS3Mfrr3UKhx2FmvmEWq85WoqXGl44VjIYJCOLc6ZILBV+f28cpCB+QNVaOScGVPKyWvYcF&#10;ptpd+IPaLBQiQtinqMCEUKdS+tyQRT90NXH0Tq6xGKJsCqkbvES4reRTkkykxZLjgsGa1obyc/Zj&#10;FfjRevP9bm+z9vhqeJ/tzORQGKUG/e5lDiJQF/7Df+03reA5mY3h9018AnJ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9wQY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62B2C" w:rsidRDefault="00F62B2C" w:rsidP="00F62B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62B2C" w:rsidRDefault="00F62B2C" w:rsidP="00F62B2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F62B2C" w:rsidRDefault="00F62B2C" w:rsidP="00F62B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2B2C" w:rsidRDefault="00F62B2C" w:rsidP="00F62B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2B2C" w:rsidRDefault="00F62B2C" w:rsidP="00F62B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62B2C" w:rsidRDefault="00F62B2C" w:rsidP="00F62B2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62B2C" w:rsidRDefault="00F62B2C" w:rsidP="00F62B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62B2C" w:rsidRDefault="00F62B2C" w:rsidP="00F62B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62B2C" w:rsidRDefault="00F62B2C" w:rsidP="00F62B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2B2C" w:rsidRDefault="00F62B2C" w:rsidP="00F62B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62B2C" w:rsidRDefault="00F62B2C" w:rsidP="00F62B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2B2C" w:rsidRDefault="00F62B2C" w:rsidP="00F62B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62B2C" w:rsidRDefault="00F62B2C" w:rsidP="00F62B2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2B2C" w:rsidRPr="008D4D0B" w:rsidRDefault="00F62B2C" w:rsidP="00F62B2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8D4D0B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8D4D0B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№78</w:t>
      </w:r>
    </w:p>
    <w:p w:rsidR="00F62B2C" w:rsidRDefault="00F62B2C" w:rsidP="00F62B2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F62B2C" w:rsidRPr="008376CE" w:rsidRDefault="00F62B2C" w:rsidP="00F62B2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внесення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змін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до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</w:rPr>
        <w:t>р</w:t>
      </w:r>
      <w:proofErr w:type="gramEnd"/>
      <w:r>
        <w:rPr>
          <w:rFonts w:ascii="Times New Roman" w:eastAsia="Calibri" w:hAnsi="Times New Roman" w:cs="Times New Roman"/>
          <w:b/>
          <w:sz w:val="24"/>
        </w:rPr>
        <w:t>ішення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ХХХХІ</w:t>
      </w:r>
      <w:r w:rsidRPr="008376CE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сесії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сільської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F62B2C" w:rsidRPr="008376CE" w:rsidRDefault="00F62B2C" w:rsidP="00F62B2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376CE">
        <w:rPr>
          <w:rFonts w:ascii="Times New Roman" w:eastAsia="Calibri" w:hAnsi="Times New Roman" w:cs="Times New Roman"/>
          <w:b/>
          <w:sz w:val="24"/>
        </w:rPr>
        <w:t xml:space="preserve">ради </w:t>
      </w:r>
      <w:r>
        <w:rPr>
          <w:rFonts w:ascii="Times New Roman" w:eastAsia="Calibri" w:hAnsi="Times New Roman" w:cs="Times New Roman"/>
          <w:b/>
          <w:sz w:val="24"/>
          <w:lang w:val="en-US"/>
        </w:rPr>
        <w:t>VII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скликання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№21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від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23.09.2020</w:t>
      </w:r>
      <w:r w:rsidRPr="008376CE">
        <w:rPr>
          <w:rFonts w:ascii="Times New Roman" w:eastAsia="Calibri" w:hAnsi="Times New Roman" w:cs="Times New Roman"/>
          <w:b/>
          <w:sz w:val="24"/>
        </w:rPr>
        <w:t xml:space="preserve"> року </w:t>
      </w:r>
    </w:p>
    <w:p w:rsidR="00F62B2C" w:rsidRPr="008376CE" w:rsidRDefault="00F62B2C" w:rsidP="00F62B2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376CE">
        <w:rPr>
          <w:rFonts w:ascii="Times New Roman" w:eastAsia="Calibri" w:hAnsi="Times New Roman" w:cs="Times New Roman"/>
          <w:b/>
          <w:sz w:val="24"/>
        </w:rPr>
        <w:t xml:space="preserve">«Про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F62B2C" w:rsidRPr="008376CE" w:rsidRDefault="00F62B2C" w:rsidP="00F62B2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8376CE">
        <w:rPr>
          <w:rFonts w:ascii="Times New Roman" w:eastAsia="Calibri" w:hAnsi="Times New Roman" w:cs="Times New Roman"/>
          <w:b/>
          <w:sz w:val="24"/>
        </w:rPr>
        <w:t xml:space="preserve">  </w:t>
      </w:r>
    </w:p>
    <w:p w:rsidR="00F62B2C" w:rsidRPr="008376CE" w:rsidRDefault="00F62B2C" w:rsidP="00F62B2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Супрунець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П.П.</w:t>
      </w:r>
      <w:r w:rsidRPr="008376CE">
        <w:rPr>
          <w:rFonts w:ascii="Times New Roman" w:eastAsia="Calibri" w:hAnsi="Times New Roman" w:cs="Times New Roman"/>
          <w:b/>
          <w:sz w:val="24"/>
        </w:rPr>
        <w:t>»</w:t>
      </w:r>
    </w:p>
    <w:p w:rsidR="00F62B2C" w:rsidRPr="008376CE" w:rsidRDefault="00F62B2C" w:rsidP="00F62B2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F62B2C" w:rsidRPr="008376CE" w:rsidRDefault="00F62B2C" w:rsidP="00F62B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376CE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8376CE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8376CE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8376CE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>», статей 12,</w:t>
      </w:r>
      <w:r>
        <w:rPr>
          <w:rFonts w:ascii="Times New Roman" w:eastAsia="Calibri" w:hAnsi="Times New Roman" w:cs="Times New Roman"/>
          <w:sz w:val="24"/>
        </w:rPr>
        <w:t>116,  118, 121,186</w:t>
      </w:r>
      <w:r w:rsidRPr="008376CE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Супрунець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П.П., </w:t>
      </w:r>
      <w:r w:rsidRPr="008376C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рада </w:t>
      </w:r>
    </w:p>
    <w:p w:rsidR="00F62B2C" w:rsidRPr="008376CE" w:rsidRDefault="00F62B2C" w:rsidP="00F62B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376CE">
        <w:rPr>
          <w:rFonts w:ascii="Times New Roman" w:eastAsia="Calibri" w:hAnsi="Times New Roman" w:cs="Times New Roman"/>
          <w:sz w:val="24"/>
        </w:rPr>
        <w:t>ВИРІШИЛА:</w:t>
      </w:r>
    </w:p>
    <w:p w:rsidR="00F62B2C" w:rsidRPr="008376CE" w:rsidRDefault="00F62B2C" w:rsidP="00F62B2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1.Внести  </w:t>
      </w:r>
      <w:proofErr w:type="spellStart"/>
      <w:r>
        <w:rPr>
          <w:rFonts w:ascii="Times New Roman" w:eastAsia="Calibri" w:hAnsi="Times New Roman" w:cs="Times New Roman"/>
          <w:sz w:val="24"/>
        </w:rPr>
        <w:t>зміни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до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</w:rPr>
        <w:t>р</w:t>
      </w:r>
      <w:proofErr w:type="gramEnd"/>
      <w:r>
        <w:rPr>
          <w:rFonts w:ascii="Times New Roman" w:eastAsia="Calibri" w:hAnsi="Times New Roman" w:cs="Times New Roman"/>
          <w:sz w:val="24"/>
        </w:rPr>
        <w:t>ішення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ХХХХІ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ради </w:t>
      </w:r>
      <w:r>
        <w:rPr>
          <w:rFonts w:ascii="Times New Roman" w:eastAsia="Calibri" w:hAnsi="Times New Roman" w:cs="Times New Roman"/>
          <w:sz w:val="24"/>
          <w:lang w:val="en-US"/>
        </w:rPr>
        <w:t>VII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скликання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№21 </w:t>
      </w:r>
      <w:proofErr w:type="spellStart"/>
      <w:r>
        <w:rPr>
          <w:rFonts w:ascii="Times New Roman" w:eastAsia="Calibri" w:hAnsi="Times New Roman" w:cs="Times New Roman"/>
          <w:sz w:val="24"/>
        </w:rPr>
        <w:t>від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23.09.2020</w:t>
      </w:r>
      <w:r w:rsidRPr="008376CE">
        <w:rPr>
          <w:rFonts w:ascii="Times New Roman" w:eastAsia="Calibri" w:hAnsi="Times New Roman" w:cs="Times New Roman"/>
          <w:sz w:val="24"/>
        </w:rPr>
        <w:t xml:space="preserve"> року «Про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надання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дозволу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діл</w:t>
      </w:r>
      <w:r>
        <w:rPr>
          <w:rFonts w:ascii="Times New Roman" w:eastAsia="Calibri" w:hAnsi="Times New Roman" w:cs="Times New Roman"/>
          <w:sz w:val="24"/>
        </w:rPr>
        <w:t>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Супрунець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П.П.</w:t>
      </w:r>
      <w:r w:rsidRPr="008376CE">
        <w:rPr>
          <w:rFonts w:ascii="Times New Roman" w:eastAsia="Calibri" w:hAnsi="Times New Roman" w:cs="Times New Roman"/>
          <w:sz w:val="24"/>
        </w:rPr>
        <w:t>» слова т</w:t>
      </w:r>
      <w:r>
        <w:rPr>
          <w:rFonts w:ascii="Times New Roman" w:eastAsia="Calibri" w:hAnsi="Times New Roman" w:cs="Times New Roman"/>
          <w:sz w:val="24"/>
        </w:rPr>
        <w:t xml:space="preserve">а </w:t>
      </w:r>
      <w:proofErr w:type="spellStart"/>
      <w:r>
        <w:rPr>
          <w:rFonts w:ascii="Times New Roman" w:eastAsia="Calibri" w:hAnsi="Times New Roman" w:cs="Times New Roman"/>
          <w:sz w:val="24"/>
        </w:rPr>
        <w:t>цифри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номер 682398400:03:002:0165»</w:t>
      </w:r>
      <w:r w:rsidRPr="008376CE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</w:rPr>
        <w:t>замінити</w:t>
      </w:r>
      <w:proofErr w:type="spellEnd"/>
      <w:r w:rsidRPr="008376CE">
        <w:rPr>
          <w:rFonts w:ascii="Times New Roman" w:eastAsia="Calibri" w:hAnsi="Times New Roman" w:cs="Times New Roman"/>
          <w:sz w:val="24"/>
        </w:rPr>
        <w:t xml:space="preserve"> на слова т</w:t>
      </w:r>
      <w:r>
        <w:rPr>
          <w:rFonts w:ascii="Times New Roman" w:eastAsia="Calibri" w:hAnsi="Times New Roman" w:cs="Times New Roman"/>
          <w:sz w:val="24"/>
        </w:rPr>
        <w:t xml:space="preserve">а </w:t>
      </w:r>
      <w:proofErr w:type="spellStart"/>
      <w:r>
        <w:rPr>
          <w:rFonts w:ascii="Times New Roman" w:eastAsia="Calibri" w:hAnsi="Times New Roman" w:cs="Times New Roman"/>
          <w:sz w:val="24"/>
        </w:rPr>
        <w:t>цифри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номер 682398400:03:002:0176</w:t>
      </w:r>
      <w:r w:rsidRPr="008376CE">
        <w:rPr>
          <w:rFonts w:ascii="Times New Roman" w:eastAsia="Calibri" w:hAnsi="Times New Roman" w:cs="Times New Roman"/>
          <w:sz w:val="24"/>
        </w:rPr>
        <w:t>»</w:t>
      </w:r>
      <w:r>
        <w:rPr>
          <w:rFonts w:ascii="Times New Roman" w:eastAsia="Calibri" w:hAnsi="Times New Roman" w:cs="Times New Roman"/>
          <w:sz w:val="24"/>
        </w:rPr>
        <w:t>.</w:t>
      </w:r>
    </w:p>
    <w:p w:rsidR="00F62B2C" w:rsidRPr="008376CE" w:rsidRDefault="00F62B2C" w:rsidP="00F62B2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        2. Даний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дійсний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протязі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року з дня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Calibri" w:hAnsi="Times New Roman" w:cs="Times New Roman"/>
          <w:sz w:val="24"/>
          <w:szCs w:val="24"/>
        </w:rPr>
        <w:t>даного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376CE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8376CE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8376C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62B2C" w:rsidRPr="008376CE" w:rsidRDefault="00F62B2C" w:rsidP="00F62B2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376CE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8376CE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8376CE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8376CE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</w:t>
      </w:r>
      <w:r w:rsidRPr="008376CE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F62B2C" w:rsidRPr="008376CE" w:rsidRDefault="00F62B2C" w:rsidP="00F62B2C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62B2C" w:rsidRPr="008376CE" w:rsidRDefault="00F62B2C" w:rsidP="00F62B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62B2C" w:rsidRPr="008376CE" w:rsidRDefault="00F62B2C" w:rsidP="00F62B2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F62B2C" w:rsidRPr="008376CE" w:rsidRDefault="00F62B2C" w:rsidP="00F62B2C">
      <w:pPr>
        <w:rPr>
          <w:rFonts w:ascii="Calibri" w:eastAsia="Times New Roman" w:hAnsi="Calibri" w:cs="Times New Roman"/>
          <w:b/>
        </w:rPr>
      </w:pPr>
    </w:p>
    <w:p w:rsidR="0081447C" w:rsidRPr="00F62B2C" w:rsidRDefault="00F62B2C">
      <w:pPr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8376CE">
        <w:rPr>
          <w:rFonts w:ascii="Times New Roman" w:eastAsia="Times New Roman" w:hAnsi="Times New Roman" w:cs="Times New Roman"/>
          <w:sz w:val="24"/>
          <w:szCs w:val="24"/>
        </w:rPr>
        <w:t>Сільський</w:t>
      </w:r>
      <w:proofErr w:type="spellEnd"/>
      <w:r w:rsidRPr="008376CE">
        <w:rPr>
          <w:rFonts w:ascii="Times New Roman" w:eastAsia="Times New Roman" w:hAnsi="Times New Roman" w:cs="Times New Roman"/>
          <w:sz w:val="24"/>
          <w:szCs w:val="24"/>
        </w:rPr>
        <w:t xml:space="preserve">   голова                                                                            </w:t>
      </w:r>
      <w:proofErr w:type="spellStart"/>
      <w:r w:rsidRPr="008376CE">
        <w:rPr>
          <w:rFonts w:ascii="Times New Roman" w:eastAsia="Times New Roman" w:hAnsi="Times New Roman" w:cs="Times New Roman"/>
          <w:sz w:val="24"/>
          <w:szCs w:val="24"/>
        </w:rPr>
        <w:t>Валерій</w:t>
      </w:r>
      <w:proofErr w:type="spellEnd"/>
      <w:r w:rsidRPr="008376CE">
        <w:rPr>
          <w:rFonts w:ascii="Times New Roman" w:eastAsia="Times New Roman" w:hAnsi="Times New Roman" w:cs="Times New Roman"/>
          <w:sz w:val="24"/>
          <w:szCs w:val="24"/>
        </w:rPr>
        <w:t xml:space="preserve">   МИХАЛЮК</w:t>
      </w:r>
      <w:bookmarkStart w:id="0" w:name="_GoBack"/>
      <w:bookmarkEnd w:id="0"/>
    </w:p>
    <w:sectPr w:rsidR="0081447C" w:rsidRPr="00F62B2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B2C"/>
    <w:rsid w:val="0081447C"/>
    <w:rsid w:val="00F62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2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62B2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62B2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62B2C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B2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62B2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62B2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62B2C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231</Words>
  <Characters>1317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2021-09-13T10:41:00Z</dcterms:created>
  <dcterms:modified xsi:type="dcterms:W3CDTF">2021-09-13T10:41:00Z</dcterms:modified>
</cp:coreProperties>
</file>