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4498" w:rsidRDefault="00634498" w:rsidP="00634498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34498" w:rsidRDefault="00634498" w:rsidP="00634498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634498" w:rsidRDefault="00634498" w:rsidP="0063449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A18B93" wp14:editId="2F747094">
                <wp:simplePos x="0" y="0"/>
                <wp:positionH relativeFrom="column">
                  <wp:posOffset>2802890</wp:posOffset>
                </wp:positionH>
                <wp:positionV relativeFrom="paragraph">
                  <wp:posOffset>106045</wp:posOffset>
                </wp:positionV>
                <wp:extent cx="420370" cy="624205"/>
                <wp:effectExtent l="0" t="0" r="0" b="4445"/>
                <wp:wrapNone/>
                <wp:docPr id="413" name="Группа 4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9735" cy="624205"/>
                          <a:chOff x="0" y="0"/>
                          <a:chExt cx="1142" cy="1718"/>
                        </a:xfrm>
                      </wpg:grpSpPr>
                      <wps:wsp>
                        <wps:cNvPr id="15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13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xfrb4A&#10;AADcAAAADwAAAGRycy9kb3ducmV2LnhtbERPyQrCMBC9C/5DGMGbpiouVKOIqHgQxO0+NGNbbCal&#10;iVr/3giCt3m8dWaL2hTiSZXLLSvodSMQxInVOacKLudNZwLCeWSNhWVS8CYHi3mzMcNY2xcf6Xny&#10;qQgh7GJUkHlfxlK6JCODrmtL4sDdbGXQB1ilUlf4CuGmkP0oGkmDOYeGDEtaZZTcTw+jwA62u/01&#10;7R8Hax57Xh4mt2u9V6rdqpdTEJ5q/xf/3Dsd5g/H8H0mXC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sX62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VwMgA&#10;AADcAAAADwAAAGRycy9kb3ducmV2LnhtbESPzUsDMRDF74L/QxjBS7FZBfuxbVqksH4dhNZCr8Nm&#10;3KxuJksS27V/vXMQvM3w3rz3m+V68J06UkxtYAO34wIUcR1sy42B/Xt1MwOVMrLFLjAZ+KEE69Xl&#10;xRJLG068peMuN0pCOJVowOXcl1qn2pHHNA49sWgfIXrMssZG24gnCfedviuKifbYsjQ47GnjqP7a&#10;fXsDn9WbO2ym58c4mm/pPKpen7qXiTHXV8PDAlSmIf+b/66freDfC608Ix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o1XA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lU8QA&#10;AADcAAAADwAAAGRycy9kb3ducmV2LnhtbESP3YrCMBCF7wXfIcyCN6KpiuJ2jSKLyuJN8ecBhmZs&#10;yjaT0mRtfXsjLHg3wzlzvjOrTWcrcafGl44VTMYJCOLc6ZILBdfLfrQE4QOyxsoxKXiQh82631th&#10;ql3LJ7qfQyFiCPsUFZgQ6lRKnxuy6MeuJo7azTUWQ1ybQuoG2xhuKzlNkoW0WHIkGKzp21D+e/6z&#10;EZLNMDve2sv+0GGLu6Ph4fak1OCj236BCNSFt/n/+kfH+vNPeD0TJ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VJVP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ofrMQA&#10;AADcAAAADwAAAGRycy9kb3ducmV2LnhtbESPQUvEQAyF74L/YYjgzZ26aJW6s4usCiJ42FUQb6GT&#10;bYudzDATt/Xfm4PgLeG9vPdltZnDaI6UyxDZweWiAkPcRj9w5+D97eniFkwRZI9jZHLwQwU269OT&#10;FTY+Tryj4146oyFcGnTQi6TG2tL2FLAsYiJW7RBzQNE1d9ZnnDQ8jHZZVbUNOLA29Jho21P7tf8O&#10;Dl6nx/RyU18f0me+Wtry4OVjK86dn833d2CEZvk3/10/e8WvFV+f0Qns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aH6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/j6MQA&#10;AADcAAAADwAAAGRycy9kb3ducmV2LnhtbESP0WrCQBBF34X+wzKCL1I3sRBK6iqhVJG8iNoPGLJj&#10;NpidDdmtiX/vFgTfZrh37rmz2oy2FTfqfeNYQbpIQBBXTjdcK/g9b98/QfiArLF1TAru5GGzfpus&#10;MNdu4CPdTqEWMYR9jgpMCF0upa8MWfQL1xFH7eJ6iyGufS11j0MMt61cJkkmLTYcCQY7+jZUXU9/&#10;NkIOH3goL8N5uxtxwJ/S8Lw4KjWbjsUXiEBjeJmf13sd62cp/D8TJ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P4+j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kQMIA&#10;AADcAAAADwAAAGRycy9kb3ducmV2LnhtbERPTUvDQBC9C/6HZQRvdmPQWGK3pbQVRPBgFYq3ITtN&#10;gtnZZXfaxH/vCoK3ebzPWawmN6gzxdR7NnA7K0ARN9723Br4eH+6mYNKgmxx8EwGvinBanl5scDa&#10;+pHf6LyXVuUQTjUa6ERCrXVqOnKYZj4QZ+7oo0PJMLbaRhxzuBt0WRSVdthzbugw0Kaj5mt/cgZe&#10;x114eajuj+Ez3pU6ba0cNmLM9dW0fgQlNMm/+M/9bPP8qoTfZ/IFe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CRA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N9ysIA&#10;AADcAAAADwAAAGRycy9kb3ducmV2LnhtbERP32vCMBB+H/g/hBP2MjR1MpFqFB2ECQ5kTvD1aM62&#10;2FxKktnuvzfCYG/38f285bq3jbiRD7VjBZNxBoK4cKbmUsHpW4/mIEJENtg4JgW/FGC9GjwtMTeu&#10;4y+6HWMpUgiHHBVUMba5lKGoyGIYu5Y4cRfnLcYEfSmNxy6F20a+ZtlMWqw5NVTY0ntFxfX4YxVs&#10;D1059S/Ftnf7y8f5TWujP7VSz8N+swARqY//4j/3zqT5syk8nk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M33K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BO8AA&#10;AADcAAAADwAAAGRycy9kb3ducmV2LnhtbERP24rCMBB9X/Afwgi+raniilSjiEthWXzx8gFDMzbV&#10;ZlKSWOvfb4QF3+ZwrrPa9LYRHflQO1YwGWcgiEuna64UnE/F5wJEiMgaG8ek4EkBNuvBxwpz7R58&#10;oO4YK5FCOOSowMTY5lKG0pDFMHYtceIuzluMCfpKao+PFG4bOc2yubRYc2ow2NLOUHk73q2C4ne6&#10;72537Qu37WeWvsx18W2UGg377RJEpD6+xf/uH53mz2fweiZd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HYBO8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AJcIA&#10;AADcAAAADwAAAGRycy9kb3ducmV2LnhtbERP32vCMBB+F/wfwgl7GZq6oUg1ig7CBhvInODr0Zxt&#10;sbmUJLPdf78Igm/38f281aa3jbiSD7VjBdNJBoK4cKbmUsHxR48XIEJENtg4JgV/FGCzHg5WmBvX&#10;8TddD7EUKYRDjgqqGNtcylBUZDFMXEucuLPzFmOCvpTGY5fCbSNfsmwuLdacGips6a2i4nL4tQp2&#10;+6589c/Frnef5/fTTGujv7RST6N+uwQRqY8P8d39YdL8+Qxuz6QL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kAl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g618EA&#10;AADcAAAADwAAAGRycy9kb3ducmV2LnhtbERP3WrCMBS+H+wdwhl4N1PFFelMRZSCyG7m9gCH5qyp&#10;bU5KEmt9ezMY7O58fL9ns51sL0byoXWsYDHPQBDXTrfcKPj+ql7XIEJE1tg7JgV3CrAtn582WGh3&#10;408az7ERKYRDgQpMjEMhZagNWQxzNxAn7sd5izFB30jt8ZbCbS+XWZZLiy2nBoMD7Q3V3flqFVSn&#10;5cfYXbWv3G5aWXozl/XBKDV7mXbvICJN8V/85z7qND/P4feZdIEs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oOtf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qj78A&#10;AADcAAAADwAAAGRycy9kb3ducmV2LnhtbERP24rCMBB9F/yHMMK+aequN2pTWQQXfbT6AUMztsVm&#10;Upto699vBMG3OZzrJJve1OJBrassK5hOIhDEudUVFwrOp914BcJ5ZI21ZVLwJAebdDhIMNa24yM9&#10;Ml+IEMIuRgWl900spctLMugmtiEO3MW2Bn2AbSF1i10IN7X8jqKFNFhxaCixoW1J+TW7GwWzZ/d3&#10;y+bXaKcNTQ8/zYF9Plfqa9T/rkF46v1H/HbvdZi/WMLrmXCBT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T+qP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NiMMA&#10;AADcAAAADwAAAGRycy9kb3ducmV2LnhtbESPT4vCQAzF7wt+hyHC3tapHopWRxFFWfak9c85dGJb&#10;7GRKZ9T67TeHhb0lvJf3flmseteoJ3Wh9mxgPEpAERfe1lwaOJ92X1NQISJbbDyTgTcFWC0HHwvM&#10;rH/xkZ55LJWEcMjQQBVjm2kdioochpFviUW7+c5hlLUrte3wJeGu0ZMkSbXDmqWhwpY2FRX3/OEM&#10;PNLr5My3H3vIt+/9bLtbB30pjfkc9us5qEh9/Df/XX9bwU+FVp6RCf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uNiM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5PAcQA&#10;AADcAAAADwAAAGRycy9kb3ducmV2LnhtbERPTWvCQBC9C/0PyxS86aZVgqbZiBYK1YOirQdv0+w0&#10;SZudTbNbjf/eFQRv83ifk846U4sjta6yrOBpGIEgzq2uuFDw+fE2mIBwHlljbZkUnMnBLHvopZho&#10;e+ItHXe+ECGEXYIKSu+bREqXl2TQDW1DHLhv2xr0AbaF1C2eQrip5XMUxdJgxaGhxIZeS8p/d/9G&#10;wX4ziaebxXL8s1p/4cjov4OuYqX6j938BYSnzt/FN/e7DvPjKVyfCRfI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eTwH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x5OsUA&#10;AADcAAAADwAAAGRycy9kb3ducmV2LnhtbESPQWvCQBCF7wX/wzJCb3WjFpU0G7GVWvGkttDrkB2T&#10;YHY2ZLca++udQ6G3Gd6b977Jlr1r1IW6UHs2MB4loIgLb2suDXx9vj8tQIWIbLHxTAZuFGCZDx4y&#10;TK2/8oEux1gqCeGQooEqxjbVOhQVOQwj3xKLdvKdwyhrV2rb4VXCXaMnSTLTDmuWhgpbequoOB9/&#10;nIHf2Tfuw8fkdT21kW7Pi43f7TfGPA771QuoSH38N/9db63gzwVfnpEJd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Hk6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ehT8EA&#10;AADcAAAADwAAAGRycy9kb3ducmV2LnhtbERPzYrCMBC+L/gOYQRva6roqtUosih4c60+wNCMabGZ&#10;1Car1ac3Cwve5uP7ncWqtZW4UeNLxwoG/QQEce50yUbB6bj9nILwAVlj5ZgUPMjDatn5WGCq3Z0P&#10;dMuCETGEfYoKihDqVEqfF2TR911NHLmzayyGCBsjdYP3GG4rOUySL2mx5NhQYE3fBeWX7NcquLrh&#10;WLfZBveXzeynNGZ0fR5GSvW67XoOIlAb3uJ/907H+ZMB/D0TL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XoU/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itb8MA&#10;AADcAAAADwAAAGRycy9kb3ducmV2LnhtbERPyW7CMBC9V+IfrKnErTgFsTTFRG0lpFwDHHqc2kOS&#10;Nh6H2A2Br8dIlXqbp7fOOhtsI3rqfO1YwfMkAUGsnam5VHDYb59WIHxANtg4JgUX8pBtRg9rTI07&#10;c0H9LpQihrBPUUEVQptK6XVFFv3EtcSRO7rOYoiwK6Xp8BzDbSOnSbKQFmuODRW29FGR/tn9WgV5&#10;/UXzhT6+2NW7Lj6vpzBbfhulxo/D2yuIQEP4F/+5cxPnL6dwfyZe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itb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S008QA&#10;AADcAAAADwAAAGRycy9kb3ducmV2LnhtbERP0WrCQBB8F/oPxxb6phcttDbmIioIFltBW+rrkltz&#10;wdxeyJ0x/r1XKPRtdmdnZieb97YWHbW+cqxgPEpAEBdOV1wq+P5aD6cgfEDWWDsmBTfyMM8fBhmm&#10;2l15T90hlCKasE9RgQmhSaX0hSGLfuQa4sidXGsxxLEtpW7xGs1tLSdJ8iItVhwTDDa0MlScDxer&#10;oMPdLTma5efbe/VRTHbLn62Oe/X02C9mIAL14f/4T73R8f3XZ/gtExH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EtNP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mZqcEA&#10;AADcAAAADwAAAGRycy9kb3ducmV2LnhtbERPTUvDQBC9C/0PyxS82U2DqMRuSylUPGrsweOYnWbT&#10;ZmfC7tpEf70rCN7m8T5ntZl8ry4UYidsYLkoQBE3YjtuDRze9jcPoGJCttgLk4EvirBZz65WWFkZ&#10;+ZUudWpVDuFYoQGX0lBpHRtHHuNCBuLMHSV4TBmGVtuAYw73vS6L4k577Dg3OBxo56g515/ewPjU&#10;fJzK47t132GQff0ip7IXY67n0/YRVKIp/Yv/3M82z7+/hd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5man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xE8MA&#10;AADcAAAADwAAAGRycy9kb3ducmV2LnhtbERP22rCQBB9L/gPywh9qxuFVomuIdUKpVTE2/uYHZPo&#10;7mzIbjX9+26h0Lc5nOvMss4acaPW144VDAcJCOLC6ZpLBYf96mkCwgdkjcYxKfgmD9m89zDDVLs7&#10;b+m2C6WIIexTVFCF0KRS+qIii37gGuLInV1rMUTYllK3eI/h1shRkrxIizXHhgobWlRUXHdfVsFq&#10;szSX0XqbH2VYvI1PZvLxuvxU6rHf5VMQgbrwL/5zv+s4f/wMv8/EC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pxE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cz8IA&#10;AADcAAAADwAAAGRycy9kb3ducmV2LnhtbERPTYvCMBC9C/6HMAteZE1VdKVrFBFEBYVdFfY6NrNt&#10;sZmUJtb6740geJvH+5zpvDGFqKlyuWUF/V4EgjixOudUwem4+pyAcB5ZY2GZFNzJwXzWbk0x1vbG&#10;v1QffCpCCLsYFWTel7GULsnIoOvZkjhw/7Yy6AOsUqkrvIVwU8hBFI2lwZxDQ4YlLTNKLoerUVD/&#10;7M7ppnbl9jLputHwvF7v9Z9SnY9m8Q3CU+Pf4pd7o8P8rzE8nw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JzP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K4JMQA&#10;AADcAAAADwAAAGRycy9kb3ducmV2LnhtbERPTWvCQBC9F/oflil4q5uKVpu6CVUQvAjV9lBvY3aa&#10;BLOzcXfV2F/fFQRv83ifM80704gTOV9bVvDST0AQF1bXXCr4/lo8T0D4gKyxsUwKLuQhzx4fpphq&#10;e+Y1nTahFDGEfYoKqhDaVEpfVGTQ921LHLlf6wyGCF0ptcNzDDeNHCTJqzRYc2yosKV5RcV+czQK&#10;Zm+T2eFzyKu/9W5L25/dfjRwiVK9p+7jHUSgLtzFN/dSx/njMVyfiR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uCTEAAAA3AAAAA8AAAAAAAAAAAAAAAAAmAIAAGRycy9k&#10;b3ducmV2LnhtbFBLBQYAAAAABAAEAPUAAACJAwAAAAA=&#10;" fillcolor="black" stroked="f"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+NTscA&#10;AADcAAAADwAAAGRycy9kb3ducmV2LnhtbESPT0/DMAzF70h8h8hI3FjKJMrULZsYfyQkxqGDw46m&#10;MW3UxqmasHb79PiAxM3We37v59Vm8p060hBdYAO3swwUcRWs49rA58fLzQJUTMgWu8Bk4EQRNuvL&#10;ixUWNoxc0nGfaiUhHAs00KTUF1rHqiGPcRZ6YtG+w+AxyTrU2g44Srjv9DzLcu3RsTQ02NNjQ1W7&#10;//EGDm+5W5SO5l+78/bZ7u7a7ftTa8z11fSwBJVoSv/mv+tXK/j3QivPyAR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7vjU7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4CO8MA&#10;AADcAAAADwAAAGRycy9kb3ducmV2LnhtbERPO2/CMBDeK/EfrEPqVhw6tBAwCFEhunQoD7Ge4iMO&#10;ic/BNhD49XWlSt3u0/e86byzjbiSD5VjBcNBBoK4cLriUsFuu3oZgQgRWWPjmBTcKcB81nuaYq7d&#10;jb/puomlSCEcclRgYmxzKUNhyGIYuJY4cUfnLcYEfSm1x1sKt418zbI3abHi1GCwpaWhot5crAK/&#10;OHzUD77s6+zxdQ/rU3ceoVHqud8tJiAidfFf/Of+1Gn++xh+n0kX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4CO8MAAADc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yEmcYA&#10;AADcAAAADwAAAGRycy9kb3ducmV2LnhtbESPzWrDQAyE74G+w6JCL6FZN4c2cbMJpRAoJBTy8wCq&#10;V7VNd7XGqyROnr46FHqTmNHMp8VqiMGcqc9tYgdPkwIMcZV8y7WD42H9OAOTBdljSEwOrpRhtbwb&#10;LbD06cI7Ou+lNhrCuUQHjUhXWpurhiLmSeqIVftOfUTRta+t7/Gi4THYaVE824gta0ODHb03VP3s&#10;T9FBmH6F+eYlb+V6tNviFmU3/vTOPdwPb69ghAb5N/9df3jFnym+PqMT2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yEmcYAAADc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2ACcIA&#10;AADcAAAADwAAAGRycy9kb3ducmV2LnhtbERPTWsCMRC9C/6HMEJvblYPRVajtBVhLz24VbyOm3Gz&#10;NJksm1S3/fVGEHqbx/uc1WZwVlypD61nBbMsB0Fce91yo+DwtZsuQISIrNF6JgW/FGCzHo9WWGh/&#10;4z1dq9iIFMKhQAUmxq6QMtSGHIbMd8SJu/jeYUywb6Tu8ZbCnZXzPH+VDltODQY7+jBUf1c/TsG2&#10;6uz8UJr3cDp+ns+2/NvRaavUy2R4W4KINMR/8dNd6jR/MYPHM+kC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YAJwgAAANw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FgOsAA&#10;AADcAAAADwAAAGRycy9kb3ducmV2LnhtbERPTYvCMBC9C/sfwix402Q9qFSjyLKC4EnXHrwNydhW&#10;m0lpsrb+eyMIe5vH+5zlune1uFMbKs8avsYKBLHxtuJCw+l3O5qDCBHZYu2ZNDwowHr1MVhiZn3H&#10;B7ofYyFSCIcMNZQxNpmUwZTkMIx9Q5y4i28dxgTbQtoWuxTuajlRaiodVpwaSmzouyRzO/45Ddet&#10;3Huj0OSnvNvZ2flnSrXSevjZbxYgIvXxX/x272yaP5/A65l0gV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cFgO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fRt8EA&#10;AADcAAAADwAAAGRycy9kb3ducmV2LnhtbERPS4vCMBC+L/gfwgje1nQVpFSjuIKwrHjwgXgcm7Et&#10;bSYliVr/vREW9jYf33Nmi8404k7OV5YVfA0TEMS51RUXCo6H9WcKwgdkjY1lUvAkD4t572OGmbYP&#10;3tF9HwoRQ9hnqKAMoc2k9HlJBv3QtsSRu1pnMEToCqkdPmK4aeQoSSbSYMWxocSWViXl9f5mFJxv&#10;G75ux79L9x1Otjv4enRJa6UG/W45BRGoC//iP/ePjvPTMbyfiR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X0bfBAAAA3AAAAA8AAAAAAAAAAAAAAAAAmAIAAGRycy9kb3du&#10;cmV2LnhtbFBLBQYAAAAABAAEAPUAAACG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WdMMA&#10;AADcAAAADwAAAGRycy9kb3ducmV2LnhtbERPS2sCMRC+C/6HMEJvmlW0bLdG0UKhF8HXod7GzXR3&#10;cTPZJqmu/vpGELzNx/ec6bw1tTiT85VlBcNBAoI4t7riQsF+99lPQfiArLG2TAqu5GE+63ammGl7&#10;4Q2dt6EQMYR9hgrKEJpMSp+XZNAPbEMcuR/rDIYIXSG1w0sMN7UcJcmrNFhxbCixoY+S8tP2zyhY&#10;vqXL3/WYV7fN8UCH7+NpMnKJUi+9dvEOIlAbnuKH+0vH+ekY7s/EC+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VWdMMAAADcAAAADwAAAAAAAAAAAAAAAACYAgAAZHJzL2Rv&#10;d25yZXYueG1sUEsFBgAAAAAEAAQA9QAAAIgDAAAAAA==&#10;" fillcolor="black" stroked="f"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H+zsIA&#10;AADcAAAADwAAAGRycy9kb3ducmV2LnhtbERP30vDMBB+F/wfwgm+uVTFMWrTUQai7KnbFF9vzdkU&#10;m0tJYtb990YQ9nYf38+r1rMdRSIfBscK7hcFCOLO6YF7Be+Hl7sViBCRNY6OScGZAqzr66sKS+1O&#10;vKO0j73IIRxKVGBinEopQ2fIYli4iThzX85bjBn6XmqPpxxuR/lQFEtpceDcYHCijaHue/9jFaTj&#10;pm0e02cyu61veu/a149jq9Ttzdw8g4g0x4v43/2m8/zVE/w9ky+Q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f7OwgAAANw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HnO8MA&#10;AADcAAAADwAAAGRycy9kb3ducmV2LnhtbERPTWvCQBC9C/0PyxS86UYPQVNXKVJFvdimhfY4ZKfZ&#10;0OxsyK4x+uvdguBtHu9zFqve1qKj1leOFUzGCQjiwumKSwVfn5vRDIQPyBprx6TgQh5Wy6fBAjPt&#10;zvxBXR5KEUPYZ6jAhNBkUvrCkEU/dg1x5H5dazFE2JZSt3iO4baW0yRJpcWKY4PBhtaGir/8ZBX4&#10;yfrt+2Cv8+5na/iY7036Xhqlhs/96wuIQH14iO/unY7zZyn8PxMv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HnO8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34498" w:rsidRDefault="00634498" w:rsidP="0063449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634498" w:rsidRDefault="00634498" w:rsidP="0063449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634498" w:rsidRDefault="00634498" w:rsidP="0063449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634498" w:rsidRDefault="00634498" w:rsidP="0063449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634498" w:rsidRDefault="00634498" w:rsidP="0063449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634498" w:rsidRDefault="00634498" w:rsidP="0063449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634498" w:rsidRDefault="00634498" w:rsidP="00634498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634498" w:rsidRDefault="00634498" w:rsidP="0063449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634498" w:rsidRDefault="00634498" w:rsidP="0063449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634498" w:rsidRDefault="00634498" w:rsidP="0063449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10FA014" wp14:editId="6F7CEF96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1037" name="Группа 110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6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4498" w:rsidRDefault="00634498" w:rsidP="00634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037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bOtpQfAZbosTC&#10;QGl9Xlq6bnmek7HZt1BnoFyMy1wLgXrKAWanzx0DDZS9sUm3LZ+ikaqmb5i4yIW5D7NxhqNsSf92&#10;Soc0xskXnrG17maw4MAT6SkGTz7sj1OKMkUtxidrEzeXwBOxWIMnBbdhIdPq4Ym84jPxDJKfWvi1&#10;VPskJXqeyPHUKR0Hh3AlMnREG7bnCV+LytMtlBxEMyJngjZOR5thoMTCVynn+PYRZwSVcuL7+zQh&#10;dq9TsgODEld1Siqf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E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N5pTGlkb+FqyTwdNmdtbWJT&#10;DHsIPOy63qF25mllD2B753E2xplhJFeC30MW47BGpemBErXn+oyi5xpREP0kADdFuFzMk5GzhM8Q&#10;U47m23lngHfUGOfAV4KZQlaqjga2EESq9H2e6u2DlHC4MXjGudNJXX975Ek5njplHKcz8mXGNHdn&#10;7LSI77PeLR/iiE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aJS70A&#10;AADcAAAADwAAAGRycy9kb3ducmV2LnhtbERPSwrCMBDdC94hjOBOUyuoVKOIqLgQxN9+aMa22ExK&#10;E7Xe3giCu3m878wWjSnFk2pXWFYw6EcgiFOrC84UXM6b3gSE88gaS8uk4E0OFvN2a4aJti8+0vPk&#10;MxFC2CWoIPe+SqR0aU4GXd9WxIG72dqgD7DOpK7xFcJNKeMoGkmDBYeGHCta5ZTeTw+jwA63u/01&#10;i4/DNY89Lw+T27XZK9XtNMspCE+N/4t/7p0O8+MRfJ8JF8j5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SaJS7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qyz8QA&#10;AADcAAAADwAAAGRycy9kb3ducmV2LnhtbERPTWsCMRC9C/0PYQpeRLP1oHVrlCKsrR4KWsHrsJlu&#10;VjeTJUl1669vhEJv83ifM192thEX8qF2rOBplIEgLp2uuVJw+CyGzyBCRNbYOCYFPxRguXjozTHX&#10;7so7uuxjJVIIhxwVmBjbXMpQGrIYRq4lTtyX8xZjgr6S2uM1hdtGjrNsIi3WnBoMtrQyVJ7331bB&#10;qfgwx9X0tvaD2Y5ug2L71mwmSvUfu9cXEJG6+C/+c7/rNH88hfsz6QK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6ss/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/ztcIA&#10;AADcAAAADwAAAGRycy9kb3ducmV2LnhtbESPzYrCMBDH74LvEEbwIpquwrJUo4isi3gRdR9gaMam&#10;2ExKk7X17Z2DsLcZ5v/xm9Wm97V6UBurwAY+Zhko4iLYiksDv9f99AtUTMgW68Bk4EkRNuvhYIW5&#10;DR2f6XFJpZIQjjkacCk1udaxcOQxzkJDLLdbaD0mWdtS2xY7Cfe1nmfZp/ZYsTQ4bGjnqLhf/ryU&#10;nBZ4Ot666/6nxw6/j44n27Mx41G/XYJK1Kd/8dt9sII/F1p5Rib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X/O1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oP8cMA&#10;AADcAAAADwAAAGRycy9kb3ducmV2LnhtbERPTUsDMRC9C/6HMIXebLaLVl2bFqkKIvRgLRRvw2a6&#10;u7iZhGTaXf+9EQRv83ifs1yPrldniqnzbGA+K0AR19523BjYf7xc3YFKgmyx90wGvinBenV5scTK&#10;+oHf6byTRuUQThUaaEVCpXWqW3KYZj4QZ+7oo0PJMDbaRhxyuOt1WRQL7bDj3NBioE1L9dfu5Axs&#10;h+fwdru4OYbPeF3q9GTlsBFjppPx8QGU0Cj/4j/3q83zy3v4fSZ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oP8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pbsIA&#10;AADcAAAADwAAAGRycy9kb3ducmV2LnhtbESPzYrCMBDH74LvEEbwIpqugkg1isi6LF7EjwcYmrEp&#10;NpPSZG337XcOC95mmP/Hbza73tfqRW2sAhv4mGWgiItgKy4N3G/H6QpUTMgW68Bk4Jci7LbDwQZz&#10;Gzq+0OuaSiUhHHM04FJqcq1j4chjnIWGWG6P0HpMsralti12Eu5rPc+ypfZYsTQ4bOjgqHhef7yU&#10;nBd4Pj262/Grxw4/T44n+4sx41G/X4NK1Ke3+N/9bQV/IfjyjEy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8Glu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WVKsMA&#10;AADcAAAADwAAAGRycy9kb3ducmV2LnhtbERPTUsDMRC9C/0PYQq92WxbrbI2LVIriNBDqyDehs10&#10;d3EzCcm0u/57Iwje5vE+Z7UZXKcuFFPr2cBsWoAirrxtuTbw/vZ8fQ8qCbLFzjMZ+KYEm/XoaoWl&#10;9T0f6HKUWuUQTiUaaERCqXWqGnKYpj4QZ+7ko0PJMNbaRuxzuOv0vCiW2mHLuaHBQNuGqq/j2RnY&#10;97vwere8PYXPeDPX6cnKx1aMmYyHxwdQQoP8i//cLzbPX8zg95l8gV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WVK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z3TMIA&#10;AADcAAAADwAAAGRycy9kb3ducmV2LnhtbERP32vCMBB+H/g/hBN8GZpO2ZBqFB0EBxvIVPD1aM62&#10;2FxKEm3975fBYG/38f285bq3jbiTD7VjBS+TDARx4UzNpYLTUY/nIEJENtg4JgUPCrBeDZ6WmBvX&#10;8TfdD7EUKYRDjgqqGNtcylBUZDFMXEucuIvzFmOCvpTGY5fCbSOnWfYmLdacGips6b2i4nq4WQXb&#10;fVfO/HOx7d3nZXd+1droL63UaNhvFiAi9fFf/Of+MGn+bAq/z6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zPdM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y2UsAA&#10;AADcAAAADwAAAGRycy9kb3ducmV2LnhtbERPzYrCMBC+L/gOYQRva6ruilSjiFKQZS+rPsDQjE21&#10;mZQk1vr2ZmFhb/Px/c5q09tGdORD7VjBZJyBIC6drrlScD4V7wsQISJrbByTgicF2KwHbyvMtXvw&#10;D3XHWIkUwiFHBSbGNpcylIYshrFriRN3cd5iTNBXUnt8pHDbyGmWzaXFmlODwZZ2hsrb8W4VFF/T&#10;7+52175w2/7D0qe5LvZGqdGw3y5BROrjv/jPfdBp/mwGv8+kC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Cy2Us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Ko8MA&#10;AADcAAAADwAAAGRycy9kb3ducmV2LnhtbERP22oCMRB9L/gPYYS+FM22VpHVKFoILVQQL+DrsBl3&#10;FzeTJUnd7d83hULf5nCus1z3thF38qF2rOB5nIEgLpypuVRwPunRHESIyAYbx6TgmwKsV4OHJebG&#10;dXyg+zGWIoVwyFFBFWObSxmKiiyGsWuJE3d13mJM0JfSeOxSuG3kS5bNpMWaU0OFLb1VVNyOX1bB&#10;dt+VE/9UbHv3eX2/TLU2eqeVehz2mwWISH38F/+5P0yaP3mF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nKo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mLvcAA&#10;AADcAAAADwAAAGRycy9kb3ducmV2LnhtbERPzYrCMBC+L/gOYQRva6quItUoohRk2cuqDzA0Y1Nt&#10;JiWJtb79ZmFhb/Px/c5629tGdORD7VjBZJyBIC6drrlScDkX70sQISJrbByTghcF2G4Gb2vMtXvy&#10;N3WnWIkUwiFHBSbGNpcylIYshrFriRN3dd5iTNBXUnt8pnDbyGmWLaTFmlODwZb2hsr76WEVFJ/T&#10;r+7+0L5wu/7D0tzclgej1GjY71YgIvXxX/znPuo0fzaH32fSBX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mLvc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BgCbwA&#10;AADcAAAADwAAAGRycy9kb3ducmV2LnhtbERPSwrCMBDdC94hjOBOU79INYoIii6tHmBoxrbYTGoT&#10;bb29EQR383jfWW1aU4oX1a6wrGA0jEAQp1YXnCm4XvaDBQjnkTWWlknBmxxs1t3OCmNtGz7TK/GZ&#10;CCHsYlSQe1/FUro0J4NuaCviwN1sbdAHWGdS19iEcFPKcRTNpcGCQ0OOFe1ySu/J0yiYvpvDI5nd&#10;o702NDpNqhP7dKZUv9dulyA8tf4v/rmPOsyfzOH7TLhArj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0sGAJ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c258IA&#10;AADcAAAADwAAAGRycy9kb3ducmV2LnhtbERPS2vCQBC+C/6HZYTe6qYKtk2ziigppSdNbc9DdvKg&#10;2dmQXfP4992C4G0+vucku9E0oqfO1ZYVPC0jEMS51TWXCi5f6eMLCOeRNTaWScFEDnbb+SzBWNuB&#10;z9RnvhQhhF2MCirv21hKl1dk0C1tSxy4wnYGfYBdKXWHQwg3jVxF0UYarDk0VNjSoaL8N7saBdfN&#10;z+rCxac+Zcfp/fWY7p38LpV6WIz7NxCeRn8X39wfOsxfP8P/M+EC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Nzbn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HFh8cA&#10;AADcAAAADwAAAGRycy9kb3ducmV2LnhtbESPQU/CQBCF7yb+h82QeJMtQhqsLARJTMQDRISDt6E7&#10;tJXubOmuUP89cyDxNpP35r1vJrPO1epMbag8Gxj0E1DEubcVFwa2X2+PY1AhIlusPZOBPwowm97f&#10;TTCz/sKfdN7EQkkIhwwNlDE2mdYhL8lh6PuGWLSDbx1GWdtC2xYvEu5q/ZQkqXZYsTSU2NCipPy4&#10;+XUGdutx+rx+XY5+PlZ7HDp7+rZVasxDr5u/gIrUxX/z7frdCv5QaOUZmUBP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hxYf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xpZ8MA&#10;AADcAAAADwAAAGRycy9kb3ducmV2LnhtbERPTWvCQBC9C/0PyxR6001NkTS6SqvUiqfUCl6H7JiE&#10;ZmdDdhuT/npXEHqbx/ucxao3teiodZVlBc+TCARxbnXFhYLj98c4AeE8ssbaMikYyMFq+TBaYKrt&#10;hb+oO/hChBB2KSoovW9SKV1ekkE3sQ1x4M62NegDbAupW7yEcFPLaRTNpMGKQ0OJDa1Lyn8Ov0bB&#10;3+yEmfucvm9i7Wl4SbZ2n22Venrs3+YgPPX+X3x373SYH7/C7ZlwgV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xpZ8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OacQA&#10;AADcAAAADwAAAGRycy9kb3ducmV2LnhtbESPQW/CMAyF70j8h8iTuNF0qJu2joAQAmm3jW4/wGq8&#10;tKJxShOg49fjw6TdbL3n9z4v16Pv1IWG2AY28JjloIjrYFt2Br6/9vMXUDEhW+wCk4FfirBeTSdL&#10;LG248oEuVXJKQjiWaKBJqS+1jnVDHmMWemLRfsLgMck6OG0HvEq47/Qiz5+1x5alocGetg3Vx+rs&#10;DZzC4smO1Q4/jrvXz9a54nQ7FMbMHsbNG6hEY/o3/12/W8EvBF+ekQn0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3zmn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b5pcIA&#10;AADcAAAADwAAAGRycy9kb3ducmV2LnhtbERPyW7CMBC9V+o/WFOJW+OkLVsag1okJK4sB46DPSRp&#10;43EaG0j79bgSErd5eusU89424kydrx0ryJIUBLF2puZSwW67fJ6A8AHZYOOYFPySh/ns8aHA3LgL&#10;r+m8CaWIIexzVFCF0OZSel2RRZ+4ljhyR9dZDBF2pTQdXmK4beRLmo6kxZpjQ4UtLSrS35uTVbCq&#10;DzQc6ePUTj71ev/3E17HX0apwVP/8Q4iUB/u4pt7ZeL8twz+n4kX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hvml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Tb9cMA&#10;AADcAAAADwAAAGRycy9kb3ducmV2LnhtbERP0WrCQBB8F/oPxxZ800uDFBs9RQuFSlWoin1dcttc&#10;MLcXcmeMf+8Jgm+zOzszO9N5ZyvRUuNLxwrehgkI4tzpkgsFh/3XYAzCB2SNlWNScCUP89lLb4qZ&#10;dhf+pXYXChFN2GeowIRQZ1L63JBFP3Q1ceT+XWMxxLEppG7wEs1tJdMkeZcWS44JBmv6NJSfdmer&#10;oMXtNfkzy83Hqlzn6XZ5/NFxr/qv3WICIlAXnscP9beO749SuJeJCO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Tb9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zLYMEA&#10;AADcAAAADwAAAGRycy9kb3ducmV2LnhtbERPTUvDQBC9C/0PyxS82U2jiMRuSylUPGrsweOYnWbT&#10;ZmfC7tpEf70rCN7m8T5ntZl8ry4UYidsYLkoQBE3YjtuDRze9jcPoGJCttgLk4EvirBZz65WWFkZ&#10;+ZUudWpVDuFYoQGX0lBpHRtHHuNCBuLMHSV4TBmGVtuAYw73vS6L4l577Dg3OBxo56g515/ewPjU&#10;fJzK47t132GQff0ip7IXY67n0/YRVKIp/Yv/3M82z7+7hd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8y2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eNcIA&#10;AADcAAAADwAAAGRycy9kb3ducmV2LnhtbERP22oCMRB9F/oPYQq+abYiKlujeAURpWjb9+lmurtt&#10;Mlk2Ude/N4Lg2xzOdcbTxhpxptqXjhW8dRMQxJnTJecKvj7XnREIH5A1Gsek4EoeppOX1hhT7S58&#10;oPMx5CKGsE9RQRFClUrps4Is+q6riCP362qLIcI6l7rGSwy3RvaSZCAtlhwbCqxoUVD2fzxZBeuP&#10;pfnr7Q+zbxkWq+GPGW3ny51S7ddm9g4iUBOe4od7o+P8fh/uz8QL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6h41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bIBcIA&#10;AADcAAAADwAAAGRycy9kb3ducmV2LnhtbERP24rCMBB9F/yHMAu+yJp6W6RrFBFEBYVdFfZ1bGbb&#10;YjMpTaz1740g+DaHc53pvDGFqKlyuWUF/V4EgjixOudUwem4+pyAcB5ZY2GZFNzJwXzWbk0x1vbG&#10;v1QffCpCCLsYFWTel7GULsnIoOvZkjhw/7Yy6AOsUqkrvIVwU8hBFH1JgzmHhgxLWmaUXA5Xo6D+&#10;2Z3TTe3K7WXSdePheb3e6z+lOh/N4huEp8a/xS/3Rof5ozE8nw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JsgF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LXAsQA&#10;AADcAAAADwAAAGRycy9kb3ducmV2LnhtbERPTWsCMRC9C/6HMII3N1tRsVujqCB4Eartod7GzXR3&#10;cTNZk6hrf31TEHqbx/uc2aI1tbiR85VlBS9JCoI4t7riQsHnx2YwBeEDssbaMil4kIfFvNuZYabt&#10;nfd0O4RCxBD2GSooQ2gyKX1ekkGf2IY4ct/WGQwRukJqh/cYbmo5TNOJNFhxbCixoXVJ+flwNQpW&#10;r9PV5X3Eu5/96UjHr9N5PHSpUv1eu3wDEagN/+Kne6vj/NEE/p6JF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i1wLEAAAA3AAAAA8AAAAAAAAAAAAAAAAAmAIAAGRycy9k&#10;b3ducmV2LnhtbFBLBQYAAAAABAAEAPUAAACJAwAAAAA=&#10;" fillcolor="black" stroked="f"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TgcQA&#10;AADcAAAADwAAAGRycy9kb3ducmV2LnhtbERPS2sCMRC+F/wPYQRvNatYla1RtA8QqgdtDz2Om3E3&#10;7GaybFJd/fVGKHibj+85s0VrK3GixhvHCgb9BARx5rThXMHP9+fzFIQPyBorx6TgQh4W887TDFPt&#10;zryj0z7kIoawT1FBEUKdSumzgiz6vquJI3d0jcUQYZNL3eA5httKDpNkLC0ajg0F1vRWUFbu/6yC&#10;36+xme4MDQ+b6+pDb17K1fa9VKrXbZevIAK14SH+d691nD+awP2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c04H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5tHcYA&#10;AADcAAAADwAAAGRycy9kb3ducmV2LnhtbESPT0/DMAzF70j7DpEncWPpEJqmsmyamBBcOOwP4mo1&#10;piltnJJkW7dPjw9Iu9l6z+/9vFgNvlMniqkJbGA6KUARV8E2XBs47F8f5qBSRrbYBSYDF0qwWo7u&#10;FljacOYtnXa5VhLCqUQDLue+1DpVjjymSeiJRfsO0WOWNdbaRjxLuO/0Y1HMtMeGpcFhTy+OqnZ3&#10;9Abi+mvTXvn42RbXj0t6+xl+5+iMuR8P62dQmYZ8M/9fv1vBfxJaeUYm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5tHcYAAADc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+XnsIA&#10;AADcAAAADwAAAGRycy9kb3ducmV2LnhtbERP22oCMRB9L/gPYQq+FM1WStXVKFIoCErByweMm3F3&#10;aTJZNlNd/fqmUPBtDuc682XnnbpQG+vABl6HGSjiItiaSwPHw+dgAioKskUXmAzcKMJy0XuaY27D&#10;lXd02UupUgjHHA1UIk2udSwq8hiHoSFO3Dm0HiXBttS2xWsK906Psuxde6w5NVTY0EdFxff+xxtw&#10;o5ObbsZxK7ej3mZ3L7uXL2tM/7lbzUAJdfIQ/7vXNs1/m8LfM+kCv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35eewgAAANw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EJ1cUA&#10;AADcAAAADwAAAGRycy9kb3ducmV2LnhtbESPQWvDMAyF74P9B6PBbqvTwsZI65Z2pZDLDstaelVj&#10;NQ615RB7bbZfPx0Gu0m8p/c+LVZj8OpKQ+oiG5hOClDETbQdtwb2n7unV1ApI1v0kcnANyVYLe/v&#10;FljaeOMPuta5VRLCqUQDLue+1Do1jgKmSeyJRTvHIWCWdWi1HfAm4cHrWVG86IAdS4PDnt4cNZf6&#10;KxjY1r2f7Su3ScfD++nkq58dHbfGPD6M6zmoTGP+N/9dV1bwnwVf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sQnV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PSCsAA&#10;AADcAAAADwAAAGRycy9kb3ducmV2LnhtbERPS4vCMBC+C/sfwizsTROFValGWRYFwZOvg7chGdtq&#10;MylN1nb/vREEb/PxPWe+7Fwl7tSE0rOG4UCBIDbelpxrOB7W/SmIEJEtVp5Jwz8FWC4+enPMrG95&#10;R/d9zEUK4ZChhiLGOpMymIIchoGviRN38Y3DmGCTS9tgm8JdJUdKjaXDklNDgTX9FmRu+z+n4bqW&#10;W28UmtPx1G7s5LwaU6W0/vrsfmYgInXxLX65NzbN/x7C85l0gV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3PSC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Ya8MA&#10;AADcAAAADwAAAGRycy9kb3ducmV2LnhtbERPTWvCQBC9C/0PyxR6001TKpK6CbYgiMWDWkqP0+yY&#10;hGRnw+6q8d+7guBtHu9z5sVgOnEi5xvLCl4nCQji0uqGKwU/++V4BsIHZI2dZVJwIQ9F/jSaY6bt&#10;mbd02oVKxBD2GSqoQ+gzKX1Zk0E/sT1x5A7WGQwRukpqh+cYbjqZJslUGmw4NtTY01dNZbs7GgV/&#10;x28+bN7WC/cZfu2w9236P2uVenkeFh8gAg3hIb67VzrOf0/h9ky8QO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tYa8MAAADc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iR8QA&#10;AADcAAAADwAAAGRycy9kb3ducmV2LnhtbERPS2sCMRC+C/0PYQreNFutoluj1ILQi+DroLdxM91d&#10;3Ey2SdS1v74RBG/z8T1nMmtMJS7kfGlZwVs3AUGcWV1yrmC3XXRGIHxA1lhZJgU38jCbvrQmmGp7&#10;5TVdNiEXMYR9igqKEOpUSp8VZNB3bU0cuR/rDIYIXS61w2sMN5XsJclQGiw5NhRY01dB2WlzNgrm&#10;49H8d/XOy7/18UCH/fE06LlEqfZr8/kBIlATnuKH+1vH+YM+3J+JF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M4kfEAAAA3AAAAA8AAAAAAAAAAAAAAAAAmAIAAGRycy9k&#10;b3ducmV2LnhtbFBLBQYAAAAABAAEAPUAAACJAwAAAAA=&#10;" fillcolor="black" stroked="f"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13EsIA&#10;AADcAAAADwAAAGRycy9kb3ducmV2LnhtbERPS2sCMRC+F/ofwhR6q1n7QlajLEJp6Wm1itdxM24W&#10;N5MlSeP23zeFgrf5+J6zWI22F4l86BwrmE4KEMSN0x23CnZfbw8zECEia+wdk4IfCrBa3t4ssNTu&#10;whtK29iKHMKhRAUmxqGUMjSGLIaJG4gzd3LeYszQt1J7vORw28vHoniVFjvODQYHWhtqzttvqyAd&#10;13X1lA7JbD591XpXv++PtVL3d2M1BxFpjFfxv/tD5/kvz/D3TL5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TXcSwgAAANw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NVC8MA&#10;AADcAAAADwAAAGRycy9kb3ducmV2LnhtbERPTWvCQBC9F/oflin0ZjYKShtdpUgt1Us1FfQ4ZMds&#10;MDsbstsY/fXdgtDbPN7nzBa9rUVHra8cKxgmKQjiwumKSwX779XgBYQPyBprx6TgSh4W88eHGWba&#10;XXhHXR5KEUPYZ6jAhNBkUvrCkEWfuIY4cifXWgwRtqXULV5iuK3lKE0n0mLFscFgQ0tDxTn/sQr8&#10;cPl+2Njba3f8MPyVr81kWxqlnp/6tymIQH34F9/dnzrOH4/h75l4gZ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NVC8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34498" w:rsidRDefault="00634498" w:rsidP="00634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34498" w:rsidRDefault="00634498" w:rsidP="0063449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634498" w:rsidRDefault="00634498" w:rsidP="0063449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634498" w:rsidRDefault="00634498" w:rsidP="00634498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634498" w:rsidRDefault="00634498" w:rsidP="00634498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634498" w:rsidRDefault="00634498" w:rsidP="006344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.07. 2021р.                                                   Крупець                                           №_____</w:t>
      </w:r>
    </w:p>
    <w:p w:rsidR="00634498" w:rsidRDefault="00634498" w:rsidP="00634498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634498" w:rsidRDefault="00634498" w:rsidP="00634498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634498" w:rsidRDefault="00634498" w:rsidP="00634498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634498" w:rsidRDefault="00634498" w:rsidP="00634498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634498" w:rsidRDefault="00634498" w:rsidP="00634498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634498" w:rsidRDefault="00634498" w:rsidP="00634498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634498" w:rsidRDefault="00634498" w:rsidP="00634498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Бережному С.А.</w:t>
      </w:r>
    </w:p>
    <w:p w:rsidR="00634498" w:rsidRDefault="00634498" w:rsidP="00634498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634498" w:rsidRDefault="00634498" w:rsidP="00634498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634498" w:rsidRDefault="00634498" w:rsidP="00634498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Бережного С.А , сільська рада</w:t>
      </w:r>
    </w:p>
    <w:p w:rsidR="00634498" w:rsidRDefault="00634498" w:rsidP="006344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634498" w:rsidRDefault="00634498" w:rsidP="006344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34498" w:rsidRDefault="00634498" w:rsidP="006344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</w:t>
      </w:r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Надати  Бережному Сергію Антоновичу, який зареєстрований за </w:t>
      </w:r>
      <w:proofErr w:type="spellStart"/>
      <w:r w:rsidRPr="00D505E2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59193C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bookmarkStart w:id="0" w:name="_GoBack"/>
      <w:bookmarkEnd w:id="0"/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</w:t>
      </w:r>
      <w:r w:rsidRPr="00F82629">
        <w:rPr>
          <w:rFonts w:ascii="Times New Roman" w:eastAsia="Calibri" w:hAnsi="Times New Roman" w:cs="Times New Roman"/>
          <w:sz w:val="24"/>
          <w:lang w:eastAsia="en-US"/>
        </w:rPr>
        <w:t xml:space="preserve">),  4,87 </w:t>
      </w:r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в умовних кадастрових гектарах,  для ведення товарного сільськогосподарського виробництва, сертифікат на право на земельну частку (пай) серія ХМ №0336942,  земельна ділянка  розташована на території </w:t>
      </w:r>
      <w:proofErr w:type="spellStart"/>
      <w:r w:rsidRPr="00D505E2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 .</w:t>
      </w:r>
    </w:p>
    <w:p w:rsidR="00634498" w:rsidRPr="00D505E2" w:rsidRDefault="00634498" w:rsidP="006344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</w:t>
      </w:r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Надати  Бережному Сергію Антоновичу, який зареєстрований за </w:t>
      </w:r>
      <w:proofErr w:type="spellStart"/>
      <w:r w:rsidRPr="00D505E2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proofErr w:type="spellStart"/>
      <w:r w:rsidRPr="00D505E2"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, вул. Шевченка, 69, Шепетівського району, Хмельницької області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82629">
        <w:rPr>
          <w:rFonts w:ascii="Times New Roman" w:eastAsia="Calibri" w:hAnsi="Times New Roman" w:cs="Times New Roman"/>
          <w:sz w:val="24"/>
          <w:lang w:eastAsia="en-US"/>
        </w:rPr>
        <w:t xml:space="preserve">4,87 </w:t>
      </w:r>
      <w:r w:rsidRPr="00D505E2">
        <w:rPr>
          <w:rFonts w:ascii="Times New Roman" w:eastAsia="Calibri" w:hAnsi="Times New Roman" w:cs="Times New Roman"/>
          <w:sz w:val="24"/>
          <w:lang w:eastAsia="en-US"/>
        </w:rPr>
        <w:t>в умовних кадастрових гектарах,  для ведення товарного сільськогосподарського виробництва, сертифікат на право на земельн</w:t>
      </w:r>
      <w:r>
        <w:rPr>
          <w:rFonts w:ascii="Times New Roman" w:eastAsia="Calibri" w:hAnsi="Times New Roman" w:cs="Times New Roman"/>
          <w:sz w:val="24"/>
          <w:lang w:eastAsia="en-US"/>
        </w:rPr>
        <w:t>у частку (пай) серія ХМ №0318837</w:t>
      </w:r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,  земельна ділянка  розташована на території </w:t>
      </w:r>
      <w:proofErr w:type="spellStart"/>
      <w:r w:rsidRPr="00D505E2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 .</w:t>
      </w:r>
    </w:p>
    <w:p w:rsidR="00634498" w:rsidRDefault="00634498" w:rsidP="006344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3.Бережному С.А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34498" w:rsidRDefault="00634498" w:rsidP="006344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lastRenderedPageBreak/>
        <w:t xml:space="preserve">        4. Даний дозвіл дійсний на протязі року з дня прийняття даного рішення.</w:t>
      </w:r>
    </w:p>
    <w:p w:rsidR="00634498" w:rsidRDefault="00634498" w:rsidP="0063449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5.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34498" w:rsidRDefault="00634498" w:rsidP="0063449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34498" w:rsidRDefault="00634498" w:rsidP="006344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34498" w:rsidRDefault="00634498" w:rsidP="0063449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34498" w:rsidRDefault="00634498" w:rsidP="006344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Сільський  голова                                                                            Валерій  МИХАЛЮК</w:t>
      </w:r>
    </w:p>
    <w:p w:rsidR="004F32D6" w:rsidRDefault="004F32D6"/>
    <w:sectPr w:rsidR="004F32D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498"/>
    <w:rsid w:val="004F32D6"/>
    <w:rsid w:val="0059193C"/>
    <w:rsid w:val="00634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49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49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347</Words>
  <Characters>1982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2021-07-19T05:31:00Z</dcterms:created>
  <dcterms:modified xsi:type="dcterms:W3CDTF">2021-07-19T06:28:00Z</dcterms:modified>
</cp:coreProperties>
</file>