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FC" w:rsidRDefault="00D247FC" w:rsidP="00D247F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47FC" w:rsidRDefault="00D247FC" w:rsidP="00D247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47FC" w:rsidRDefault="00D247FC" w:rsidP="00D247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247FC" w:rsidRDefault="00D247FC" w:rsidP="00D247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7FC" w:rsidRDefault="00D247FC" w:rsidP="00D247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7FC" w:rsidRDefault="00D247FC" w:rsidP="00D247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7FC" w:rsidRDefault="00D247FC" w:rsidP="00D247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7FC" w:rsidRDefault="00D247FC" w:rsidP="00D247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247FC" w:rsidRDefault="00D247FC" w:rsidP="00D247F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247FC" w:rsidRDefault="00D247FC" w:rsidP="00D247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247FC" w:rsidRDefault="00D247FC" w:rsidP="00D247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247FC" w:rsidRDefault="00D247FC" w:rsidP="00D247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7FC" w:rsidRDefault="00D247FC" w:rsidP="00D247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247FC" w:rsidRDefault="00D247FC" w:rsidP="00D247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47FC" w:rsidRDefault="00D247FC" w:rsidP="00D247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247FC" w:rsidRDefault="00D247FC" w:rsidP="00D247F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247FC" w:rsidRPr="00EB4539" w:rsidRDefault="00D247FC" w:rsidP="00D247F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77</w:t>
      </w:r>
    </w:p>
    <w:p w:rsidR="00D247FC" w:rsidRPr="0024314B" w:rsidRDefault="00D247FC" w:rsidP="00D247F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247FC" w:rsidRPr="0024314B" w:rsidRDefault="00D247FC" w:rsidP="00D247F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D247FC" w:rsidRPr="0024314B" w:rsidRDefault="00D247FC" w:rsidP="00D247F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D247FC" w:rsidRPr="0024314B" w:rsidRDefault="00D247FC" w:rsidP="00D247F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D247FC" w:rsidRPr="0024314B" w:rsidRDefault="00D247FC" w:rsidP="00D247F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D247FC" w:rsidRPr="0024314B" w:rsidRDefault="00D247FC" w:rsidP="00D247F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Чикольва</w:t>
      </w:r>
      <w:proofErr w:type="spellEnd"/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Г.С.</w:t>
      </w:r>
    </w:p>
    <w:p w:rsidR="00D247FC" w:rsidRPr="0024314B" w:rsidRDefault="00D247FC" w:rsidP="00D247F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247FC" w:rsidRPr="0024314B" w:rsidRDefault="00D247FC" w:rsidP="00D247F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Чикольва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Г.С.  сільська  рада </w:t>
      </w:r>
    </w:p>
    <w:p w:rsidR="00D247FC" w:rsidRPr="0024314B" w:rsidRDefault="00D247FC" w:rsidP="00D247F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247FC" w:rsidRPr="0024314B" w:rsidRDefault="00D247FC" w:rsidP="00D247F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Чикольва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Ганні Сергіївні, 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 зареєстрована за </w:t>
      </w:r>
      <w:proofErr w:type="spellStart"/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764074" w:rsidRPr="00764074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764074" w:rsidRPr="0076407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0,3289 га, кадастровий номер: 6823984000:03:018:0075, д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ля ведення товарного сільськогосподарського виробництва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</w:t>
      </w:r>
    </w:p>
    <w:p w:rsidR="00D247FC" w:rsidRPr="0024314B" w:rsidRDefault="00D247FC" w:rsidP="00D247F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Чикольва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D247FC" w:rsidRPr="0024314B" w:rsidRDefault="00D247FC" w:rsidP="00D247F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247FC" w:rsidRPr="0024314B" w:rsidRDefault="00D247FC" w:rsidP="00D247F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247FC" w:rsidRPr="0024314B" w:rsidRDefault="00D247FC" w:rsidP="00D247F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247FC" w:rsidRPr="00D247FC" w:rsidRDefault="00D247FC" w:rsidP="00D247F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BD144D" w:rsidRPr="00D247FC" w:rsidRDefault="00D247FC" w:rsidP="00D247F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D144D" w:rsidRPr="00D247F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7FC"/>
    <w:rsid w:val="00764074"/>
    <w:rsid w:val="00BD144D"/>
    <w:rsid w:val="00D2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F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247F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247F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247FC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F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247F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247F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247FC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259</Words>
  <Characters>1480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2021-07-26T12:48:00Z</dcterms:created>
  <dcterms:modified xsi:type="dcterms:W3CDTF">2021-07-27T07:33:00Z</dcterms:modified>
</cp:coreProperties>
</file>