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D11" w:rsidRDefault="00140D11" w:rsidP="00140D1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ПРОЕКТ</w:t>
      </w:r>
    </w:p>
    <w:p w:rsidR="00140D11" w:rsidRDefault="00140D11" w:rsidP="00140D11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140D11" w:rsidRPr="00140D11" w:rsidRDefault="00140D11" w:rsidP="00140D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0D11" w:rsidRDefault="00140D11" w:rsidP="00140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0D11" w:rsidRDefault="00140D11" w:rsidP="00140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0D11" w:rsidRDefault="00140D11" w:rsidP="00140D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40D11" w:rsidRDefault="00140D11" w:rsidP="00140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25.03.2021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№__</w:t>
      </w: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С.П.</w:t>
      </w: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0D11" w:rsidRDefault="00140D11" w:rsidP="00140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140D11" w:rsidRDefault="00140D11" w:rsidP="00140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40D11" w:rsidRDefault="00140D11" w:rsidP="00140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ітлані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Павлівні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E5229">
        <w:rPr>
          <w:rFonts w:ascii="Times New Roman" w:eastAsia="Calibri" w:hAnsi="Times New Roman" w:cs="Times New Roman"/>
          <w:sz w:val="24"/>
        </w:rPr>
        <w:t>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7E522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</w:rPr>
        <w:t>району,</w:t>
      </w:r>
      <w:r>
        <w:rPr>
          <w:rFonts w:ascii="Times New Roman" w:eastAsia="Calibri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області,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0,2100 га,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6823984000:01:002:0018, 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>
        <w:rPr>
          <w:rFonts w:ascii="Times New Roman" w:eastAsia="Calibri" w:hAnsi="Times New Roman" w:cs="Times New Roman"/>
          <w:sz w:val="24"/>
        </w:rPr>
        <w:t>,  25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40D11" w:rsidRDefault="00140D11" w:rsidP="00140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С.П.,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140D11" w:rsidRPr="00140D11" w:rsidRDefault="00140D11" w:rsidP="00140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51CCB" w:rsidRPr="00140D11" w:rsidRDefault="00140D11" w:rsidP="00140D1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51CCB" w:rsidRPr="00140D11" w:rsidSect="00140D1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D11"/>
    <w:rsid w:val="00140D11"/>
    <w:rsid w:val="00171A2E"/>
    <w:rsid w:val="00304C90"/>
    <w:rsid w:val="00505B6D"/>
    <w:rsid w:val="006D3977"/>
    <w:rsid w:val="007D6C18"/>
    <w:rsid w:val="007E5229"/>
    <w:rsid w:val="00A51CC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140D1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140D1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40D1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link w:val="HTML0"/>
    <w:uiPriority w:val="99"/>
    <w:semiHidden/>
    <w:locked/>
    <w:rsid w:val="00140D1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uiPriority w:val="99"/>
    <w:semiHidden/>
    <w:unhideWhenUsed/>
    <w:rsid w:val="00140D1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140D11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296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2021-03-18T06:15:00Z</dcterms:created>
  <dcterms:modified xsi:type="dcterms:W3CDTF">2021-03-18T06:26:00Z</dcterms:modified>
</cp:coreProperties>
</file>