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3DE" w:rsidRDefault="008F13DE" w:rsidP="008F13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F13DE" w:rsidRDefault="00AB619B" w:rsidP="008F13DE">
      <w:pPr>
        <w:jc w:val="both"/>
        <w:rPr>
          <w:rFonts w:ascii="Times New Roman" w:hAnsi="Times New Roman" w:cs="Times New Roman"/>
        </w:rPr>
      </w:pPr>
      <w:r w:rsidRPr="00AB619B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F13DE" w:rsidRDefault="008F13DE" w:rsidP="008F13D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F13DE" w:rsidRDefault="008F13DE" w:rsidP="008F13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13DE" w:rsidRDefault="008F13DE" w:rsidP="008F13D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13DE" w:rsidRDefault="008F13DE" w:rsidP="008F13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13DE" w:rsidRDefault="008F13DE" w:rsidP="008F13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F13DE" w:rsidRDefault="008F13DE" w:rsidP="008F13D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F13DE" w:rsidRDefault="008F13DE" w:rsidP="008F13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F13DE" w:rsidRDefault="008F13DE" w:rsidP="008F13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F13DE" w:rsidRDefault="008F13DE" w:rsidP="008F13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13DE" w:rsidRDefault="008F13DE" w:rsidP="008F13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F13DE" w:rsidRDefault="008F13DE" w:rsidP="008F13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F13DE" w:rsidRDefault="008F13DE" w:rsidP="008F13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F13DE" w:rsidRDefault="008F13DE" w:rsidP="008F13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13DE" w:rsidRDefault="008F13DE" w:rsidP="008F13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13DE" w:rsidRDefault="008F13DE" w:rsidP="008F13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№44</w:t>
      </w:r>
    </w:p>
    <w:p w:rsidR="008F13DE" w:rsidRPr="00FD7BB5" w:rsidRDefault="008F13DE" w:rsidP="008F13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8F13DE" w:rsidRPr="00FD7BB5" w:rsidRDefault="008F13DE" w:rsidP="008F13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F13DE" w:rsidRPr="00FD7BB5" w:rsidRDefault="008F13DE" w:rsidP="008F13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F13DE" w:rsidRPr="00FD7BB5" w:rsidRDefault="008F13DE" w:rsidP="008F13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8F13DE" w:rsidRPr="006B4157" w:rsidRDefault="008F13DE" w:rsidP="008F13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Яцюку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Ю.В.</w:t>
      </w:r>
    </w:p>
    <w:p w:rsidR="008F13DE" w:rsidRPr="00FD7BB5" w:rsidRDefault="008F13DE" w:rsidP="008F13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F13DE" w:rsidRPr="00FD7BB5" w:rsidRDefault="008F13DE" w:rsidP="008F13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</w:t>
      </w:r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Ю.В.,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8F13DE" w:rsidRPr="00FD7BB5" w:rsidRDefault="008F13DE" w:rsidP="008F13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F13DE" w:rsidRPr="00FD7BB5" w:rsidRDefault="008F13DE" w:rsidP="008F13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Юрію Васильовичу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5E3079" w:rsidRPr="005E3079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0,4000 га,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Комарівка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Л.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ки у районі будинку №51.</w:t>
      </w:r>
    </w:p>
    <w:p w:rsidR="008F13DE" w:rsidRPr="00FD7BB5" w:rsidRDefault="008F13DE" w:rsidP="008F13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Ю.В.,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8F13DE" w:rsidRPr="00FD7BB5" w:rsidRDefault="008F13DE" w:rsidP="008F13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8F13DE" w:rsidRPr="00FD7BB5" w:rsidRDefault="008F13DE" w:rsidP="008F13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F13DE" w:rsidRPr="00FD7BB5" w:rsidRDefault="008F13DE" w:rsidP="008F13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F13DE" w:rsidRPr="008F13DE" w:rsidRDefault="008F13DE" w:rsidP="008F13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8F13DE" w:rsidRPr="00FD7BB5" w:rsidRDefault="008F13DE" w:rsidP="008F13D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C46E1" w:rsidRPr="008F13DE" w:rsidRDefault="008F13DE" w:rsidP="008F13D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2C46E1" w:rsidRPr="008F13DE" w:rsidSect="002C46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F13DE"/>
    <w:rsid w:val="00171A2E"/>
    <w:rsid w:val="002C46E1"/>
    <w:rsid w:val="00304C90"/>
    <w:rsid w:val="00505B6D"/>
    <w:rsid w:val="005C7F49"/>
    <w:rsid w:val="005E3079"/>
    <w:rsid w:val="006D3977"/>
    <w:rsid w:val="007D6C18"/>
    <w:rsid w:val="008F13DE"/>
    <w:rsid w:val="00AB619B"/>
    <w:rsid w:val="00B324E7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3D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2019-12-17T13:55:00Z</dcterms:created>
  <dcterms:modified xsi:type="dcterms:W3CDTF">2019-12-18T06:37:00Z</dcterms:modified>
</cp:coreProperties>
</file>