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55" w:rsidRDefault="00E56355" w:rsidP="00E5635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355" w:rsidRDefault="00E56355" w:rsidP="00E563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6355" w:rsidRDefault="00E56355" w:rsidP="00E563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56355" w:rsidRDefault="00E56355" w:rsidP="00E5635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6355" w:rsidRDefault="00E56355" w:rsidP="00E563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56355" w:rsidRDefault="00E56355" w:rsidP="00E563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6355" w:rsidRDefault="00E56355" w:rsidP="00E563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26</w:t>
      </w:r>
    </w:p>
    <w:p w:rsidR="00E56355" w:rsidRDefault="00E56355" w:rsidP="00E563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6355" w:rsidRDefault="00E56355" w:rsidP="00E5635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56355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56355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E56355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Ні</w:t>
      </w:r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к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ітюк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О.П.</w:t>
      </w:r>
    </w:p>
    <w:p w:rsidR="00E56355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E56355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E56355" w:rsidRPr="007C46F7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56355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26C05" w:rsidRPr="00426C05">
        <w:rPr>
          <w:rFonts w:ascii="Times New Roman" w:eastAsia="Calibri" w:hAnsi="Times New Roman" w:cs="Times New Roman"/>
          <w:sz w:val="24"/>
          <w:lang w:eastAsia="en-US"/>
        </w:rPr>
        <w:t>_</w:t>
      </w:r>
      <w:r w:rsidR="00426C05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0,3100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E56355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56355" w:rsidRDefault="00E56355" w:rsidP="00E5635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56355" w:rsidRDefault="00E56355" w:rsidP="00E5635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56355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6355" w:rsidRDefault="00E56355" w:rsidP="00E563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6355" w:rsidRDefault="00E56355" w:rsidP="00E5635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6355" w:rsidRPr="00E56355" w:rsidRDefault="00E56355" w:rsidP="00E56355">
      <w:pPr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DB7351" w:rsidRPr="00E56355" w:rsidRDefault="00E56355" w:rsidP="00E5635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B7351" w:rsidRPr="00E563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55"/>
    <w:rsid w:val="00426C05"/>
    <w:rsid w:val="00DB7351"/>
    <w:rsid w:val="00E5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563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5635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5635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563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5635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5635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240</Words>
  <Characters>1370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2021-07-26T12:24:00Z</dcterms:created>
  <dcterms:modified xsi:type="dcterms:W3CDTF">2021-07-27T07:19:00Z</dcterms:modified>
</cp:coreProperties>
</file>