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81" w:rsidRPr="00F2698F" w:rsidRDefault="00403A81" w:rsidP="00403A8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F3A10C" wp14:editId="60760FF1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3845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38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FF3A10C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S+5UhzZ9IIMcQVej69pmaWdsuRKWeSP55Lr&#10;ZG4m6Xxdcp24phcPbNfkSqE7u7BsXJNrZaItJczZNblaMGlpkBBcJh3nyG8g8iw0szhJM64pVAPD&#10;WVS2a3LlDHMjfQpck2vHta4TN6GDO2xV+DDIV29yXqUPm2sXGPjS3Ivb/ODEZe7K+3w3yqa2c7mO&#10;ehwDktrLS30PL4Y8zlxHoBR15Aod4UwrLi3wP32MHqaru+h0uv7yyF4n/HS4Ih9y472Fn09P5O8j&#10;FxScWEfv3QILUJGLSiDG7InYe9pMYkyLiKNzTOeMNUXEE3vSdGIsFiJedhHTMiBqaDl46XT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" fillcolor="black" stroked="f"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" fillcolor="black" stroked="f"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403A81" w:rsidRPr="00F2698F" w:rsidRDefault="00403A81" w:rsidP="00403A8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4E6E70" wp14:editId="57EF890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876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87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A81" w:rsidRDefault="00403A81" w:rsidP="00403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C4E6E70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HTQ6bfJdgAAd1kEAA4AAAAAAAAAAAAAAAAALgIAAGRycy9lMm9Eb2MueG1s&#10;UEsBAi0AFAAGAAgAAAAhAN/OkDDiAAAADQEAAA8AAAAAAAAAAAAAAAAAI3kAAGRycy9kb3ducmV2&#10;LnhtbFBLBQYAAAAABAAEAPMAAAAyeg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" fillcolor="black" stroked="f"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" fillcolor="black" stroked="f"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3A81" w:rsidRDefault="00403A81" w:rsidP="00403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03A81" w:rsidRPr="00F2698F" w:rsidRDefault="00403A81" w:rsidP="00403A8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Чулій О.В.,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В.В.</w:t>
      </w:r>
    </w:p>
    <w:p w:rsidR="00403A81" w:rsidRPr="00F2698F" w:rsidRDefault="00403A81" w:rsidP="00403A8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Чулій О.В.,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</w:t>
      </w: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Чулій Олені Вікторівні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36602">
        <w:rPr>
          <w:rFonts w:ascii="Times New Roman" w:eastAsia="Calibri" w:hAnsi="Times New Roman" w:cs="Times New Roman"/>
          <w:sz w:val="24"/>
          <w:lang w:eastAsia="en-US"/>
        </w:rPr>
        <w:t>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Володимиру Вікторовичу,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36602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вул.Б.Хмельницького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17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Чулій О.В.,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03A81" w:rsidRPr="00F2698F" w:rsidRDefault="00403A81" w:rsidP="00403A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3A81" w:rsidRPr="00F2698F" w:rsidRDefault="00403A81" w:rsidP="00403A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03A81" w:rsidRPr="00F2698F" w:rsidRDefault="00403A81" w:rsidP="00403A8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03A81" w:rsidRPr="00F2698F" w:rsidRDefault="00403A81" w:rsidP="00403A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94719F" w:rsidRDefault="0094719F"/>
    <w:sectPr w:rsidR="009471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81"/>
    <w:rsid w:val="00403A81"/>
    <w:rsid w:val="00436602"/>
    <w:rsid w:val="0094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8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8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280</Words>
  <Characters>1599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2021-06-22T06:39:00Z</dcterms:created>
  <dcterms:modified xsi:type="dcterms:W3CDTF">2021-06-22T12:45:00Z</dcterms:modified>
</cp:coreProperties>
</file>