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3315" w:rsidRDefault="00E33315" w:rsidP="00E333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4" name="Group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41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5" o:spid="_x0000_s1026" style="position:absolute;margin-left:223.65pt;margin-top:0;width:34.4pt;height:48.3pt;z-index:251672576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">
                <v:shape id="Freeform 16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1I1k8IA&#10;AADbAAAADwAAAGRycy9kb3ducmV2LnhtbERPTWvCQBC9F/wPywi91Y2RakndBFFaCj1prHgcstMk&#10;mJ0Nu9uY/vtuQfA2j/c562I0nRjI+daygvksAUFcWd1yreBYvj29gPABWWNnmRT8kocinzysMdP2&#10;ynsaDqEWMYR9hgqaEPpMSl81ZNDPbE8cuW/rDIYIXS21w2sMN51Mk2QpDbYcGxrsadtQdTn8GAWf&#10;Q7o8nd93plzU6cpVi69d2nZKPU7HzSuIQGO4i2/uDx3nP8P/L/EAm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UjWTwgAAANs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7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QIg8AA&#10;AADbAAAADwAAAGRycy9kb3ducmV2LnhtbERPy6rCMBDdX/AfwghuLprWhVeqUUQQfIBwq+B2aMa2&#10;2kxKE7X+vREEd3M4z5nOW1OJOzWutKwgHkQgiDOrS84VHA+r/hiE88gaK8uk4EkO5rPOzxQTbR/8&#10;T/fU5yKEsEtQQeF9nUjpsoIMuoGtiQN3to1BH2CTS93gI4SbSg6jaCQNlhwaCqxpWVB2TW9GgTyk&#10;G7/5K81vvD3t29helrvsolSv2y4mIDy1/iv+uNc6zB/B+5dwgJ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QIg8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8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OS8cQA&#10;AADbAAAADwAAAGRycy9kb3ducmV2LnhtbERPS2sCMRC+C/0PYQpeSs1WrLVbo6igSA8FX/fpZrq7&#10;dTNZk6irv94UCt7m43vOcNyYSpzI+dKygpdOAoI4s7rkXMF2M38egPABWWNlmRRcyMN49NAaYqrt&#10;mVd0WodcxBD2KSooQqhTKX1WkEHfsTVx5H6sMxgidLnUDs8x3FSymyR9abDk2FBgTbOCsv36aBTM&#10;l7R/39WHRe/qXvPB7/fX53TzpFT7sZl8gAjUhLv4373Ucf4b/P0SD5C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TkvHEAAAA2w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9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1gA8IA&#10;AADbAAAADwAAAGRycy9kb3ducmV2LnhtbESPQYvCQAyF7wv+hyGCt3XqgiLVUURxETytK3qNndhW&#10;O5nSGW3995uDsLeE9/Lel/myc5V6UhNKzwZGwwQUceZtybmB4+/2cwoqRGSLlWcy8KIAy0XvY46p&#10;9S3/0PMQcyUhHFI0UMRYp1qHrCCHYehrYtGuvnEYZW1ybRtsJdxV+itJJtphydJQYE3rgrL74eEM&#10;JPtxdbmeuJueN9/Z/dZuuS1Hxgz63WoGKlIX/83v650VfIGVX2QAvf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HWADwgAAANs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0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CjGMQA&#10;AADbAAAADwAAAGRycy9kb3ducmV2LnhtbERPTWsCMRC9F/wPYYReSs222LKuRrGCRTwIar2Pm3F3&#10;dTNZk1S3/fVGKPQ2j/c5o0lranEh5yvLCl56CQji3OqKCwVf2/lzCsIHZI21ZVLwQx4m487DCDNt&#10;r7ymyyYUIoawz1BBGUKTSenzkgz6nm2II3ewzmCI0BVSO7zGcFPL1yR5lwYrjg0lNjQrKT9tvo2C&#10;+YJOg11z/uz/urciPe5Xy4/tk1KP3XY6BBGoDf/iP/dCx/kDuP8SD5Dj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AoxjEAAAA2w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1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muL0A&#10;AADbAAAADwAAAGRycy9kb3ducmV2LnhtbERPSwrCMBDdC94hjOBOUwVFqlFEUQRXftDt2IxttZmU&#10;Jtp6e7MQXD7ef7ZoTCHeVLncsoJBPwJBnFidc6rgfNr0JiCcR9ZYWCYFH3KwmLdbM4y1rflA76NP&#10;RQhhF6OCzPsyltIlGRl0fVsSB+5uK4M+wCqVusI6hJtCDqNoLA3mHBoyLGmVUfI8voyCaD8qbvcL&#10;N5Preps8H/WG63ygVLfTLKcgPDX+L/65d1rBMKwPX8IPkPM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AemuL0AAADbAAAADwAAAAAAAAAAAAAAAACYAgAAZHJzL2Rvd25yZXYu&#10;eG1sUEsFBgAAAAAEAAQA9QAAAII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2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CJYMMA&#10;AADbAAAADwAAAGRycy9kb3ducmV2LnhtbESPQWvCQBSE74L/YXmCN90YoWh0FYkVvNbGg7dn9pmE&#10;ZN+G7DbG/vpuodDjMDPfMNv9YBrRU+cqywoW8wgEcW51xYWC7PM0W4FwHlljY5kUvMjBfjcebTHR&#10;9skf1F98IQKEXYIKSu/bREqXl2TQzW1LHLyH7Qz6ILtC6g6fAW4aGUfRmzRYcVgosaW0pLy+fBkF&#10;12NdL9ccLb9vfbpy6T3L4se7UtPJcNiA8DT4//Bf+6wVxAv4/RJ+gNz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CJYM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3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2Lg8YA&#10;AADbAAAADwAAAGRycy9kb3ducmV2LnhtbESPQWvCQBSE7wX/w/IEL0U3hlIkuoqIgkI9VEu1t0f2&#10;mYRm38bsGqO/3hUKPQ4z8w0zmbWmFA3VrrCsYDiIQBCnVhecKfjar/ojEM4jaywtk4IbOZhNOy8T&#10;TLS98ic1O5+JAGGXoILc+yqR0qU5GXQDWxEH72Rrgz7IOpO6xmuAm1LGUfQuDRYcFnKsaJFT+ru7&#10;GAVv1BznH/ef7ffxvPT29HrYuOFBqV63nY9BeGr9f/ivvdYK4hieX8IP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K2Lg8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4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6yjMMA&#10;AADbAAAADwAAAGRycy9kb3ducmV2LnhtbESPQWvCQBSE7wX/w/IK3uqmCYhGV5Go0Ks2Hnp7zT6T&#10;kOzbkF1j2l/fFYQeh5n5hllvR9OKgXpXW1bwPotAEBdW11wqyD+PbwsQziNrbC2Tgh9ysN1MXtaY&#10;anvnEw1nX4oAYZeigsr7LpXSFRUZdDPbEQfvanuDPsi+lLrHe4CbVsZRNJcGaw4LFXaUVVQ055tR&#10;cNk3TbLkKPn9GrKFy77zPL4elJq+jrsVCE+j/w8/2x9aQZzA40v4AX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6yjM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5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i2bMYA&#10;AADbAAAADwAAAGRycy9kb3ducmV2LnhtbESPQWvCQBSE74L/YXlCL1I3ioikriJSwUI9aKWxt0f2&#10;mQSzb9PsNkZ/vVsQPA4z8w0zW7SmFA3VrrCsYDiIQBCnVhecKTh8rV+nIJxH1lhaJgVXcrCYdzsz&#10;jLW98I6avc9EgLCLUUHufRVL6dKcDLqBrYiDd7K1QR9knUld4yXATSlHUTSRBgsOCzlWtMopPe//&#10;jIIxNcfl5+1n+338fff21E8+3DBR6qXXLt9AeGr9M/xob7SC0Rj+v4Qf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Ai2bM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26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r3fMYA&#10;AADbAAAADwAAAGRycy9kb3ducmV2LnhtbESPQWvCQBSE74X+h+UVvNVNtdUSXaVYtIVCwSj1+si+&#10;ZlOzb9PsalJ/vVsQPA4z8w0znXe2EkdqfOlYwUM/AUGcO11yoWC7Wd4/g/ABWWPlmBT8kYf57PZm&#10;iql2La/pmIVCRAj7FBWYEOpUSp8bsuj7riaO3rdrLIYom0LqBtsIt5UcJMlIWiw5LhisaWEo32cH&#10;q2D3OPx05i1zh/Z1ddqvf8c/X4sPpXp33csERKAuXMOX9rtWMHiC/y/xB8jZ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r3fM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7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8y6sQA&#10;AADbAAAADwAAAGRycy9kb3ducmV2LnhtbESPzWrDMBCE74W8g9hAb40cl4bgRAlpqY1pT/m7L9bG&#10;NrFWrqU66ttXhUKOw8x8w6y3wXRipMG1lhXMZwkI4srqlmsFp2P+tAThPLLGzjIp+CEH283kYY2Z&#10;tjfe03jwtYgQdhkqaLzvMyld1ZBBN7M9cfQudjDooxxqqQe8RbjpZJokC2mw5bjQYE9vDVXXw7dR&#10;8Pzx8lXo1/p97JaF+ywveWjDWanHaditQHgK/h7+b5daQbqAvy/xB8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fMur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8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PWq8MA&#10;AADbAAAADwAAAGRycy9kb3ducmV2LnhtbESPT4vCMBTE7wt+h/AEb9tUD/7pNhVRBEH2oO5hj4/m&#10;bVPavJQm1vrtzcLCHoeZ+Q2Tb0fbioF6XztWME9SEMSl0zVXCr5ux/c1CB+QNbaOScGTPGyLyVuO&#10;mXYPvtBwDZWIEPYZKjAhdJmUvjRk0SeuI47ej+sthij7SuoeHxFuW7lI06W0WHNcMNjR3lDZXO9W&#10;wffmczMfzSE9D6vdKZSM2AxLpWbTcfcBItAY/sN/7ZNWsFjB75f4A2T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8PWq8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9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ZztMEA&#10;AADbAAAADwAAAGRycy9kb3ducmV2LnhtbERPy4rCMBTdD/gP4QrupqkVRKtRBkFx42J8Ly/Nta3T&#10;3NQmasevN4uBWR7OezpvTSUe1LjSsoJ+FIMgzqwuOVew3y0/RyCcR9ZYWSYFv+RgPut8TDHV9snf&#10;9Nj6XIQQdikqKLyvUyldVpBBF9maOHAX2xj0ATa51A0+Q7ipZBLHQ2mw5NBQYE2LgrKf7d0oOPU3&#10;r3E9aA/J2d/W12R1y5bHoVK9bvs1AeGp9f/iP/daK0jC2PAl/AA5e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uGc7TBAAAA2wAAAA8AAAAAAAAAAAAAAAAAmAIAAGRycy9kb3du&#10;cmV2LnhtbFBLBQYAAAAABAAEAPUAAACG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0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k8S8IA&#10;AADbAAAADwAAAGRycy9kb3ducmV2LnhtbESPUWvCMBSF34X9h3AHe9N0MtRVoxTHQNmTdT/g0lzb&#10;uuYmJNHWf2+EgY+Hc853OKvNYDpxJR9aywreJxkI4srqlmsFv8fv8QJEiMgaO8uk4EYBNuuX0Qpz&#10;bXs+0LWMtUgQDjkqaGJ0uZShashgmFhHnLyT9QZjkr6W2mOf4KaT0yybSYMtp4UGHW0bqv7Ki1GA&#10;3s2/XCn7w+z8g7vzvqAPWyj19joUSxCRhvgM/7d3WsH0Ex5f0g+Q6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2TxL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1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4fP8IA&#10;AADbAAAADwAAAGRycy9kb3ducmV2LnhtbERPy4rCMBTdD/gP4QruxnQUVKpRZkYL4nTja+Hu0lzb&#10;YnNTmqjVr58sBJeH854tWlOJGzWutKzgqx+BIM6sLjlXcNgnnxMQziNrrCyTggc5WMw7HzOMtb3z&#10;lm47n4sQwi5GBYX3dSylywoy6Pq2Jg7c2TYGfYBNLnWD9xBuKjmIopE0WHJoKLCm34Kyy+5qFKRJ&#10;Wqd/vJqcltef4Wn9PI55kyjV67bfUxCeWv8Wv9xrrWAY1ocv4Q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Hh8/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2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1FsQA&#10;AADbAAAADwAAAGRycy9kb3ducmV2LnhtbESPQWsCMRSE70L/Q3gFb5rVgtjVKEUQK1RBK+jxdfO6&#10;u3TzsiZx3f57Iwgeh5n5hpnOW1OJhpwvLSsY9BMQxJnVJecKDt/L3hiED8gaK8uk4J88zGcvnSmm&#10;2l55R80+5CJC2KeooAihTqX0WUEGfd/WxNH7tc5giNLlUju8Rrip5DBJRtJgyXGhwJoWBWV/+4tR&#10;sD2PLl/N8bT6ce2yPlfrxUa/l0p1X9uPCYhAbXiGH+1PreBtAP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JtRb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3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F3PcQA&#10;AADbAAAADwAAAGRycy9kb3ducmV2LnhtbESP3WrCQBSE7wu+w3IE7+qmllZJXUWE1CIFMfoAh+xp&#10;NjR7NmQ3P/r03UKhl8PMfMOst6OtRU+trxwreJonIIgLpysuFVwv2eMKhA/IGmvHpOBGHrabycMa&#10;U+0GPlOfh1JECPsUFZgQmlRKXxiy6OeuIY7el2sthijbUuoWhwi3tVwkyau0WHFcMNjQ3lDxnXdW&#10;AScyO30WtZbv9+vyeDD58aXLlZpNx90biEBj+A//tT+0gucF/H6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hdz3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4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+iMsUA&#10;AADbAAAADwAAAGRycy9kb3ducmV2LnhtbESPT2vCQBTE70K/w/IK3nTTRkVTN9LaCtabaUG8PbIv&#10;f2j2bciuGvvpu4LQ4zAzv2GWq9404kydqy0reBpHIIhzq2suFXx/bUZzEM4ja2wsk4IrOVilD4Ml&#10;JtpeeE/nzJciQNglqKDyvk2kdHlFBt3YtsTBK2xn0AfZlVJ3eAlw08jnKJpJgzWHhQpbWleU/2Qn&#10;oyArjkf9xh+Tz/nUrXe7+Hdx2LwrNXzsX19AeOr9f/je3moFcQy3L+EHy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P6Iy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35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dQLMMA&#10;AADbAAAADwAAAGRycy9kb3ducmV2LnhtbESPQWsCMRSE7wX/Q3iCt26iW0pZjSJioQcP1e4PeGye&#10;m9XNy7qJuv57Uyj0OMzMN8xiNbhW3KgPjWcN00yBIK68abjWUP58vn6ACBHZYOuZNDwowGo5ellg&#10;Yfyd93Q7xFokCIcCNdgYu0LKUFlyGDLfESfv6HuHMcm+lqbHe4K7Vs6UepcOG04LFjvaWKrOh6vT&#10;MCvXp83xO9+dLrnirbPD9rq3Wk/Gw3oOItIQ/8N/7S+jIX+D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2dQLM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36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Rms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voD+D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dGaxQAAANsAAAAPAAAAAAAAAAAAAAAAAJgCAABkcnMv&#10;ZG93bnJldi54bWxQSwUGAAAAAAQABAD1AAAAigMAAAAA&#10;" fillcolor="black" stroked="f"/>
                <v:shape id="Freeform 37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S7UsUA&#10;AADbAAAADwAAAGRycy9kb3ducmV2LnhtbESPQWvCQBSE70L/w/IKvUjdxEqQ1DWIVGi9BLWFHh/Z&#10;1yQk+zZkt0n677uC4HGYmW+YTTaZVgzUu9qygngRgSAurK65VPB5OTyvQTiPrLG1TAr+yEG2fZht&#10;MNV25BMNZ1+KAGGXooLK+y6V0hUVGXQL2xEH78f2Bn2QfSl1j2OAm1YuoyiRBmsOCxV2tK+oaM6/&#10;RsFRFsP8Y0VxXg7fzVu+/jLJKVbq6XHavYLwNPl7+NZ+1wpeErh+CT9Ab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dLtSxQAAANsAAAAPAAAAAAAAAAAAAAAAAJgCAABkcnMv&#10;ZG93bnJldi54bWxQSwUGAAAAAAQABAD1AAAAig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8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DGiMQA&#10;AADbAAAADwAAAGRycy9kb3ducmV2LnhtbESP3WrCQBSE7wu+w3IK3tVNLVYbXUWkQgsF8ecBDrun&#10;STB7NmSPJvr03UKhl8PMfMMsVr2v1ZXaWAU28DzKQBHb4CouDJyO26cZqCjIDuvAZOBGEVbLwcMC&#10;cxc63tP1IIVKEI45GihFmlzraEvyGEehIU7ed2g9SpJtoV2LXYL7Wo+z7FV7rDgtlNjQpiR7Ply8&#10;gfHFivVvn/ev95NMdsemyyaztTHDx349ByXUy3/4r/3hDLxM4fdL+gF6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Qxoj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9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cXUMIA&#10;AADbAAAADwAAAGRycy9kb3ducmV2LnhtbERPy2oCMRTdC/2HcAvdaaYKRUajSGlLC6ODj427S3Kd&#10;DE5uhknU6d+bheDycN7zZe8acaUu1J4VvI8yEMTam5orBYf993AKIkRkg41nUvBPAZaLl8Ecc+Nv&#10;vKXrLlYihXDIUYGNsc2lDNqSwzDyLXHiTr5zGBPsKmk6vKVw18hxln1IhzWnBostfVrS593FKdA/&#10;k+LrrzhafRmX66relIXbnpR6e+1XMxCR+vgUP9y/RsEkjU1f0g+Q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1xdQwgAAANsAAAAPAAAAAAAAAAAAAAAAAJgCAABkcnMvZG93&#10;bnJldi54bWxQSwUGAAAAAAQABAD1AAAAhw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0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AN/MMA&#10;AADbAAAADwAAAGRycy9kb3ducmV2LnhtbESPQWvCQBSE7wX/w/KE3pqNKYQaXUUEQS9CbUSPj+wz&#10;CWbfhuyaxP76bqHQ4zAz3zDL9Wga0VPnassKZlEMgriwuuZSQf61e/sA4TyyxsYyKXiSg/Vq8rLE&#10;TNuBP6k/+VIECLsMFVTet5mUrqjIoItsSxy8m+0M+iC7UuoOhwA3jUziOJUGaw4LFba0rai4nx5G&#10;QWu+z/n1cOzj2QUTPWx5uKes1Ot03CxAeBr9f/ivvdcK3uf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xAN/M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1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gC7cAA&#10;AADbAAAADwAAAGRycy9kb3ducmV2LnhtbERPTWvCQBC9F/wPywje6sYi0kZXEcHiSagpRG9DdkyC&#10;2dmQXTX66zsHocfH+16seteoG3Wh9mxgMk5AERfe1lwa+M2275+gQkS22HgmAw8KsFoO3haYWn/n&#10;H7odYqkkhEOKBqoY21TrUFTkMIx9Syzc2XcOo8Cu1LbDu4S7Rn8kyUw7rFkaKmxpU1FxOVydgenx&#10;a53ldHpe8m+f61229/vt1ZjRsF/PQUXq47/45d5Z8cl6+SI/QC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XgC7cAAAADbAAAADwAAAAAAAAAAAAAAAACYAgAAZHJzL2Rvd25y&#10;ZXYueG1sUEsFBgAAAAAEAAQA9QAAAIU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2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hE+sQA&#10;AADbAAAADwAAAGRycy9kb3ducmV2LnhtbESPQWvCQBSE7wX/w/IEb3WjliDRVUQpVApCreD1mX0m&#10;Mdm3cXer8d93hUKPw8x8w8yXnWnEjZyvLCsYDRMQxLnVFRcKDt/vr1MQPiBrbCyTggd5WC56L3PM&#10;tL3zF932oRARwj5DBWUIbSalz0sy6Ie2JY7e2TqDIUpXSO3wHuGmkeMkSaXBiuNCiS2tS8rr/Y9R&#10;cJ1s6p07HS+nz+30kdb5dSy3qVKDfreagQjUhf/wX/tDK3gbwfN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YRPr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3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I6k8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oxT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I6k8YAAADbAAAADwAAAAAAAAAAAAAAAACYAgAAZHJz&#10;L2Rvd25yZXYueG1sUEsFBgAAAAAEAAQA9QAAAIsDAAAAAA==&#10;" fillcolor="black" stroked="f"/>
                <v:shape id="Freeform 44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4xP8UA&#10;AADbAAAADwAAAGRycy9kb3ducmV2LnhtbESP3WoCMRSE7wt9h3AKvSmarZWiq1GKWKh0YfHnAY6b&#10;4+5icrIkqW7f3hSEXg4z8w0zX/bWiAv50DpW8DrMQBBXTrdcKzjsPwcTECEiazSOScEvBVguHh/m&#10;mGt35S1ddrEWCcIhRwVNjF0uZagashiGriNO3sl5izFJX0vt8Zrg1shRlr1Liy2nhQY7WjVUnXc/&#10;VsF6dPTlEb9Nle1rU2zK4mVaFko9P/UfMxCR+vgfvre/tILxG/x9ST9AL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jE/xQAAANsAAAAPAAAAAAAAAAAAAAAAAJgCAABkcnMv&#10;ZG93bnJldi54bWxQSwUGAAAAAAQABAD1AAAAig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45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PNIMUA&#10;AADbAAAADwAAAGRycy9kb3ducmV2LnhtbESPQWvCQBSE70L/w/IEb3WjFWmja0gLgYLQWuvB4zP7&#10;zAazb2N21fTfdwsFj8PMfMMss9424kqdrx0rmIwTEMSl0zVXCnbfxeMzCB+QNTaOScEPechWD4Ml&#10;ptrd+Iuu21CJCGGfogITQptK6UtDFv3YtcTRO7rOYoiyq6Tu8BbhtpHTJJlLizXHBYMtvRkqT9uL&#10;VWAl7g/VvCg/8qf15/qlft2cC6PUaNjnCxCB+nAP/7fftYLZDP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s80g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33315" w:rsidRDefault="00E33315" w:rsidP="00E33315"/>
    <w:p w:rsidR="00E33315" w:rsidRDefault="00E33315" w:rsidP="00E33315"/>
    <w:p w:rsidR="00E33315" w:rsidRDefault="00E33315" w:rsidP="00E333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33315" w:rsidRDefault="00E33315" w:rsidP="00E333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33315" w:rsidRDefault="00E33315" w:rsidP="00E333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33315" w:rsidRDefault="00E33315" w:rsidP="00E333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33315" w:rsidRDefault="00E33315" w:rsidP="00E333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3315" w:rsidRDefault="00E33315" w:rsidP="00E333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E33315" w:rsidRDefault="00E33315" w:rsidP="00E333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33315" w:rsidRDefault="00E33315" w:rsidP="00E3331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33315" w:rsidRDefault="00E33315" w:rsidP="00E33315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№78</w:t>
      </w:r>
    </w:p>
    <w:p w:rsidR="00E33315" w:rsidRPr="005E6399" w:rsidRDefault="00E33315" w:rsidP="00E3331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-8263255</wp:posOffset>
                </wp:positionV>
                <wp:extent cx="110490" cy="149225"/>
                <wp:effectExtent l="0" t="0" r="1270" b="5080"/>
                <wp:wrapNone/>
                <wp:docPr id="1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47.8pt;margin-top:-650.65pt;width:8.7pt;height: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-8982075</wp:posOffset>
                </wp:positionV>
                <wp:extent cx="110490" cy="149225"/>
                <wp:effectExtent l="0" t="0" r="29845" b="19050"/>
                <wp:wrapNone/>
                <wp:docPr id="1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47.8pt;margin-top:-707.25pt;width:8.7pt;height:11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-485775</wp:posOffset>
                </wp:positionV>
                <wp:extent cx="110490" cy="149225"/>
                <wp:effectExtent l="4445" t="0" r="0" b="0"/>
                <wp:wrapNone/>
                <wp:docPr id="1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73.9pt;margin-top:-38.25pt;width:8.7pt;height:1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-1203960</wp:posOffset>
                </wp:positionV>
                <wp:extent cx="110490" cy="149225"/>
                <wp:effectExtent l="23495" t="0" r="0" b="22860"/>
                <wp:wrapNone/>
                <wp:docPr id="10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73.9pt;margin-top:-94.8pt;width:8.7pt;height:11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-1841500</wp:posOffset>
                </wp:positionV>
                <wp:extent cx="55245" cy="69850"/>
                <wp:effectExtent l="0" t="0" r="9525" b="0"/>
                <wp:wrapNone/>
                <wp:docPr id="9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54.6pt;margin-top:-145pt;width:4.35pt;height: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-2560320</wp:posOffset>
                </wp:positionV>
                <wp:extent cx="55245" cy="69850"/>
                <wp:effectExtent l="0" t="0" r="9525" b="1270"/>
                <wp:wrapNone/>
                <wp:docPr id="8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54.6pt;margin-top:-201.6pt;width:4.35pt;height:5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-3278505</wp:posOffset>
                </wp:positionV>
                <wp:extent cx="55245" cy="69215"/>
                <wp:effectExtent l="3175" t="0" r="0" b="0"/>
                <wp:wrapNone/>
                <wp:docPr id="7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62.75pt;margin-top:-258.15pt;width:4.35pt;height:5.4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-3996690</wp:posOffset>
                </wp:positionV>
                <wp:extent cx="55245" cy="69215"/>
                <wp:effectExtent l="12700" t="0" r="0" b="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62.75pt;margin-top:-314.7pt;width:4.35pt;height:5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-4902200</wp:posOffset>
                </wp:positionV>
                <wp:extent cx="118110" cy="179705"/>
                <wp:effectExtent l="0" t="0" r="0" b="4445"/>
                <wp:wrapNone/>
                <wp:docPr id="5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61.15pt;margin-top:-386pt;width:9.3pt;height:1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-5621020</wp:posOffset>
                </wp:positionV>
                <wp:extent cx="118110" cy="179705"/>
                <wp:effectExtent l="33020" t="0" r="0" b="8509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61.15pt;margin-top:-442.6pt;width:9.3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-6645910</wp:posOffset>
                </wp:positionV>
                <wp:extent cx="73660" cy="360045"/>
                <wp:effectExtent l="0" t="0" r="0" b="5715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44.8pt;margin-top:-523.3pt;width:5.8pt;height:28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-7364730</wp:posOffset>
                </wp:positionV>
                <wp:extent cx="73660" cy="360045"/>
                <wp:effectExtent l="0" t="0" r="28575" b="3873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44.8pt;margin-top:-579.9pt;width:5.8pt;height:28.3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-8083550</wp:posOffset>
                </wp:positionV>
                <wp:extent cx="73660" cy="360680"/>
                <wp:effectExtent l="3175" t="0" r="0" b="4445"/>
                <wp:wrapNone/>
                <wp:docPr id="1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74pt;margin-top:-636.5pt;width:5.8pt;height:28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</w:p>
    <w:p w:rsidR="00E33315" w:rsidRPr="00A104AC" w:rsidRDefault="00E33315" w:rsidP="00E3331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E33315" w:rsidRPr="00A104AC" w:rsidRDefault="00E33315" w:rsidP="00E3331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E33315" w:rsidRPr="00A104AC" w:rsidRDefault="00E33315" w:rsidP="00E3331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E33315" w:rsidRPr="00A104AC" w:rsidRDefault="00E33315" w:rsidP="00E3331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Поночовному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П.В</w:t>
      </w:r>
    </w:p>
    <w:p w:rsidR="00E33315" w:rsidRPr="00A104AC" w:rsidRDefault="00E33315" w:rsidP="00E3331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33315" w:rsidRPr="00A104AC" w:rsidRDefault="00E33315" w:rsidP="00E3331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Поночовного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П.В.,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E33315" w:rsidRPr="00A104AC" w:rsidRDefault="00E33315" w:rsidP="00E3331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E33315" w:rsidRPr="00A104AC" w:rsidRDefault="00E33315" w:rsidP="00E3331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Поночовному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Павлу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Володимировичу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352978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0,1487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6823984000:03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: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018:0335).</w:t>
      </w:r>
      <w:proofErr w:type="gramEnd"/>
    </w:p>
    <w:p w:rsidR="00E33315" w:rsidRPr="00A104AC" w:rsidRDefault="00E33315" w:rsidP="00E3331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Поночовному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П.В.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E33315" w:rsidRPr="00A104AC" w:rsidRDefault="00E33315" w:rsidP="00E3331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33315" w:rsidRPr="00A104AC" w:rsidRDefault="00E33315" w:rsidP="00E3331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33315" w:rsidRPr="00C804C9" w:rsidRDefault="00E33315" w:rsidP="00E33315">
      <w:pPr>
        <w:pStyle w:val="HTML0"/>
        <w:spacing w:line="276" w:lineRule="auto"/>
        <w:rPr>
          <w:rFonts w:ascii="Times New Roman" w:hAnsi="Times New Roman"/>
          <w:sz w:val="24"/>
          <w:szCs w:val="24"/>
          <w:lang w:val="uk-UA"/>
        </w:rPr>
      </w:pPr>
    </w:p>
    <w:p w:rsidR="007B1245" w:rsidRPr="00E33315" w:rsidRDefault="00E33315" w:rsidP="00E33315">
      <w:pPr>
        <w:spacing w:before="100" w:beforeAutospacing="1" w:after="0"/>
        <w:rPr>
          <w:rFonts w:ascii="Times New Roman" w:eastAsia="SimSun" w:hAnsi="Times New Roman"/>
          <w:color w:val="000000"/>
          <w:sz w:val="24"/>
          <w:szCs w:val="24"/>
        </w:rPr>
      </w:pPr>
      <w:proofErr w:type="spellStart"/>
      <w:r>
        <w:rPr>
          <w:rFonts w:ascii="Times New Roman" w:eastAsia="SimSun" w:hAnsi="Times New Roman"/>
          <w:color w:val="000000"/>
          <w:sz w:val="24"/>
          <w:szCs w:val="24"/>
        </w:rPr>
        <w:t>Секретар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</w:rPr>
        <w:t xml:space="preserve"> ради                                                                           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</w:rPr>
        <w:t>В.М.Мазур</w:t>
      </w:r>
      <w:proofErr w:type="spellEnd"/>
    </w:p>
    <w:sectPr w:rsidR="007B1245" w:rsidRPr="00E3331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315"/>
    <w:rsid w:val="00171A2E"/>
    <w:rsid w:val="00304C90"/>
    <w:rsid w:val="00352978"/>
    <w:rsid w:val="00505B6D"/>
    <w:rsid w:val="006D3977"/>
    <w:rsid w:val="007B1245"/>
    <w:rsid w:val="007D6C18"/>
    <w:rsid w:val="00D1641A"/>
    <w:rsid w:val="00E33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E33315"/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E333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0"/>
      <w:lang w:bidi="en-US"/>
    </w:rPr>
  </w:style>
  <w:style w:type="character" w:customStyle="1" w:styleId="HTML1">
    <w:name w:val="Стандартный HTML Знак1"/>
    <w:basedOn w:val="a0"/>
    <w:uiPriority w:val="99"/>
    <w:semiHidden/>
    <w:rsid w:val="00E3331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E33315"/>
    <w:rPr>
      <w:rFonts w:ascii="Courier New" w:eastAsia="Times New Roman" w:hAnsi="Courier New" w:cs="Times New Roman"/>
      <w:color w:val="000000"/>
      <w:sz w:val="21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unhideWhenUsed/>
    <w:rsid w:val="00E333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1"/>
      <w:szCs w:val="20"/>
      <w:lang w:bidi="en-US"/>
    </w:rPr>
  </w:style>
  <w:style w:type="character" w:customStyle="1" w:styleId="HTML1">
    <w:name w:val="Стандартный HTML Знак1"/>
    <w:basedOn w:val="a0"/>
    <w:uiPriority w:val="99"/>
    <w:semiHidden/>
    <w:rsid w:val="00E3331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247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2020-07-29T14:18:00Z</dcterms:created>
  <dcterms:modified xsi:type="dcterms:W3CDTF">2020-07-29T17:48:00Z</dcterms:modified>
</cp:coreProperties>
</file>