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CCC" w:rsidRPr="00FC0DC9" w:rsidRDefault="00AA6CCC" w:rsidP="00AA6CCC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FC0DC9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AA6CCC" w:rsidRPr="00FC0DC9" w:rsidRDefault="00AA6CCC" w:rsidP="00AA6C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color w:val="FF0000"/>
          <w:sz w:val="36"/>
          <w:szCs w:val="36"/>
          <w:lang w:eastAsia="zh-C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" name="Группа 127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6CCC" w:rsidRDefault="00AA6CCC" w:rsidP="00AA6C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A6CCC" w:rsidRDefault="00AA6CCC" w:rsidP="00AA6C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6CCC" w:rsidRDefault="00AA6CCC" w:rsidP="00AA6C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A6CCC" w:rsidRDefault="00AA6CCC" w:rsidP="00AA6C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6CCC" w:rsidRDefault="00AA6CCC" w:rsidP="00AA6C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A6CCC" w:rsidRDefault="00AA6CCC" w:rsidP="00AA6C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6CCC" w:rsidRDefault="00AA6CCC" w:rsidP="00AA6C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A6CCC" w:rsidRDefault="00AA6CCC" w:rsidP="00AA6C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6CCC" w:rsidRDefault="00AA6CCC" w:rsidP="00AA6C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A6CCC" w:rsidRDefault="00AA6CCC" w:rsidP="00AA6C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6CCC" w:rsidRDefault="00AA6CCC" w:rsidP="00AA6C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A6CCC" w:rsidRDefault="00AA6CCC" w:rsidP="00AA6C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6CCC" w:rsidRDefault="00AA6CCC" w:rsidP="00AA6C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A6CCC" w:rsidRDefault="00AA6CCC" w:rsidP="00AA6C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6CCC" w:rsidRDefault="00AA6CCC" w:rsidP="00AA6C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A6CCC" w:rsidRDefault="00AA6CCC" w:rsidP="00AA6C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6CCC" w:rsidRDefault="00AA6CCC" w:rsidP="00AA6C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A6CCC" w:rsidRDefault="00AA6CCC" w:rsidP="00AA6C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6CCC" w:rsidRDefault="00AA6CCC" w:rsidP="00AA6C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A6CCC" w:rsidRDefault="00AA6CCC" w:rsidP="00AA6C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6CCC" w:rsidRDefault="00AA6CCC" w:rsidP="00AA6C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6CCC" w:rsidRDefault="00AA6CCC" w:rsidP="00AA6C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6CCC" w:rsidRDefault="00AA6CCC" w:rsidP="00AA6C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6CCC" w:rsidRDefault="00AA6CCC" w:rsidP="00AA6C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6CCC" w:rsidRDefault="00AA6CCC" w:rsidP="00AA6C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6CCC" w:rsidRDefault="00AA6CCC" w:rsidP="00AA6C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6CCC" w:rsidRDefault="00AA6CCC" w:rsidP="00AA6C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6CCC" w:rsidRDefault="00AA6CCC" w:rsidP="00AA6C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6CCC" w:rsidRDefault="00AA6CCC" w:rsidP="00AA6C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6CCC" w:rsidRDefault="00AA6CCC" w:rsidP="00AA6C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784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A6CCC" w:rsidRDefault="00AA6CCC" w:rsidP="00AA6C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A6CCC" w:rsidRDefault="00AA6CCC" w:rsidP="00AA6C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A6CCC" w:rsidRDefault="00AA6CCC" w:rsidP="00AA6C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A6CCC" w:rsidRDefault="00AA6CCC" w:rsidP="00AA6C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A6CCC" w:rsidRDefault="00AA6CCC" w:rsidP="00AA6C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A6CCC" w:rsidRDefault="00AA6CCC" w:rsidP="00AA6C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A6CCC" w:rsidRDefault="00AA6CCC" w:rsidP="00AA6C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A6CCC" w:rsidRDefault="00AA6CCC" w:rsidP="00AA6C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A6CCC" w:rsidRDefault="00AA6CCC" w:rsidP="00AA6C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A6CCC" w:rsidRDefault="00AA6CCC" w:rsidP="00AA6C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A6CCC" w:rsidRDefault="00AA6CCC" w:rsidP="00AA6C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A6CCC" w:rsidRDefault="00AA6CCC" w:rsidP="00AA6C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A6CCC" w:rsidRDefault="00AA6CCC" w:rsidP="00AA6C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A6CCC" w:rsidRDefault="00AA6CCC" w:rsidP="00AA6C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A6CCC" w:rsidRDefault="00AA6CCC" w:rsidP="00AA6C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A6CCC" w:rsidRDefault="00AA6CCC" w:rsidP="00AA6C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A6CCC" w:rsidRDefault="00AA6CCC" w:rsidP="00AA6C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A6CCC" w:rsidRDefault="00AA6CCC" w:rsidP="00AA6C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A6CCC" w:rsidRDefault="00AA6CCC" w:rsidP="00AA6C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A6CCC" w:rsidRDefault="00AA6CCC" w:rsidP="00AA6C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AA6CCC" w:rsidRDefault="00AA6CCC" w:rsidP="00AA6C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A6CCC" w:rsidRDefault="00AA6CCC" w:rsidP="00AA6C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A6CCC" w:rsidRDefault="00AA6CCC" w:rsidP="00AA6C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A6CCC" w:rsidRDefault="00AA6CCC" w:rsidP="00AA6C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A6CCC" w:rsidRDefault="00AA6CCC" w:rsidP="00AA6C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A6CCC" w:rsidRDefault="00AA6CCC" w:rsidP="00AA6C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A6CCC" w:rsidRDefault="00AA6CCC" w:rsidP="00AA6C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AA6CCC" w:rsidRDefault="00AA6CCC" w:rsidP="00AA6C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A6CCC" w:rsidRDefault="00AA6CCC" w:rsidP="00AA6C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A6CCC" w:rsidRDefault="00AA6CCC" w:rsidP="00AA6C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A6CCC" w:rsidRPr="00FC0DC9" w:rsidRDefault="00AA6CCC" w:rsidP="00AA6CC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A6CCC" w:rsidRPr="00FC0DC9" w:rsidRDefault="00AA6CCC" w:rsidP="00AA6CCC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A6CCC" w:rsidRPr="00FC0DC9" w:rsidRDefault="00AA6CCC" w:rsidP="00AA6CC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A6CCC" w:rsidRPr="00FC0DC9" w:rsidRDefault="00AA6CCC" w:rsidP="00AA6CC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FC0DC9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AA6CCC" w:rsidRPr="00FC0DC9" w:rsidRDefault="00AA6CCC" w:rsidP="00AA6CCC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FC0DC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AA6CCC" w:rsidRPr="00FC0DC9" w:rsidRDefault="00AA6CCC" w:rsidP="00AA6CC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FC0DC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AA6CCC" w:rsidRPr="00FC0DC9" w:rsidRDefault="00AA6CCC" w:rsidP="00AA6CC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FC0DC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AA6CCC" w:rsidRPr="00FC0DC9" w:rsidRDefault="00AA6CCC" w:rsidP="00AA6CC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A6CCC" w:rsidRPr="00FC0DC9" w:rsidRDefault="00AA6CCC" w:rsidP="00AA6CC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FC0DC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AA6CCC" w:rsidRPr="00FC0DC9" w:rsidRDefault="00AA6CCC" w:rsidP="00AA6CC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A6CCC" w:rsidRPr="00FC0DC9" w:rsidRDefault="00AA6CCC" w:rsidP="00AA6CC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ІХ</w:t>
      </w:r>
      <w:r w:rsidRPr="00FC0DC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FC0DC9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FC0DC9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AA6CCC" w:rsidRPr="00FC0DC9" w:rsidRDefault="00AA6CCC" w:rsidP="00AA6CC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A6CCC" w:rsidRPr="00FC0DC9" w:rsidRDefault="00AA6CCC" w:rsidP="00AA6CC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25</w:t>
      </w:r>
      <w:r w:rsidRPr="00FC0DC9">
        <w:rPr>
          <w:rFonts w:ascii="Times New Roman" w:eastAsia="Arial Unicode MS" w:hAnsi="Times New Roman" w:cs="Times New Roman"/>
          <w:color w:val="000000"/>
          <w:sz w:val="24"/>
          <w:szCs w:val="24"/>
        </w:rPr>
        <w:t>.03.2021 року                                            Крупець                                                 №___</w:t>
      </w:r>
    </w:p>
    <w:p w:rsidR="00AA6CCC" w:rsidRPr="00FC0DC9" w:rsidRDefault="00AA6CCC" w:rsidP="00AA6CCC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AA6CCC" w:rsidRPr="00FC0DC9" w:rsidRDefault="00AA6CCC" w:rsidP="00AA6CCC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FC0DC9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AA6CCC" w:rsidRPr="00FC0DC9" w:rsidRDefault="00AA6CCC" w:rsidP="00AA6CC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FC0DC9">
        <w:rPr>
          <w:rFonts w:ascii="Times New Roman" w:eastAsia="Calibri" w:hAnsi="Times New Roman" w:cs="Times New Roman"/>
          <w:b/>
          <w:sz w:val="24"/>
        </w:rPr>
        <w:t xml:space="preserve">проєкту  із землеустрою  щодо </w:t>
      </w:r>
    </w:p>
    <w:p w:rsidR="00AA6CCC" w:rsidRPr="00FC0DC9" w:rsidRDefault="00AA6CCC" w:rsidP="00AA6CC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FC0DC9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AA6CCC" w:rsidRPr="00FC0DC9" w:rsidRDefault="00AA6CCC" w:rsidP="00AA6CC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Петрушиній Н.Л.</w:t>
      </w:r>
    </w:p>
    <w:p w:rsidR="00AA6CCC" w:rsidRPr="00FC0DC9" w:rsidRDefault="00AA6CCC" w:rsidP="00AA6CC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AA6CCC" w:rsidRPr="00FC0DC9" w:rsidRDefault="00AA6CCC" w:rsidP="00AA6CC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AA6CCC" w:rsidRPr="00FC0DC9" w:rsidRDefault="00AA6CCC" w:rsidP="00AA6CC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FC0DC9">
        <w:rPr>
          <w:rFonts w:ascii="Times New Roman" w:eastAsia="Calibri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розгляну</w:t>
      </w:r>
      <w:r>
        <w:rPr>
          <w:rFonts w:ascii="Times New Roman" w:eastAsia="Calibri" w:hAnsi="Times New Roman" w:cs="Times New Roman"/>
          <w:sz w:val="24"/>
        </w:rPr>
        <w:t>вши   заяву    Петрушиної Н.Л.</w:t>
      </w:r>
      <w:r w:rsidRPr="00FC0DC9">
        <w:rPr>
          <w:rFonts w:ascii="Times New Roman" w:eastAsia="Calibri" w:hAnsi="Times New Roman" w:cs="Times New Roman"/>
          <w:sz w:val="24"/>
        </w:rPr>
        <w:t xml:space="preserve">, сільська рада </w:t>
      </w:r>
    </w:p>
    <w:p w:rsidR="00AA6CCC" w:rsidRPr="00FC0DC9" w:rsidRDefault="00AA6CCC" w:rsidP="00AA6CC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FC0DC9">
        <w:rPr>
          <w:rFonts w:ascii="Times New Roman" w:eastAsia="Calibri" w:hAnsi="Times New Roman" w:cs="Times New Roman"/>
          <w:sz w:val="24"/>
        </w:rPr>
        <w:t>ВИРІШИЛА:</w:t>
      </w:r>
    </w:p>
    <w:p w:rsidR="00AA6CCC" w:rsidRPr="00FC0DC9" w:rsidRDefault="00AA6CCC" w:rsidP="00AA6CC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AA6CCC" w:rsidRPr="00FC0DC9" w:rsidRDefault="00AA6CCC" w:rsidP="00AA6CCC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A6CCC" w:rsidRPr="00FC0DC9" w:rsidRDefault="00AA6CCC" w:rsidP="00AA6CC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1. Надати  Петрушиній Наталії Леонідівні</w:t>
      </w:r>
      <w:r w:rsidRPr="00FC0DC9">
        <w:rPr>
          <w:rFonts w:ascii="Times New Roman" w:eastAsia="Calibri" w:hAnsi="Times New Roman" w:cs="Times New Roman"/>
          <w:sz w:val="24"/>
        </w:rPr>
        <w:t xml:space="preserve">,  яка  зареєстрована  за </w:t>
      </w:r>
      <w:r>
        <w:rPr>
          <w:rFonts w:ascii="Times New Roman" w:eastAsia="Calibri" w:hAnsi="Times New Roman" w:cs="Times New Roman"/>
          <w:sz w:val="24"/>
        </w:rPr>
        <w:t>адресою: ___________</w:t>
      </w:r>
      <w:r w:rsidRPr="00FC0DC9">
        <w:rPr>
          <w:rFonts w:ascii="Times New Roman" w:eastAsia="Calibri" w:hAnsi="Times New Roman" w:cs="Times New Roman"/>
          <w:sz w:val="24"/>
        </w:rPr>
        <w:t xml:space="preserve">, дозвіл на розробку проєкту із землеустрою щодо відведення земельної ділянки для передачі її у власність, площею 0,12 га, </w:t>
      </w:r>
      <w:r w:rsidRPr="00FC0DC9">
        <w:rPr>
          <w:rFonts w:ascii="Times New Roman" w:eastAsia="Calibri" w:hAnsi="Times New Roman" w:cs="Times New Roman"/>
          <w:sz w:val="24"/>
          <w:szCs w:val="24"/>
        </w:rPr>
        <w:t xml:space="preserve">для індивідуального садівництва, </w:t>
      </w:r>
      <w:r w:rsidRPr="00FC0DC9">
        <w:rPr>
          <w:rFonts w:ascii="Times New Roman" w:eastAsia="Calibri" w:hAnsi="Times New Roman" w:cs="Times New Roman"/>
          <w:sz w:val="24"/>
        </w:rPr>
        <w:t xml:space="preserve">за рахунок земель комунальної власності, (кадастровий номер </w:t>
      </w:r>
      <w:r w:rsidRPr="00FC0DC9">
        <w:rPr>
          <w:rFonts w:ascii="Times New Roman" w:eastAsia="Calibri" w:hAnsi="Times New Roman" w:cs="Times New Roman"/>
          <w:sz w:val="24"/>
          <w:szCs w:val="24"/>
        </w:rPr>
        <w:t>6823984000:03:013:0066</w:t>
      </w:r>
      <w:r w:rsidRPr="00FC0DC9">
        <w:rPr>
          <w:rFonts w:ascii="Times New Roman" w:eastAsia="Calibri" w:hAnsi="Times New Roman" w:cs="Times New Roman"/>
          <w:sz w:val="24"/>
        </w:rPr>
        <w:t>), яка розташована на території  Крупецької сільської ради, за межами населеного пункту  с.Крупець.</w:t>
      </w:r>
    </w:p>
    <w:p w:rsidR="00AA6CCC" w:rsidRPr="00FC0DC9" w:rsidRDefault="00AA6CCC" w:rsidP="00AA6CC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FC0DC9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</w:rPr>
        <w:t>. Петрушиній Н.Л.</w:t>
      </w:r>
      <w:r w:rsidRPr="00FC0DC9">
        <w:rPr>
          <w:rFonts w:ascii="Times New Roman" w:eastAsia="Calibri" w:hAnsi="Times New Roman" w:cs="Times New Roman"/>
          <w:sz w:val="24"/>
        </w:rPr>
        <w:t>, розробити проєкт землеустрою щодо відведення земельної ділянки для передачі її у власність та подати на розгляд сесії сільської ради.</w:t>
      </w:r>
    </w:p>
    <w:p w:rsidR="00AA6CCC" w:rsidRPr="00FC0DC9" w:rsidRDefault="00AA6CCC" w:rsidP="00AA6CC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0D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AA6CCC" w:rsidRPr="00FC0DC9" w:rsidRDefault="00AA6CCC" w:rsidP="00AA6CCC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C0DC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AA6CCC" w:rsidRPr="00FC0DC9" w:rsidRDefault="00AA6CCC" w:rsidP="00AA6CC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AA6CCC" w:rsidRDefault="00AA6CCC" w:rsidP="00AA6CC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bookmarkStart w:id="0" w:name="_GoBack"/>
      <w:bookmarkEnd w:id="0"/>
    </w:p>
    <w:p w:rsidR="00AA6CCC" w:rsidRDefault="00AA6CCC" w:rsidP="00AA6CC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AA6CCC" w:rsidRPr="00FC0DC9" w:rsidRDefault="00AA6CCC" w:rsidP="00AA6CC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9E5CCB" w:rsidRPr="00AA6CCC" w:rsidRDefault="00AA6CCC" w:rsidP="00AA6CCC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FC0DC9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9E5CCB" w:rsidRPr="00AA6CC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CCC"/>
    <w:rsid w:val="00171A2E"/>
    <w:rsid w:val="00304C90"/>
    <w:rsid w:val="00505B6D"/>
    <w:rsid w:val="006D3977"/>
    <w:rsid w:val="007D6C18"/>
    <w:rsid w:val="009E5CCB"/>
    <w:rsid w:val="00AA6CCC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Tmp\&#1089;&#1077;&#1089;\Default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251</Words>
  <Characters>1435</Characters>
  <Application>Microsoft Office Word</Application>
  <DocSecurity>0</DocSecurity>
  <Lines>11</Lines>
  <Paragraphs>3</Paragraphs>
  <ScaleCrop>false</ScaleCrop>
  <Company>Microsoft</Company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1</cp:revision>
  <dcterms:created xsi:type="dcterms:W3CDTF">2021-03-22T07:26:00Z</dcterms:created>
  <dcterms:modified xsi:type="dcterms:W3CDTF">2021-03-22T07:26:00Z</dcterms:modified>
</cp:coreProperties>
</file>