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BC" w:rsidRDefault="00FA51A9" w:rsidP="003238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238BC" w:rsidRDefault="003238BC" w:rsidP="003238BC"/>
    <w:p w:rsidR="003238BC" w:rsidRDefault="003238BC" w:rsidP="003238BC"/>
    <w:p w:rsidR="003238BC" w:rsidRDefault="003238BC" w:rsidP="003238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238BC" w:rsidRDefault="003238BC" w:rsidP="003238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238BC" w:rsidRDefault="003238BC" w:rsidP="003238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238BC" w:rsidRDefault="003238BC" w:rsidP="003238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238BC" w:rsidRDefault="003238BC" w:rsidP="003238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8BC" w:rsidRDefault="003238BC" w:rsidP="003238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238BC" w:rsidRDefault="003238BC" w:rsidP="003238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8BC" w:rsidRDefault="003238BC" w:rsidP="003238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238BC" w:rsidRPr="00B21EB6" w:rsidRDefault="003238BC" w:rsidP="003238B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32</w:t>
      </w:r>
    </w:p>
    <w:p w:rsidR="003238BC" w:rsidRPr="004A1A91" w:rsidRDefault="003238BC" w:rsidP="003238BC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238BC" w:rsidRPr="004A1A91" w:rsidRDefault="003238BC" w:rsidP="003238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238BC" w:rsidRPr="004A1A91" w:rsidRDefault="003238BC" w:rsidP="003238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238BC" w:rsidRPr="004A1A91" w:rsidRDefault="003238BC" w:rsidP="003238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3238BC" w:rsidRPr="004A1A91" w:rsidRDefault="003238BC" w:rsidP="003238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Мачулянському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В.А.</w:t>
      </w:r>
    </w:p>
    <w:p w:rsidR="003238BC" w:rsidRPr="004A1A91" w:rsidRDefault="003238BC" w:rsidP="003238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Мачулянському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Андрійовичу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FA51A9" w:rsidRPr="00FA51A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bookmarkStart w:id="0" w:name="_GoBack"/>
      <w:bookmarkEnd w:id="0"/>
      <w:r w:rsidRPr="004A1A91">
        <w:rPr>
          <w:rFonts w:ascii="Times New Roman" w:hAnsi="Times New Roman" w:cs="Times New Roman"/>
          <w:sz w:val="24"/>
          <w:szCs w:val="24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0,21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Мачулянському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238BC" w:rsidRPr="004A1A91" w:rsidRDefault="003238BC" w:rsidP="003238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238BC" w:rsidRPr="004A1A91" w:rsidRDefault="003238BC" w:rsidP="003238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38BC" w:rsidRPr="004A1A91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38BC" w:rsidRPr="003238BC" w:rsidRDefault="003238BC" w:rsidP="003238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215E1B" w:rsidRPr="003238BC" w:rsidRDefault="003238BC" w:rsidP="003238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215E1B" w:rsidRPr="003238BC" w:rsidSect="00215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238BC"/>
    <w:rsid w:val="00171A2E"/>
    <w:rsid w:val="00215E1B"/>
    <w:rsid w:val="00304C90"/>
    <w:rsid w:val="003238BC"/>
    <w:rsid w:val="00505B6D"/>
    <w:rsid w:val="006D3977"/>
    <w:rsid w:val="007D6C18"/>
    <w:rsid w:val="00D1641A"/>
    <w:rsid w:val="00FA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B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2020-03-16T12:49:00Z</dcterms:created>
  <dcterms:modified xsi:type="dcterms:W3CDTF">2020-03-17T06:33:00Z</dcterms:modified>
</cp:coreProperties>
</file>