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96E" w:rsidRDefault="0092296E" w:rsidP="009229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2296E" w:rsidRDefault="0092296E" w:rsidP="0092296E"/>
    <w:p w:rsidR="0092296E" w:rsidRDefault="0092296E" w:rsidP="0092296E"/>
    <w:p w:rsidR="0092296E" w:rsidRDefault="0092296E" w:rsidP="009229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296E" w:rsidRDefault="0092296E" w:rsidP="009229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2296E" w:rsidRDefault="0092296E" w:rsidP="009229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2296E" w:rsidRDefault="0092296E" w:rsidP="009229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2296E" w:rsidRDefault="0092296E" w:rsidP="009229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96E" w:rsidRDefault="0092296E" w:rsidP="009229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2296E" w:rsidRDefault="0092296E" w:rsidP="009229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296E" w:rsidRDefault="0092296E" w:rsidP="009229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2296E" w:rsidRPr="00685040" w:rsidRDefault="0092296E" w:rsidP="009229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№100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2296E" w:rsidRPr="00555B37" w:rsidRDefault="0092296E" w:rsidP="0092296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296E" w:rsidRPr="00555B37" w:rsidRDefault="0092296E" w:rsidP="0092296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92296E" w:rsidRPr="00555B37" w:rsidRDefault="0092296E" w:rsidP="0092296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92296E" w:rsidRPr="00555B37" w:rsidRDefault="0092296E" w:rsidP="009229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</w:p>
    <w:p w:rsidR="0092296E" w:rsidRPr="00555B37" w:rsidRDefault="0092296E" w:rsidP="009229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Столярчуку</w:t>
      </w:r>
      <w:proofErr w:type="spellEnd"/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Д.В.</w:t>
      </w:r>
    </w:p>
    <w:p w:rsidR="0092296E" w:rsidRPr="00555B37" w:rsidRDefault="0092296E" w:rsidP="0092296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296E" w:rsidRPr="00555B37" w:rsidRDefault="0092296E" w:rsidP="009229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кодексу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Д.В.,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92296E" w:rsidRPr="00555B37" w:rsidRDefault="0092296E" w:rsidP="009229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92296E" w:rsidRPr="00555B37" w:rsidRDefault="0092296E" w:rsidP="009229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Денису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0,4638 га, яка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Start"/>
      <w:r w:rsidRPr="00555B37">
        <w:rPr>
          <w:rFonts w:ascii="Times New Roman" w:eastAsia="Arial Unicode MS" w:hAnsi="Times New Roman" w:cs="Times New Roman"/>
          <w:sz w:val="24"/>
          <w:szCs w:val="24"/>
        </w:rPr>
        <w:t>.К</w:t>
      </w:r>
      <w:proofErr w:type="gramEnd"/>
      <w:r w:rsidRPr="00555B37">
        <w:rPr>
          <w:rFonts w:ascii="Times New Roman" w:eastAsia="Arial Unicode MS" w:hAnsi="Times New Roman" w:cs="Times New Roman"/>
          <w:sz w:val="24"/>
          <w:szCs w:val="24"/>
        </w:rPr>
        <w:t>олом’є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2296E" w:rsidRPr="00555B37" w:rsidRDefault="0092296E" w:rsidP="0092296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Денису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який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B5405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B5405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0,4638 га,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6823986800:02:001:0042, для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олом’є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2296E" w:rsidRPr="00555B37" w:rsidRDefault="0092296E" w:rsidP="0092296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Столярчуку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Д.В.,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якому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92296E" w:rsidRPr="00555B37" w:rsidRDefault="0092296E" w:rsidP="0092296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92296E" w:rsidRPr="00B54053" w:rsidRDefault="0092296E" w:rsidP="009229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92296E" w:rsidRPr="00555B37" w:rsidRDefault="0092296E" w:rsidP="0092296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2463" w:rsidRPr="00B54053" w:rsidRDefault="0092296E" w:rsidP="00B5405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spellEnd"/>
    </w:p>
    <w:sectPr w:rsidR="004A2463" w:rsidRPr="00B54053" w:rsidSect="00B54053">
      <w:pgSz w:w="12240" w:h="15840"/>
      <w:pgMar w:top="568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96E"/>
    <w:rsid w:val="00171A2E"/>
    <w:rsid w:val="00304C90"/>
    <w:rsid w:val="004A2463"/>
    <w:rsid w:val="00505B6D"/>
    <w:rsid w:val="006D3977"/>
    <w:rsid w:val="007D6C18"/>
    <w:rsid w:val="0092296E"/>
    <w:rsid w:val="00B5405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2020-05-27T16:57:00Z</dcterms:created>
  <dcterms:modified xsi:type="dcterms:W3CDTF">2020-05-27T17:39:00Z</dcterms:modified>
</cp:coreProperties>
</file>