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D5" w:rsidRDefault="00E618D5" w:rsidP="00E618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618D5" w:rsidRDefault="00E618D5" w:rsidP="00E618D5"/>
    <w:p w:rsidR="00E618D5" w:rsidRDefault="00E618D5" w:rsidP="00E618D5"/>
    <w:p w:rsidR="00E618D5" w:rsidRDefault="00E618D5" w:rsidP="00E61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618D5" w:rsidRDefault="00E618D5" w:rsidP="00E61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618D5" w:rsidRDefault="00E618D5" w:rsidP="00E61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618D5" w:rsidRDefault="00E618D5" w:rsidP="00E61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618D5" w:rsidRDefault="00E618D5" w:rsidP="00E61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18D5" w:rsidRDefault="00E618D5" w:rsidP="00E618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618D5" w:rsidRDefault="00E618D5" w:rsidP="00E618D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18D5" w:rsidRDefault="00E618D5" w:rsidP="00E618D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618D5" w:rsidRDefault="00E618D5" w:rsidP="00E618D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618D5" w:rsidRDefault="00E618D5" w:rsidP="00E618D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№29</w:t>
      </w:r>
    </w:p>
    <w:p w:rsidR="00E618D5" w:rsidRPr="000F74B5" w:rsidRDefault="00E618D5" w:rsidP="00E618D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18D5" w:rsidRPr="000F74B5" w:rsidRDefault="00E618D5" w:rsidP="00E618D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F74B5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618D5" w:rsidRPr="000F74B5" w:rsidRDefault="00E618D5" w:rsidP="00E618D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618D5" w:rsidRPr="000F74B5" w:rsidRDefault="00E618D5" w:rsidP="00E618D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618D5" w:rsidRPr="000F74B5" w:rsidRDefault="00E618D5" w:rsidP="00E618D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F74B5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F74B5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>)  Кондратюка В.В.</w:t>
      </w:r>
    </w:p>
    <w:p w:rsidR="00E618D5" w:rsidRPr="000F74B5" w:rsidRDefault="00E618D5" w:rsidP="00E618D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618D5" w:rsidRPr="000F74B5" w:rsidRDefault="00E618D5" w:rsidP="00E618D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самоврядув</w:t>
      </w:r>
      <w:r>
        <w:rPr>
          <w:rFonts w:ascii="Times New Roman" w:hAnsi="Times New Roman" w:cs="Times New Roman"/>
          <w:sz w:val="24"/>
          <w:szCs w:val="24"/>
        </w:rPr>
        <w:t>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</w:t>
      </w:r>
      <w:r w:rsidRPr="000F74B5">
        <w:rPr>
          <w:rFonts w:ascii="Times New Roman" w:hAnsi="Times New Roman" w:cs="Times New Roman"/>
          <w:sz w:val="24"/>
          <w:szCs w:val="24"/>
        </w:rPr>
        <w:t xml:space="preserve"> 121 Земельного кодексу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прав  </w:t>
      </w:r>
      <w:proofErr w:type="gramStart"/>
      <w:r w:rsidRPr="000F74B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Кондратюка В.В.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E618D5" w:rsidRPr="000F74B5" w:rsidRDefault="00E618D5" w:rsidP="00E618D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Кондратюку Василю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85CD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85CD1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0,4216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номер: 6823982100:01:003:0037), для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F74B5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>.</w:t>
      </w:r>
    </w:p>
    <w:p w:rsidR="00E618D5" w:rsidRPr="000F74B5" w:rsidRDefault="00E618D5" w:rsidP="00E618D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0F74B5">
        <w:rPr>
          <w:rFonts w:ascii="Times New Roman" w:hAnsi="Times New Roman" w:cs="Times New Roman"/>
          <w:sz w:val="24"/>
          <w:szCs w:val="24"/>
        </w:rPr>
        <w:t xml:space="preserve">2. Кондратюку В.В.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618D5" w:rsidRPr="000F74B5" w:rsidRDefault="00E618D5" w:rsidP="00E618D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618D5" w:rsidRPr="000F74B5" w:rsidRDefault="00E618D5" w:rsidP="00E618D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618D5" w:rsidRPr="00E618D5" w:rsidRDefault="00E618D5" w:rsidP="00E618D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618D5" w:rsidRPr="000F74B5" w:rsidRDefault="00E618D5" w:rsidP="00E618D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18D5" w:rsidRPr="000F74B5" w:rsidRDefault="00E618D5" w:rsidP="00E618D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E2E0D" w:rsidRPr="00E618D5" w:rsidRDefault="00E618D5" w:rsidP="00E618D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1E2E0D" w:rsidRPr="00E618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8D5"/>
    <w:rsid w:val="00171A2E"/>
    <w:rsid w:val="001E2E0D"/>
    <w:rsid w:val="00304C90"/>
    <w:rsid w:val="00505B6D"/>
    <w:rsid w:val="00685CD1"/>
    <w:rsid w:val="006D3977"/>
    <w:rsid w:val="007D6C18"/>
    <w:rsid w:val="00D1641A"/>
    <w:rsid w:val="00E61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255</Words>
  <Characters>1458</Characters>
  <Application>Microsoft Office Word</Application>
  <DocSecurity>0</DocSecurity>
  <Lines>12</Lines>
  <Paragraphs>3</Paragraphs>
  <ScaleCrop>false</ScaleCrop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2020-07-02T11:22:00Z</dcterms:created>
  <dcterms:modified xsi:type="dcterms:W3CDTF">2020-07-02T12:48:00Z</dcterms:modified>
</cp:coreProperties>
</file>