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30" w:rsidRPr="00D815F3" w:rsidRDefault="00BB5E30" w:rsidP="00BB5E3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BB5E30" w:rsidRPr="001869AA" w:rsidRDefault="00BB5E30" w:rsidP="00BB5E3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208" name="Группа 10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2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226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eraMIA&#10;AADeAAAADwAAAGRycy9kb3ducmV2LnhtbERPS4vCMBC+C/sfwix408QKPqpRZNkVD4LUx31oxrbY&#10;TEqT1e6/3wiCt/n4nrNcd7YWd2p95VjDaKhAEOfOVFxoOJ9+BjMQPiAbrB2Thj/ysF599JaYGvfg&#10;jO7HUIgYwj5FDWUITSqlz0uy6IeuIY7c1bUWQ4RtIU2Ljxhua5koNZEWK44NJTb0VVJ+O/5aDW68&#10;3e0vRZKNv3kaeHOYXS/dXuv+Z7dZgAjUhbf45d6ZOF8lag7Pd+IN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56to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Ami8kA&#10;AADeAAAADwAAAGRycy9kb3ducmV2LnhtbESPT08CMRDF7yZ8h2ZIvBDpwgF1pRBDsv7hQAKaeJ1s&#10;x+3qdrppK6x8euZg4m0m8+a991uuB9+pI8XUBjYwmxagiOtgW24MvL9VN3egUka22AUmA7+UYL0a&#10;XS2xtOHEezoecqPEhFOJBlzOfal1qh15TNPQE8vtM0SPWdbYaBvxJOa+0/OiWGiPLUuCw542jurv&#10;w4838FXt3Mfm9vwUJ/d7Ok+q7XP3ujDmejw8PoDKNOR/8d/3i5X6xXwmAIIjM+jV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sAmi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8nEcUA&#10;AADeAAAADwAAAGRycy9kb3ducmV2LnhtbESP3YrCMBCF74V9hzDC3siaVmGRblORRRfxRvx5gKEZ&#10;m2IzKU209e2NIOzdDOfM+c7ky8E24k6drx0rSKcJCOLS6ZorBefT5msBwgdkjY1jUvAgD8viY5Rj&#10;pl3PB7ofQyViCPsMFZgQ2kxKXxqy6KeuJY7axXUWQ1y7SuoO+xhuGzlLkm9pseZIMNjSr6HyerzZ&#10;CNnPcb+79KfN34A9rneGJ6uDUp/jYfUDItAQ/s3v662O9ZNZmsLrnTiDLJ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nyc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msXMQA&#10;AADeAAAADwAAAGRycy9kb3ducmV2LnhtbERPTUsDMRC9C/6HMII3m+2iVdampbQVRPDQKpTehs10&#10;d3EzCcm0u/57Iwje5vE+Z74cXa8uFFPn2cB0UoAirr3tuDHw+fFy9wQqCbLF3jMZ+KYEy8X11Rwr&#10;6wfe0WUvjcohnCo00IqESutUt+QwTXwgztzJR4eSYWy0jTjkcNfrsihm2mHHuaHFQOuW6q/92Rl4&#10;H7bh7XH2cArHeF/qtLFyWIsxtzfj6hmU0Cj/4j/3q83zi3Jawu87+Qa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JrF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Ec/cMA&#10;AADeAAAADwAAAGRycy9kb3ducmV2LnhtbESP0YrCMBBF3wX/IYzgi2iqwiLVKCIq4otY/YChGZti&#10;MylNtPXvzcLCvs1w79xzZ7XpbCXe1PjSsYLpJAFBnDtdcqHgfjuMFyB8QNZYOSYFH/KwWfd7K0y1&#10;a/lK7ywUIoawT1GBCaFOpfS5IYt+4mriqD1cYzHEtSmkbrCN4baSsyT5kRZLjgSDNe0M5c/sZSPk&#10;MsfL+dHeDscOW9yfDY+2V6WGg267BBGoC//mv+uTjvWT2XQOv+/EGe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Ec/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yRs8QA&#10;AADeAAAADwAAAGRycy9kb3ducmV2LnhtbERPTUsDMRC9C/0PYYTebLZLrWVtWkqtIIIHq1C8DZvp&#10;7uJmEpKxu/57Iwje5vE+Z70dXa8uFFPn2cB8VoAirr3tuDHw/vZ4swKVBNli75kMfFOC7WZytcbK&#10;+oFf6XKURuUQThUaaEVCpXWqW3KYZj4QZ+7so0PJMDbaRhxyuOt1WRRL7bDj3NBioH1L9efxyxl4&#10;GQ7h+W55ew4fcVHq9GDltBdjptfj7h6U0Cj/4j/3k83zi3K+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skb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UpwcQA&#10;AADeAAAADwAAAGRycy9kb3ducmV2LnhtbERP32vCMBB+F/Y/hBvsZWiqwyHVKCqEDRyMOcHXoznb&#10;YnMpSWa7/94Igm/38f28xaq3jbiQD7VjBeNRBoK4cKbmUsHhVw9nIEJENtg4JgX/FGC1fBosMDeu&#10;4x+67GMpUgiHHBVUMba5lKGoyGIYuZY4cSfnLcYEfSmNxy6F20ZOsuxdWqw5NVTY0rai4rz/swo2&#10;31355l+LTe92p4/jVGujv7RSL8/9eg4iUh8f4rv706T52WQ8hds76Qa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lKc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f9ScMA&#10;AADeAAAADwAAAGRycy9kb3ducmV2LnhtbERPS2rDMBDdB3oHMYXuYjmmDcGJHEKCoZRumuQAgzW1&#10;XFsjIymOe/uqUOhuHu87u/1sBzGRD51jBassB0HcON1xq+B6qZcbECEiaxwck4JvCrCvHhY7LLW7&#10;8wdN59iKFMKhRAUmxrGUMjSGLIbMjcSJ+3TeYkzQt1J7vKdwO8giz9fSYsepweBIR0NNf75ZBfVb&#10;8T71N+1rd5ifLb2Yr83JKPX0OB+2ICLN8V/8537VaX5erNbw+06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f9S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sSLcUA&#10;AADeAAAADwAAAGRycy9kb3ducmV2LnhtbERP22oCMRB9L/gPYQRfpGa11JbVKCqEFlooXqCvw2bc&#10;XdxMliS6279vCkLf5nCus1z3thE38qF2rGA6yUAQF87UXCo4HfXjK4gQkQ02jknBDwVYrwYPS8yN&#10;63hPt0MsRQrhkKOCKsY2lzIUFVkME9cSJ+7svMWYoC+l8dilcNvIWZbNpcWaU0OFLe0qKi6Hq1Ww&#10;/erKJz8utr37OL99P2tt9KdWajTsNwsQkfr4L767302an82mL/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uxI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TMoMUA&#10;AADeAAAADwAAAGRycy9kb3ducmV2LnhtbESPQWvDMAyF74P9B6NBb6vTsI2S1i1lIzDGLmv7A0Ss&#10;xmljOdhumv776TDYTeI9vfdpvZ18r0aKqQtsYDEvQBE3wXbcGjge6uclqJSRLfaBycCdEmw3jw9r&#10;rGy48Q+N+9wqCeFUoQGX81BpnRpHHtM8DMSinUL0mGWNrbYRbxLue10WxZv22LE0OBzo3VFz2V+9&#10;gfqr/B4vVxvrsJtePL268/LDGTN7mnYrUJmm/G/+u/60gl+UC+GVd2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FMyg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b308EA&#10;AADeAAAADwAAAGRycy9kb3ducmV2LnhtbERPzYrCMBC+L/gOYYS9rUndVbQaRRaU9Wj1AYZmbIvN&#10;pDZZW9/eCIK3+fh+Z7nubS1u1PrKsYZkpEAQ585UXGg4HbdfMxA+IBusHZOGO3lYrwYfS0yN6/hA&#10;tywUIoawT1FDGUKTSunzkiz6kWuII3d2rcUQYVtI02IXw20tx0pNpcWKY0OJDf2WlF+yf6vh597t&#10;rtnkorbGUrL/bvYc8onWn8N+swARqA9v8cv9Z+J8NU7m8Hwn3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W99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CXMUA&#10;AADeAAAADwAAAGRycy9kb3ducmV2LnhtbESPT4vCQAzF7wt+hyHC3tapPchudRRRlMXTbv1zDp3Y&#10;FjuZ0hm1fntzELwl5OW995steteoG3Wh9mxgPEpAERfe1lwaOOw3X9+gQkS22HgmAw8KsJgPPmaY&#10;WX/nf7rlsVRiwiFDA1WMbaZ1KCpyGEa+JZbb2XcOo6xdqW2HdzF3jU6TZKId1iwJFba0qqi45Fdn&#10;4Do5pQc+7+xfvn5sf9abZdDH0pjPYb+cgorUx7f49f1rpX6SpgIgODKDnj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woJc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GX2sYA&#10;AADeAAAADwAAAGRycy9kb3ducmV2LnhtbERPTWvCQBC9F/oflhG8NRujBI2uYgtC7aFStYfexuyY&#10;pGZnY3ar6b93CwVv83ifM1t0phYXal1lWcEgikEQ51ZXXCjY71ZPYxDOI2usLZOCX3KwmD8+zDDT&#10;9sofdNn6QoQQdhkqKL1vMildXpJBF9mGOHBH2xr0AbaF1C1eQ7ipZRLHqTRYcWgosaGXkvLT9sco&#10;+NyM08nmeT36fns/4NDo85euUqX6vW45BeGp83fxv/tVh/lxkgzg751w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GX2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qeOcQA&#10;AADeAAAADwAAAGRycy9kb3ducmV2LnhtbERPS2vCQBC+F/wPywi91Y3bIiG6hqpoS08+Cr0O2TEJ&#10;zc6G7Gpif323UPA2H99zFvlgG3GlzteONUwnCQjiwpmaSw2fp+1TCsIHZIONY9JwIw/5cvSwwMy4&#10;ng90PYZSxBD2GWqoQmgzKX1RkUU/cS1x5M6usxgi7EppOuxjuG2kSpKZtFhzbKiwpXVFxffxYjX8&#10;zL5w79/UavNsAt1e0p372O+0fhwPr3MQgYZwF/+7302cnyil4O+de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Knj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9SDMMA&#10;AADeAAAADwAAAGRycy9kb3ducmV2LnhtbERPzWrCQBC+F3yHZYTemo2pLRpdRUTBW2v0AYbsuAlm&#10;Z2N21ejTdwuF3ubj+535sreNuFHna8cKRkkKgrh0umaj4HjYvk1A+ICssXFMCh7kYbkYvMwx1+7O&#10;e7oVwYgYwj5HBVUIbS6lLyuy6BPXEkfu5DqLIcLOSN3hPYbbRmZp+ikt1hwbKmxpXVF5Lq5WwcVl&#10;H7ovNvh13ky/a2PGl+d+rNTrsF/NQATqw7/4z73TcX6aZe/w+068QS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9SD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qsk8QA&#10;AADeAAAADwAAAGRycy9kb3ducmV2LnhtbERPyW7CMBC9V+IfrEHqrTgNLUvAiQAJiSu0B46DPSSh&#10;8TjELqT9+rpSpd7m6a2zLHrbiBt1vnas4HmUgCDWztRcKnh/2z7NQPiAbLBxTAq+yEORDx6WmBl3&#10;5z3dDqEUMYR9hgqqENpMSq8rsuhHriWO3Nl1FkOEXSlNh/cYbhuZJslEWqw5NlTY0qYi/XH4tAp2&#10;9YleJ/o8t7O13h+/r2E8vRilHof9agEiUB/+xX/unYnzkzR9gd934g0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qrJ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fw38UA&#10;AADeAAAADwAAAGRycy9kb3ducmV2LnhtbERP0WoCMRB8F/oPYYW+aeJBS3saRQuFllqhKvq6XNbL&#10;4WVzXNLz/HtTKPg2u7MzszNb9K4WHbWh8qxhMlYgiAtvKi417HfvoxcQISIbrD2ThisFWMwfBjPM&#10;jb/wD3XbWIpkwiFHDTbGJpcyFJYchrFviBN38q3DmMa2lKbFSzJ3tcyUepYOK04JFht6s1Sct79O&#10;Q4ebqzra1ffrZ7Uuss3q8GXSXj8O++UURKQ+3o//1R8mva+y7An+6iQM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h/Df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3f4cQA&#10;AADeAAAADwAAAGRycy9kb3ducmV2LnhtbESPQU/DMAyF70j8h8hI3FhKD2gqyyaENMQRCgeOXuM1&#10;HY1dJWEt/Hp8QOJm6z2/93mzW+JozpTyIOzgdlWBIe7ED9w7eH/b36zB5ILscRQmB9+UYbe9vNhg&#10;42XmVzq3pTcawrlBB6GUqbE2d4Ei5pVMxKodJUUsuqbe+oSzhsfR1lV1ZyMOrA0BJ3oM1H22X9HB&#10;/NQdTvXxw4efNMm+fZFTPYpz11fLwz2YQkv5N/9dP3vFr+q18uo7OoP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t3+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lqbcUA&#10;AADeAAAADwAAAGRycy9kb3ducmV2LnhtbERPS2vCQBC+C/0PyxS86aY52DS6ivUBRVqKr/uYHZO0&#10;u7Mhu2r8991Cobf5+J4zmXXWiCu1vnas4GmYgCAunK65VHDYrwcZCB+QNRrHpOBOHmbTh94Ec+1u&#10;vKXrLpQihrDPUUEVQpNL6YuKLPqha4gjd3atxRBhW0rd4i2GWyPTJBlJizXHhgobWlRUfO8uVsH6&#10;c2m+0o/t/CjDYvV8MtnmdfmuVP+xm49BBOrCv/jP/abj/CTNXuD3nXiD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WWp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yIucgA&#10;AADeAAAADwAAAGRycy9kb3ducmV2LnhtbESPQWvCQBCF7wX/wzJCL6VutChpdBUpFC0oWBV6HbNj&#10;EszOhuw2pv++cyj0NsO8ee99i1XvatVRGyrPBsajBBRx7m3FhYHz6f05BRUissXaMxn4oQCr5eBh&#10;gZn1d/6k7hgLJSYcMjRQxthkWoe8JIdh5BtiuV196zDK2hbatngXc1frSZLMtMOKJaHEht5Kym/H&#10;b2egO+wuxbYLzcctfQrTl8tms7dfxjwO+/UcVKQ+/ov/vrdW6ieTVwEQHJ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TIi5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TP8UA&#10;AADeAAAADwAAAGRycy9kb3ducmV2LnhtbERPTWsCMRC9C/0PYQreNHHRoqtRaqHQi6C2h3obN+Pu&#10;4mayTVLd9tc3gtDbPN7nLFadbcSFfKgdaxgNFQjiwpmaSw0f76+DKYgQkQ02jknDDwVYLR96C8yN&#10;u/KOLvtYihTCIUcNVYxtLmUoKrIYhq4lTtzJeYsxQV9K4/Gawm0jM6WepMWaU0OFLb1UVJz331bD&#10;ejZdf23HvPndHQ90+DyeJ5lXWvcfu+c5iEhd/Bff3W8mzVfZbAS3d9IN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FM/xQAAAN4AAAAPAAAAAAAAAAAAAAAAAJgCAABkcnMv&#10;ZG93bnJldi54bWxQSwUGAAAAAAQABAD1AAAAigMAAAAA&#10;" fillcolor="black" stroked="f"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3DSMYA&#10;AADeAAAADwAAAGRycy9kb3ducmV2LnhtbERPS2vCQBC+F/oflin0VjcGKja6io8WCurBx8HjmB2T&#10;JdnZkN1q9Nd3hUJv8/E9ZzztbC0u1HrjWEG/l4Agzp02XCg47L/ehiB8QNZYOyYFN/IwnTw/jTHT&#10;7spbuuxCIWII+wwVlCE0mZQ+L8mi77mGOHJn11oMEbaF1C1eY7itZZokA2nRcGwosaFFSXm1+7EK&#10;jquBGW4Npaf1ff6p1+/VfLOslHp96WYjEIG68C/+c3/rOD9JP1J4vBNvk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3DS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ML4cQA&#10;AADeAAAADwAAAGRycy9kb3ducmV2LnhtbERPTWsCMRC9F/ofwhS8aVKFoqtRpKW0lx5qK16HzbhZ&#10;dzPZJlFXf31TEHqbx/ucxap3rThRiLVnDY8jBYK49KbmSsP31+twCiImZIOtZ9JwoQir5f3dAgvj&#10;z/xJp02qRA7hWKAGm1JXSBlLSw7jyHfEmdv74DBlGCppAp5zuGvlWKkn6bDm3GCxo2dLZbM5Og1h&#10;vXtprnzcNur6cYlvh/5nilbrwUO/noNI1Kd/8c39bvJ8NZ5N4O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jC+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sl3sQA&#10;AADeAAAADwAAAGRycy9kb3ducmV2LnhtbERPbUsCQRD+HvQflgn8ErnbIZmXq0QQCEqg+QOm2+nu&#10;aHf2uJ309Ne7QeC3eXheZ74cglcH6lMb2cLj2IAirqJrubaw/3x/eAaVBNmhj0wWTpRgubi9mWPp&#10;4pG3dNhJrXIIpxItNCJdqXWqGgqYxrEjztx37ANKhn2tXY/HHB68Lox50gFbzg0NdvTWUPWz+w0W&#10;fPHlZ+tp2shprzfmHGR7/+GsHd0Nry+ghAa5iv/dK5fnm2I2gb938g16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7Jd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fBH8QA&#10;AADeAAAADwAAAGRycy9kb3ducmV2LnhtbERPTWsCMRC9F/ofwgi9adaFil2NYivCXjx0tXgdN+Nm&#10;MZksm1S3/fVNodDbPN7nLNeDs+JGfWg9K5hOMhDEtdctNwqOh914DiJEZI3WMyn4ogDr1ePDEgvt&#10;7/xOtyo2IoVwKFCBibErpAy1IYdh4jvixF187zAm2DdS93hP4c7KPMtm0mHLqcFgR2+G6mv16RRs&#10;q87mx9K8htPH/ny25feOTlulnkbDZgEi0hD/xX/uUqf5Wf7yDL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nwR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DtXsMA&#10;AADeAAAADwAAAGRycy9kb3ducmV2LnhtbERPTWsCMRC9C/0PYQq9aVIPq12NUkoFoSd1PfQ2JOPu&#10;6maybFJ3+++NIHibx/uc5XpwjbhSF2rPGt4nCgSx8bbmUkNx2IznIEJEtth4Jg3/FGC9ehktMbe+&#10;5x1d97EUKYRDjhqqGNtcymAqchgmviVO3Ml3DmOCXSlth30Kd42cKpVJhzWnhgpb+qrIXPZ/TsN5&#10;I3+8UWiOxbHf2tnvd0aN0vrtdfhcgIg0xKf44d7aNF9NPzK4v5N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DtX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S7osUA&#10;AADeAAAADwAAAGRycy9kb3ducmV2LnhtbERPS2sCMRC+F/ofwhR6q9luQe1qVmyhIBYP1SIex83s&#10;g91MliTq+u8bQehtPr7nzBeD6cSZnG8sK3gdJSCIC6sbrhT87r5epiB8QNbYWSYFV/KwyB8f5php&#10;e+EfOm9DJWII+wwV1CH0mZS+qMmgH9meOHKldQZDhK6S2uElhptOpkkylgYbjg019vRZU9FuT0bB&#10;4fTN5eZtvXQfYW+HnW/T47RV6vlpWM5ABBrCv/juXuk4P0nfJ3B7J94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Lui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b6oskA&#10;AADeAAAADwAAAGRycy9kb3ducmV2LnhtbESPT0/DMAzF70h8h8hI3FhCBWgry6YNCYkLEvtzYDev&#10;MW21xumSsBU+PT4g7WbrPb/383Q++E6dKKY2sIX7kQFFXAXXcm1hu3m9G4NKGdlhF5gs/FCC+ez6&#10;aoqlC2de0WmdayUhnEq00OTcl1qnqiGPaRR6YtG+QvSYZY21dhHPEu47XRjzpD22LA0N9vTSUHVY&#10;f3sLy8l4efx44Pff1X5Hu8/94bGIxtrbm2HxDCrTkC/m/+s3J/immAivvC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Fb6oskAAADeAAAADwAAAAAAAAAAAAAAAACYAgAA&#10;ZHJzL2Rvd25yZXYueG1sUEsFBgAAAAAEAAQA9QAAAI4DAAAAAA==&#10;" fillcolor="black" stroked="f"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Uk8QA&#10;AADeAAAADwAAAGRycy9kb3ducmV2LnhtbERPS0sDMRC+F/wPYYTe2qwtiF2blqUgiqftQ7xON+Nm&#10;cTNZkpiu/94UCt7m43vOejvaXiTyoXOs4GFegCBunO64VXA6vsyeQISIrLF3TAp+KcB2czdZY6nd&#10;hfeUDrEVOYRDiQpMjEMpZWgMWQxzNxBn7st5izFD30rt8ZLDbS8XRfEoLXacGwwOtDPUfB9+rIJ0&#10;3tXVMn0ms3/3Vetd/fpxrpWa3o/VM4hIY/wX39xvOs8vFqsVXN/JN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sVJ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EjHccA&#10;AADeAAAADwAAAGRycy9kb3ducmV2LnhtbESPQUsDMRCF74L/IYzQm02qUHTbtEhRab2oa6E9Dptx&#10;s7iZLJt0u/rrnYPgbYZ58977lusxtGqgPjWRLcymBhRxFV3DtYX9x9P1HaiUkR22kcnCNyVYry4v&#10;lli4eOZ3GspcKzHhVKAFn3NXaJ0qTwHTNHbEcvuMfcAsa19r1+NZzEOrb4yZ64ANS4LHjjaeqq/y&#10;FCyk2ebx8BJ+7ofjs+fXcufnb7W3dnI1PixAZRrzv/jve+ukvrk1AiA4MoN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RIx3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B5E30" w:rsidRPr="00D815F3" w:rsidRDefault="00BB5E30" w:rsidP="00BB5E3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BB5E30" w:rsidRPr="001869AA" w:rsidRDefault="00BB5E30" w:rsidP="00BB5E3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B5E30" w:rsidRPr="001869AA" w:rsidRDefault="00BB5E30" w:rsidP="00BB5E3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B5E30" w:rsidRPr="001869AA" w:rsidRDefault="00BB5E30" w:rsidP="00BB5E3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B5E30" w:rsidRPr="00D815F3" w:rsidRDefault="00BB5E30" w:rsidP="00BB5E3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BB5E30" w:rsidRPr="001869AA" w:rsidRDefault="00BB5E30" w:rsidP="00BB5E3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BB5E30" w:rsidRPr="001869AA" w:rsidRDefault="00BB5E30" w:rsidP="00BB5E30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B5E30" w:rsidRPr="001869AA" w:rsidRDefault="00BB5E30" w:rsidP="00BB5E3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B5E30" w:rsidRPr="001869AA" w:rsidRDefault="00BB5E30" w:rsidP="00BB5E3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B5E30" w:rsidRPr="001869AA" w:rsidRDefault="00BB5E30" w:rsidP="00BB5E3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E30" w:rsidRDefault="00BB5E30" w:rsidP="00BB5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25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qCwcX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B5E30" w:rsidRDefault="00BB5E30" w:rsidP="00BB5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B5E30" w:rsidRDefault="00BB5E30" w:rsidP="00BB5E30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BB5E30" w:rsidRPr="001869AA" w:rsidRDefault="00BB5E30" w:rsidP="00BB5E3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B5E30" w:rsidRDefault="00BB5E30" w:rsidP="00BB5E30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BB5E30" w:rsidRPr="001869AA" w:rsidRDefault="00BB5E30" w:rsidP="00BB5E30">
      <w:pPr>
        <w:spacing w:after="0" w:line="240" w:lineRule="auto"/>
        <w:jc w:val="center"/>
        <w:rPr>
          <w:rFonts w:ascii="Times New Roman" w:hAnsi="Times New Roman"/>
        </w:rPr>
      </w:pPr>
    </w:p>
    <w:p w:rsidR="00BB5E30" w:rsidRPr="00312454" w:rsidRDefault="00BB5E30" w:rsidP="00BB5E3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BB5E30" w:rsidRPr="00A31AA4" w:rsidRDefault="00BB5E30" w:rsidP="00BB5E3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B5E30" w:rsidRPr="00A31AA4" w:rsidRDefault="00BB5E30" w:rsidP="00BB5E30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BB5E30" w:rsidRPr="00A31AA4" w:rsidRDefault="00BB5E30" w:rsidP="00BB5E30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BB5E30" w:rsidRPr="00243225" w:rsidRDefault="00BB5E30" w:rsidP="00BB5E3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Мазуру Р.В.</w:t>
      </w:r>
    </w:p>
    <w:p w:rsidR="00BB5E30" w:rsidRPr="00A31AA4" w:rsidRDefault="00BB5E30" w:rsidP="00BB5E3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B5E30" w:rsidRPr="00A31AA4" w:rsidRDefault="00BB5E30" w:rsidP="00BB5E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розглянувши заяву  Мазура Р.В.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BB5E30" w:rsidRPr="00A31AA4" w:rsidRDefault="00BB5E30" w:rsidP="00BB5E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BB5E30" w:rsidRPr="00A31AA4" w:rsidRDefault="00BB5E30" w:rsidP="00BB5E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B5E30" w:rsidRPr="00A31AA4" w:rsidRDefault="00BB5E30" w:rsidP="00BB5E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  Мазуру Роману Вікторовичу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BB5E30" w:rsidRDefault="00BB5E30" w:rsidP="00BB5E30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и  Мазуру Роману Вікторовичу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кий зареєстрований за адресою: </w:t>
      </w:r>
      <w:r w:rsidR="00F9472F">
        <w:rPr>
          <w:rFonts w:ascii="Times New Roman" w:eastAsia="Arial Unicode MS" w:hAnsi="Times New Roman"/>
          <w:sz w:val="24"/>
          <w:szCs w:val="24"/>
          <w:lang w:val="en-US" w:eastAsia="uk-UA"/>
        </w:rPr>
        <w:t>___________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 w:rsidR="00F9472F">
        <w:rPr>
          <w:rFonts w:ascii="Times New Roman" w:eastAsia="Arial Unicode MS" w:hAnsi="Times New Roman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2,0000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га, кадастровий номер: 6823984000:0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3:012:0205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BB5E30" w:rsidRPr="00A31AA4" w:rsidRDefault="00BB5E30" w:rsidP="00BB5E3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Мазуру Р.В., якому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B5E30" w:rsidRPr="00A31AA4" w:rsidRDefault="00BB5E30" w:rsidP="00BB5E3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BB5E30" w:rsidRDefault="00BB5E30" w:rsidP="00BB5E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B5E30" w:rsidRPr="00A31AA4" w:rsidRDefault="00BB5E30" w:rsidP="00BB5E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B5E30" w:rsidRDefault="00BB5E30" w:rsidP="00BB5E3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7C17E6" w:rsidRDefault="007C17E6"/>
    <w:sectPr w:rsidR="007C17E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30"/>
    <w:rsid w:val="00171A2E"/>
    <w:rsid w:val="00304C90"/>
    <w:rsid w:val="00505B6D"/>
    <w:rsid w:val="006D3977"/>
    <w:rsid w:val="007C17E6"/>
    <w:rsid w:val="007D6C18"/>
    <w:rsid w:val="00BB5E30"/>
    <w:rsid w:val="00D1641A"/>
    <w:rsid w:val="00F9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3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3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328</Words>
  <Characters>1874</Characters>
  <Application>Microsoft Office Word</Application>
  <DocSecurity>0</DocSecurity>
  <Lines>15</Lines>
  <Paragraphs>4</Paragraphs>
  <ScaleCrop>false</ScaleCrop>
  <Company>Microsoft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2020-11-17T15:24:00Z</dcterms:created>
  <dcterms:modified xsi:type="dcterms:W3CDTF">2020-11-18T06:43:00Z</dcterms:modified>
</cp:coreProperties>
</file>