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18D3" w:rsidRDefault="004D18D3" w:rsidP="004D18D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18D3" w:rsidRDefault="004D18D3" w:rsidP="004D18D3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D18D3" w:rsidRDefault="002D63EF" w:rsidP="004D18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D63EF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D18D3" w:rsidRDefault="004D18D3" w:rsidP="004D18D3"/>
    <w:p w:rsidR="004D18D3" w:rsidRDefault="004D18D3" w:rsidP="004D18D3"/>
    <w:p w:rsidR="004D18D3" w:rsidRDefault="004D18D3" w:rsidP="004D18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D18D3" w:rsidRDefault="004D18D3" w:rsidP="004D18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D18D3" w:rsidRDefault="004D18D3" w:rsidP="004D18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D18D3" w:rsidRDefault="004D18D3" w:rsidP="004D18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D18D3" w:rsidRDefault="004D18D3" w:rsidP="004D18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D18D3" w:rsidRDefault="004D18D3" w:rsidP="004D18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D18D3" w:rsidRDefault="004D18D3" w:rsidP="004D18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D18D3" w:rsidRDefault="004D18D3" w:rsidP="004D18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D18D3" w:rsidRDefault="004D18D3" w:rsidP="004D18D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№43</w:t>
      </w:r>
    </w:p>
    <w:p w:rsidR="004D18D3" w:rsidRDefault="004D18D3" w:rsidP="004D18D3">
      <w:pPr>
        <w:tabs>
          <w:tab w:val="left" w:pos="2160"/>
        </w:tabs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D18D3" w:rsidRDefault="004D18D3" w:rsidP="004D18D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4D18D3" w:rsidRDefault="004D18D3" w:rsidP="004D18D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ізземлеустроющодо</w:t>
      </w:r>
      <w:proofErr w:type="spellEnd"/>
    </w:p>
    <w:p w:rsidR="004D18D3" w:rsidRDefault="004D18D3" w:rsidP="004D18D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відведенняземельноїділянки</w:t>
      </w:r>
      <w:proofErr w:type="spellEnd"/>
    </w:p>
    <w:p w:rsidR="004D18D3" w:rsidRDefault="004D18D3" w:rsidP="004D18D3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Зубову О.В.</w:t>
      </w:r>
    </w:p>
    <w:p w:rsidR="004D18D3" w:rsidRDefault="004D18D3" w:rsidP="004D18D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D18D3" w:rsidRDefault="004D18D3" w:rsidP="004D18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Зубова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О.В.,сільська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4D18D3" w:rsidRDefault="004D18D3" w:rsidP="004D18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4D18D3" w:rsidRDefault="004D18D3" w:rsidP="004D18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Зубову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Васильовичу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132AFF" w:rsidRPr="00132AFF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0,2200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D18D3" w:rsidRDefault="004D18D3" w:rsidP="004D18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Зубову О.В.,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4D18D3" w:rsidRDefault="004D18D3" w:rsidP="004D18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4D18D3" w:rsidRDefault="004D18D3" w:rsidP="004D18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4D18D3" w:rsidRPr="004D18D3" w:rsidRDefault="004D18D3" w:rsidP="004D18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4D18D3" w:rsidRDefault="004D18D3" w:rsidP="004D18D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92D3B" w:rsidRPr="004D18D3" w:rsidRDefault="004D18D3" w:rsidP="004D18D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592D3B" w:rsidRPr="004D18D3" w:rsidSect="002D63E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4D18D3"/>
    <w:rsid w:val="00132AFF"/>
    <w:rsid w:val="00171A2E"/>
    <w:rsid w:val="002D63EF"/>
    <w:rsid w:val="00304C90"/>
    <w:rsid w:val="004D18D3"/>
    <w:rsid w:val="00505B6D"/>
    <w:rsid w:val="00592D3B"/>
    <w:rsid w:val="006D3977"/>
    <w:rsid w:val="007D6C18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EF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945</Words>
  <Characters>539</Characters>
  <Application>Microsoft Office Word</Application>
  <DocSecurity>0</DocSecurity>
  <Lines>4</Lines>
  <Paragraphs>2</Paragraphs>
  <ScaleCrop>false</ScaleCrop>
  <Company>Microsoft</Company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2020-04-27T16:01:00Z</dcterms:created>
  <dcterms:modified xsi:type="dcterms:W3CDTF">2020-04-28T06:15:00Z</dcterms:modified>
</cp:coreProperties>
</file>