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5A6" w:rsidRPr="00D473DA" w:rsidRDefault="000115A6" w:rsidP="000115A6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D473DA">
        <w:rPr>
          <w:rFonts w:ascii="Times New Roman" w:eastAsia="Arial Unicode MS" w:hAnsi="Times New Roman" w:cs="Times New Roman"/>
          <w:color w:val="FF0000"/>
          <w:sz w:val="24"/>
          <w:szCs w:val="24"/>
        </w:rPr>
        <w:t>ПРОЄКТ</w:t>
      </w:r>
    </w:p>
    <w:p w:rsidR="000115A6" w:rsidRPr="00D473DA" w:rsidRDefault="000115A6" w:rsidP="000115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 w:rsidRPr="00D473DA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8472D0" wp14:editId="08355FD2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900" name="Группа 129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290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5A6" w:rsidRDefault="000115A6" w:rsidP="000115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0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15A6" w:rsidRPr="00E77963" w:rsidRDefault="000115A6" w:rsidP="000115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0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5A6" w:rsidRDefault="000115A6" w:rsidP="000115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0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15A6" w:rsidRDefault="000115A6" w:rsidP="000115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0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5A6" w:rsidRDefault="000115A6" w:rsidP="000115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0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15A6" w:rsidRDefault="000115A6" w:rsidP="000115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0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5A6" w:rsidRDefault="000115A6" w:rsidP="000115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0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15A6" w:rsidRDefault="000115A6" w:rsidP="000115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0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5A6" w:rsidRDefault="000115A6" w:rsidP="000115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1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15A6" w:rsidRDefault="000115A6" w:rsidP="000115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1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5A6" w:rsidRDefault="000115A6" w:rsidP="000115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1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15A6" w:rsidRDefault="000115A6" w:rsidP="000115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1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5A6" w:rsidRDefault="000115A6" w:rsidP="000115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1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15A6" w:rsidRDefault="000115A6" w:rsidP="000115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1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5A6" w:rsidRDefault="000115A6" w:rsidP="000115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1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15A6" w:rsidRDefault="000115A6" w:rsidP="000115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1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5A6" w:rsidRDefault="000115A6" w:rsidP="000115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1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15A6" w:rsidRDefault="000115A6" w:rsidP="000115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1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5A6" w:rsidRDefault="000115A6" w:rsidP="000115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2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15A6" w:rsidRDefault="000115A6" w:rsidP="000115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2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5A6" w:rsidRDefault="000115A6" w:rsidP="000115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2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5A6" w:rsidRDefault="000115A6" w:rsidP="000115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2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5A6" w:rsidRDefault="000115A6" w:rsidP="000115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2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5A6" w:rsidRDefault="000115A6" w:rsidP="000115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2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5A6" w:rsidRDefault="000115A6" w:rsidP="000115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2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5A6" w:rsidRDefault="000115A6" w:rsidP="000115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2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5A6" w:rsidRDefault="000115A6" w:rsidP="000115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0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5A6" w:rsidRDefault="000115A6" w:rsidP="000115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0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5A6" w:rsidRDefault="000115A6" w:rsidP="000115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0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5A6" w:rsidRDefault="000115A6" w:rsidP="000115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248472D0" id="Группа 12900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115A6" w:rsidRDefault="000115A6" w:rsidP="000115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115A6" w:rsidRPr="00E77963" w:rsidRDefault="000115A6" w:rsidP="000115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115A6" w:rsidRDefault="000115A6" w:rsidP="000115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115A6" w:rsidRDefault="000115A6" w:rsidP="000115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115A6" w:rsidRDefault="000115A6" w:rsidP="000115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115A6" w:rsidRDefault="000115A6" w:rsidP="000115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115A6" w:rsidRDefault="000115A6" w:rsidP="000115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115A6" w:rsidRDefault="000115A6" w:rsidP="000115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115A6" w:rsidRDefault="000115A6" w:rsidP="000115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115A6" w:rsidRDefault="000115A6" w:rsidP="000115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115A6" w:rsidRDefault="000115A6" w:rsidP="000115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115A6" w:rsidRDefault="000115A6" w:rsidP="000115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115A6" w:rsidRDefault="000115A6" w:rsidP="000115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115A6" w:rsidRDefault="000115A6" w:rsidP="000115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115A6" w:rsidRDefault="000115A6" w:rsidP="000115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115A6" w:rsidRDefault="000115A6" w:rsidP="000115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115A6" w:rsidRDefault="000115A6" w:rsidP="000115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115A6" w:rsidRDefault="000115A6" w:rsidP="000115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115A6" w:rsidRDefault="000115A6" w:rsidP="000115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115A6" w:rsidRDefault="000115A6" w:rsidP="000115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" fillcolor="black" stroked="f">
                  <v:textbox>
                    <w:txbxContent>
                      <w:p w:rsidR="000115A6" w:rsidRDefault="000115A6" w:rsidP="000115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115A6" w:rsidRDefault="000115A6" w:rsidP="000115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115A6" w:rsidRDefault="000115A6" w:rsidP="000115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115A6" w:rsidRDefault="000115A6" w:rsidP="000115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115A6" w:rsidRDefault="000115A6" w:rsidP="000115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115A6" w:rsidRDefault="000115A6" w:rsidP="000115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115A6" w:rsidRDefault="000115A6" w:rsidP="000115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" fillcolor="black" stroked="f">
                  <v:textbox>
                    <w:txbxContent>
                      <w:p w:rsidR="000115A6" w:rsidRDefault="000115A6" w:rsidP="000115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115A6" w:rsidRDefault="000115A6" w:rsidP="000115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115A6" w:rsidRDefault="000115A6" w:rsidP="000115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115A6" w:rsidRPr="00D473DA" w:rsidRDefault="000115A6" w:rsidP="000115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0115A6" w:rsidRPr="00D473DA" w:rsidRDefault="000115A6" w:rsidP="000115A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0115A6" w:rsidRPr="00D473DA" w:rsidRDefault="000115A6" w:rsidP="000115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0115A6" w:rsidRPr="00D473DA" w:rsidRDefault="000115A6" w:rsidP="000115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</w:p>
    <w:p w:rsidR="000115A6" w:rsidRPr="00D473DA" w:rsidRDefault="000115A6" w:rsidP="000115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D473DA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0115A6" w:rsidRPr="00D473DA" w:rsidRDefault="000115A6" w:rsidP="000115A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D473DA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0115A6" w:rsidRPr="00D473DA" w:rsidRDefault="000115A6" w:rsidP="000115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D473DA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0115A6" w:rsidRPr="00D473DA" w:rsidRDefault="000115A6" w:rsidP="000115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D473DA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0115A6" w:rsidRPr="00D473DA" w:rsidRDefault="000115A6" w:rsidP="000115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0115A6" w:rsidRPr="00D473DA" w:rsidRDefault="000115A6" w:rsidP="000115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D473DA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0115A6" w:rsidRPr="00D473DA" w:rsidRDefault="000115A6" w:rsidP="000115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0115A6" w:rsidRPr="00D473DA" w:rsidRDefault="000115A6" w:rsidP="000115A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D473DA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</w:t>
      </w:r>
      <w:r w:rsidRPr="00D473DA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 w:rsidRPr="00D473DA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D473DA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0115A6" w:rsidRPr="00D473DA" w:rsidRDefault="000115A6" w:rsidP="000115A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0115A6" w:rsidRPr="00D473DA" w:rsidRDefault="000115A6" w:rsidP="000115A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.06</w:t>
      </w:r>
      <w:r w:rsidRPr="00D473DA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.2021 року                                            Крупець                                                 №___</w:t>
      </w:r>
    </w:p>
    <w:p w:rsidR="000115A6" w:rsidRPr="00D473DA" w:rsidRDefault="000115A6" w:rsidP="000115A6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0115A6" w:rsidRPr="00D473DA" w:rsidRDefault="000115A6" w:rsidP="000115A6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473DA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0115A6" w:rsidRPr="00D473DA" w:rsidRDefault="000115A6" w:rsidP="000115A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D473DA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D473DA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0115A6" w:rsidRPr="00D473DA" w:rsidRDefault="000115A6" w:rsidP="000115A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473DA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0115A6" w:rsidRPr="00D473DA" w:rsidRDefault="000115A6" w:rsidP="000115A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473DA">
        <w:rPr>
          <w:rFonts w:ascii="Times New Roman" w:eastAsia="Calibri" w:hAnsi="Times New Roman" w:cs="Times New Roman"/>
          <w:b/>
          <w:sz w:val="24"/>
          <w:lang w:eastAsia="en-US"/>
        </w:rPr>
        <w:t>зі зміною цільового призначення</w:t>
      </w:r>
    </w:p>
    <w:p w:rsidR="000115A6" w:rsidRPr="00D473DA" w:rsidRDefault="000115A6" w:rsidP="000115A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Мазуру В.В.</w:t>
      </w:r>
    </w:p>
    <w:p w:rsidR="000115A6" w:rsidRPr="00D473DA" w:rsidRDefault="000115A6" w:rsidP="000115A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0115A6" w:rsidRPr="00D473DA" w:rsidRDefault="000115A6" w:rsidP="000115A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115A6" w:rsidRPr="00D473DA" w:rsidRDefault="000115A6" w:rsidP="000115A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розглянувши   заяву   </w:t>
      </w:r>
      <w:r>
        <w:rPr>
          <w:rFonts w:ascii="Times New Roman" w:eastAsia="Calibri" w:hAnsi="Times New Roman" w:cs="Times New Roman"/>
          <w:sz w:val="24"/>
          <w:lang w:eastAsia="en-US"/>
        </w:rPr>
        <w:t>Мазура В.В.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,  сільська рада </w:t>
      </w:r>
    </w:p>
    <w:p w:rsidR="000115A6" w:rsidRPr="00D473DA" w:rsidRDefault="000115A6" w:rsidP="000115A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473DA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0115A6" w:rsidRPr="00D473DA" w:rsidRDefault="000115A6" w:rsidP="000115A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115A6" w:rsidRPr="00D473DA" w:rsidRDefault="000115A6" w:rsidP="000115A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115A6" w:rsidRPr="00D473DA" w:rsidRDefault="000115A6" w:rsidP="000115A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en-US"/>
        </w:rPr>
      </w:pPr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       1</w:t>
      </w:r>
      <w:r w:rsidRPr="00D473DA">
        <w:rPr>
          <w:rFonts w:ascii="Times New Roman" w:eastAsia="Calibri" w:hAnsi="Times New Roman" w:cs="Times New Roman"/>
          <w:color w:val="FF0000"/>
          <w:sz w:val="24"/>
          <w:lang w:eastAsia="en-US"/>
        </w:rPr>
        <w:t xml:space="preserve">. 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>Надати</w:t>
      </w:r>
      <w:r w:rsidRPr="00D473DA">
        <w:rPr>
          <w:rFonts w:ascii="Times New Roman" w:eastAsia="Calibri" w:hAnsi="Times New Roman" w:cs="Times New Roman"/>
          <w:color w:val="FF0000"/>
          <w:sz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>Мазуру Віктору Володимировичу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>,  як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ий зареєстрований 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0F7019">
        <w:rPr>
          <w:rFonts w:ascii="Times New Roman" w:eastAsia="Calibri" w:hAnsi="Times New Roman" w:cs="Times New Roman"/>
          <w:sz w:val="24"/>
          <w:lang w:eastAsia="en-US"/>
        </w:rPr>
        <w:t>___________</w:t>
      </w:r>
      <w:bookmarkStart w:id="0" w:name="_GoBack"/>
      <w:bookmarkEnd w:id="0"/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 дозвіл на розробку </w:t>
      </w:r>
      <w:proofErr w:type="spellStart"/>
      <w:r w:rsidRPr="00D473DA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  із землеустрою щодо відведення земельної ділянки для передачі її у </w:t>
      </w:r>
      <w:r>
        <w:rPr>
          <w:rFonts w:ascii="Times New Roman" w:eastAsia="Calibri" w:hAnsi="Times New Roman" w:cs="Times New Roman"/>
          <w:sz w:val="24"/>
          <w:lang w:eastAsia="en-US"/>
        </w:rPr>
        <w:t>власність,  орієнтовною площею 1,8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000га, </w:t>
      </w:r>
      <w:r w:rsidRPr="00D473D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en-US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 землі запасу, кадастровий номер</w:t>
      </w:r>
      <w:r w:rsidRPr="00D473DA">
        <w:rPr>
          <w:rFonts w:ascii="Arial" w:eastAsia="Calibri" w:hAnsi="Arial" w:cs="Arial"/>
          <w:color w:val="333333"/>
          <w:sz w:val="21"/>
          <w:szCs w:val="21"/>
          <w:shd w:val="clear" w:color="auto" w:fill="FFFFFF"/>
          <w:lang w:eastAsia="en-US"/>
        </w:rPr>
        <w:t xml:space="preserve"> 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6823986800:05:011:0212 зі зміною цільового призначення, для ведення особистого селянського господарства, яка розташована </w:t>
      </w:r>
      <w:r w:rsidRPr="00D473D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en-US"/>
        </w:rPr>
        <w:t xml:space="preserve">Хмельницька область, Шепетівський район, на території </w:t>
      </w:r>
      <w:proofErr w:type="spellStart"/>
      <w:r w:rsidRPr="00D473D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en-US"/>
        </w:rPr>
        <w:t>Крупецької</w:t>
      </w:r>
      <w:proofErr w:type="spellEnd"/>
      <w:r w:rsidRPr="00D473D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en-US"/>
        </w:rPr>
        <w:t xml:space="preserve"> сільської ради.</w:t>
      </w:r>
    </w:p>
    <w:p w:rsidR="000115A6" w:rsidRPr="00D473DA" w:rsidRDefault="000115A6" w:rsidP="000115A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Мазуру В.В.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 розробити </w:t>
      </w:r>
      <w:proofErr w:type="spellStart"/>
      <w:r w:rsidRPr="00D473DA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0115A6" w:rsidRPr="00D473DA" w:rsidRDefault="000115A6" w:rsidP="000115A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473D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0115A6" w:rsidRPr="00D473DA" w:rsidRDefault="000115A6" w:rsidP="000115A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473D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115A6" w:rsidRPr="00D473DA" w:rsidRDefault="000115A6" w:rsidP="000115A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115A6" w:rsidRPr="00D473DA" w:rsidRDefault="000115A6" w:rsidP="000115A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115A6" w:rsidRPr="00D473DA" w:rsidRDefault="000115A6" w:rsidP="000115A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115A6" w:rsidRPr="00D473DA" w:rsidRDefault="000115A6" w:rsidP="000115A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115A6" w:rsidRPr="00D473DA" w:rsidRDefault="000115A6" w:rsidP="000115A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115A6" w:rsidRPr="00D473DA" w:rsidRDefault="000115A6" w:rsidP="000115A6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D473DA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243977" w:rsidRDefault="00243977"/>
    <w:sectPr w:rsidR="0024397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5A6"/>
    <w:rsid w:val="000115A6"/>
    <w:rsid w:val="000F7019"/>
    <w:rsid w:val="00243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5A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5A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67</TotalTime>
  <Pages>1</Pages>
  <Words>282</Words>
  <Characters>1611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2021-06-22T07:43:00Z</dcterms:created>
  <dcterms:modified xsi:type="dcterms:W3CDTF">2021-06-22T13:48:00Z</dcterms:modified>
</cp:coreProperties>
</file>