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B7F" w:rsidRPr="000A4F3E" w:rsidRDefault="00911B7F" w:rsidP="00911B7F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B7F" w:rsidRDefault="00911B7F" w:rsidP="00911B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1B7F" w:rsidRDefault="00911B7F" w:rsidP="00911B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B7F" w:rsidRDefault="00911B7F" w:rsidP="00911B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1B7F" w:rsidRDefault="00911B7F" w:rsidP="00911B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B7F" w:rsidRDefault="00911B7F" w:rsidP="00911B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1B7F" w:rsidRDefault="00911B7F" w:rsidP="00911B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B7F" w:rsidRDefault="00911B7F" w:rsidP="00911B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1B7F" w:rsidRDefault="00911B7F" w:rsidP="00911B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B7F" w:rsidRDefault="00911B7F" w:rsidP="00911B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1B7F" w:rsidRDefault="00911B7F" w:rsidP="00911B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B7F" w:rsidRDefault="00911B7F" w:rsidP="00911B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1B7F" w:rsidRDefault="00911B7F" w:rsidP="00911B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B7F" w:rsidRDefault="00911B7F" w:rsidP="00911B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1B7F" w:rsidRDefault="00911B7F" w:rsidP="00911B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B7F" w:rsidRDefault="00911B7F" w:rsidP="00911B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1B7F" w:rsidRDefault="00911B7F" w:rsidP="00911B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B7F" w:rsidRDefault="00911B7F" w:rsidP="00911B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1B7F" w:rsidRDefault="00911B7F" w:rsidP="00911B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B7F" w:rsidRDefault="00911B7F" w:rsidP="00911B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1B7F" w:rsidRDefault="00911B7F" w:rsidP="00911B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B7F" w:rsidRDefault="00911B7F" w:rsidP="00911B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B7F" w:rsidRDefault="00911B7F" w:rsidP="00911B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B7F" w:rsidRDefault="00911B7F" w:rsidP="00911B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B7F" w:rsidRDefault="00911B7F" w:rsidP="00911B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B7F" w:rsidRDefault="00911B7F" w:rsidP="00911B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B7F" w:rsidRDefault="00911B7F" w:rsidP="00911B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B7F" w:rsidRDefault="00911B7F" w:rsidP="00911B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B7F" w:rsidRDefault="00911B7F" w:rsidP="00911B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B7F" w:rsidRDefault="00911B7F" w:rsidP="00911B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B7F" w:rsidRDefault="00911B7F" w:rsidP="00911B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11B7F" w:rsidRDefault="00911B7F" w:rsidP="00911B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11B7F" w:rsidRDefault="00911B7F" w:rsidP="00911B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11B7F" w:rsidRDefault="00911B7F" w:rsidP="00911B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11B7F" w:rsidRDefault="00911B7F" w:rsidP="00911B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11B7F" w:rsidRDefault="00911B7F" w:rsidP="00911B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11B7F" w:rsidRDefault="00911B7F" w:rsidP="00911B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11B7F" w:rsidRDefault="00911B7F" w:rsidP="00911B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11B7F" w:rsidRDefault="00911B7F" w:rsidP="00911B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11B7F" w:rsidRDefault="00911B7F" w:rsidP="00911B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11B7F" w:rsidRDefault="00911B7F" w:rsidP="00911B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11B7F" w:rsidRDefault="00911B7F" w:rsidP="00911B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11B7F" w:rsidRDefault="00911B7F" w:rsidP="00911B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11B7F" w:rsidRDefault="00911B7F" w:rsidP="00911B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11B7F" w:rsidRDefault="00911B7F" w:rsidP="00911B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11B7F" w:rsidRDefault="00911B7F" w:rsidP="00911B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11B7F" w:rsidRDefault="00911B7F" w:rsidP="00911B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11B7F" w:rsidRDefault="00911B7F" w:rsidP="00911B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11B7F" w:rsidRDefault="00911B7F" w:rsidP="00911B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11B7F" w:rsidRDefault="00911B7F" w:rsidP="00911B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11B7F" w:rsidRDefault="00911B7F" w:rsidP="00911B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11B7F" w:rsidRDefault="00911B7F" w:rsidP="00911B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11B7F" w:rsidRDefault="00911B7F" w:rsidP="00911B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11B7F" w:rsidRDefault="00911B7F" w:rsidP="00911B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11B7F" w:rsidRDefault="00911B7F" w:rsidP="00911B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11B7F" w:rsidRDefault="00911B7F" w:rsidP="00911B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11B7F" w:rsidRDefault="00911B7F" w:rsidP="00911B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11B7F" w:rsidRDefault="00911B7F" w:rsidP="00911B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11B7F" w:rsidRDefault="00911B7F" w:rsidP="00911B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11B7F" w:rsidRDefault="00911B7F" w:rsidP="00911B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11B7F" w:rsidRDefault="00911B7F" w:rsidP="00911B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11B7F" w:rsidRPr="000A4F3E" w:rsidRDefault="00911B7F" w:rsidP="00911B7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1B7F" w:rsidRPr="000A4F3E" w:rsidRDefault="00911B7F" w:rsidP="00911B7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1B7F" w:rsidRPr="000A4F3E" w:rsidRDefault="00911B7F" w:rsidP="00911B7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1B7F" w:rsidRPr="000A4F3E" w:rsidRDefault="00911B7F" w:rsidP="00911B7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1B7F" w:rsidRPr="000A4F3E" w:rsidRDefault="00911B7F" w:rsidP="00911B7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11B7F" w:rsidRPr="000A4F3E" w:rsidRDefault="00911B7F" w:rsidP="00911B7F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11B7F" w:rsidRPr="000A4F3E" w:rsidRDefault="00911B7F" w:rsidP="00911B7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11B7F" w:rsidRPr="000A4F3E" w:rsidRDefault="00911B7F" w:rsidP="00911B7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11B7F" w:rsidRPr="000A4F3E" w:rsidRDefault="00911B7F" w:rsidP="00911B7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1B7F" w:rsidRPr="000A4F3E" w:rsidRDefault="00911B7F" w:rsidP="00911B7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11B7F" w:rsidRPr="000A4F3E" w:rsidRDefault="00911B7F" w:rsidP="00911B7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1B7F" w:rsidRPr="000A4F3E" w:rsidRDefault="00911B7F" w:rsidP="00911B7F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11B7F" w:rsidRPr="000A4F3E" w:rsidRDefault="00911B7F" w:rsidP="00911B7F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11B7F" w:rsidRPr="000A4F3E" w:rsidRDefault="00911B7F" w:rsidP="00911B7F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№___</w:t>
      </w:r>
    </w:p>
    <w:p w:rsidR="00911B7F" w:rsidRPr="00A14027" w:rsidRDefault="00911B7F" w:rsidP="00911B7F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911B7F" w:rsidRPr="00A14027" w:rsidRDefault="00911B7F" w:rsidP="00911B7F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911B7F" w:rsidRPr="00A14027" w:rsidRDefault="00911B7F" w:rsidP="00911B7F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911B7F" w:rsidRPr="00A14027" w:rsidRDefault="00911B7F" w:rsidP="00911B7F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Гурзель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Н.В.</w:t>
      </w:r>
    </w:p>
    <w:p w:rsidR="00911B7F" w:rsidRPr="00A14027" w:rsidRDefault="00911B7F" w:rsidP="00911B7F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11B7F" w:rsidRPr="00A14027" w:rsidRDefault="00911B7F" w:rsidP="00911B7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Гурзель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Н.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В., 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911B7F" w:rsidRPr="00A14027" w:rsidRDefault="00911B7F" w:rsidP="00911B7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911B7F" w:rsidRPr="00A14027" w:rsidRDefault="00911B7F" w:rsidP="00911B7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Гурзель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Наталії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Василівні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A14027">
        <w:rPr>
          <w:rFonts w:ascii="Times New Roman" w:eastAsia="Arial Unicode MS" w:hAnsi="Times New Roman"/>
          <w:sz w:val="24"/>
          <w:szCs w:val="24"/>
        </w:rPr>
        <w:t xml:space="preserve">для </w:t>
      </w:r>
      <w:proofErr w:type="spellStart"/>
      <w:r w:rsidRPr="00A14027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14027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14027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14027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 w:rsidRPr="00A14027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0,0756</w:t>
      </w:r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га,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яка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.К</w:t>
      </w:r>
      <w:proofErr w:type="gram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олом’є</w:t>
      </w:r>
      <w:proofErr w:type="spellEnd"/>
      <w:r w:rsidRPr="00A14027">
        <w:rPr>
          <w:rFonts w:ascii="Times New Roman" w:eastAsia="Arial Unicode MS" w:hAnsi="Times New Roman"/>
          <w:sz w:val="24"/>
          <w:szCs w:val="24"/>
        </w:rPr>
        <w:t>.</w:t>
      </w:r>
    </w:p>
    <w:p w:rsidR="00911B7F" w:rsidRPr="00A14027" w:rsidRDefault="00911B7F" w:rsidP="00911B7F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Гурзель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Наталії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Василівні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, яка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зареєстрована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за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D85398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______________</w:t>
      </w:r>
      <w:r>
        <w:rPr>
          <w:rFonts w:ascii="Times New Roman" w:eastAsia="Arial Unicode MS" w:hAnsi="Times New Roman"/>
          <w:sz w:val="24"/>
          <w:szCs w:val="24"/>
        </w:rPr>
        <w:t>,</w:t>
      </w:r>
      <w:r w:rsidRPr="00A14027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>
        <w:rPr>
          <w:rFonts w:ascii="Times New Roman" w:eastAsia="Arial Unicode MS" w:hAnsi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відмова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)</w:t>
      </w:r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, у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</w:t>
      </w:r>
      <w:bookmarkStart w:id="0" w:name="_GoBack"/>
      <w:bookmarkEnd w:id="0"/>
      <w:r>
        <w:rPr>
          <w:rFonts w:ascii="Times New Roman" w:eastAsia="Arial Unicode MS" w:hAnsi="Times New Roman"/>
          <w:color w:val="000000"/>
          <w:sz w:val="24"/>
          <w:szCs w:val="24"/>
        </w:rPr>
        <w:t>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0,0756 га,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68239868</w:t>
      </w:r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00:02:0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02:0022</w:t>
      </w:r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, для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ведення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особистого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селянського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господарства</w:t>
      </w:r>
      <w:proofErr w:type="spellEnd"/>
      <w:r w:rsidRPr="00A14027">
        <w:rPr>
          <w:rFonts w:ascii="Times New Roman" w:eastAsia="Arial Unicode MS" w:hAnsi="Times New Roman"/>
          <w:sz w:val="24"/>
          <w:szCs w:val="24"/>
        </w:rPr>
        <w:t>,</w:t>
      </w:r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яка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с.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Колом’</w:t>
      </w:r>
      <w:proofErr w:type="gram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є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.</w:t>
      </w:r>
      <w:proofErr w:type="gramEnd"/>
    </w:p>
    <w:p w:rsidR="00911B7F" w:rsidRPr="00A14027" w:rsidRDefault="00911B7F" w:rsidP="00911B7F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Гурзель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Н.В.</w:t>
      </w:r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якій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911B7F" w:rsidRPr="00A14027" w:rsidRDefault="00911B7F" w:rsidP="00911B7F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911B7F" w:rsidRPr="00911B7F" w:rsidRDefault="00911B7F" w:rsidP="00911B7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911B7F" w:rsidRPr="00A14027" w:rsidRDefault="00911B7F" w:rsidP="00911B7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B287F" w:rsidRPr="00911B7F" w:rsidRDefault="00911B7F" w:rsidP="00911B7F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Сільський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голова                                       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МИХАЛЮК</w:t>
      </w:r>
    </w:p>
    <w:sectPr w:rsidR="003B287F" w:rsidRPr="00911B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B7F"/>
    <w:rsid w:val="00171A2E"/>
    <w:rsid w:val="00304C90"/>
    <w:rsid w:val="003B287F"/>
    <w:rsid w:val="00505B6D"/>
    <w:rsid w:val="006D3977"/>
    <w:rsid w:val="007D6C18"/>
    <w:rsid w:val="00911B7F"/>
    <w:rsid w:val="00D1641A"/>
    <w:rsid w:val="00D8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275</Words>
  <Characters>1572</Characters>
  <Application>Microsoft Office Word</Application>
  <DocSecurity>0</DocSecurity>
  <Lines>13</Lines>
  <Paragraphs>3</Paragraphs>
  <ScaleCrop>false</ScaleCrop>
  <Company>Microsoft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2020-08-20T14:06:00Z</dcterms:created>
  <dcterms:modified xsi:type="dcterms:W3CDTF">2020-08-20T15:43:00Z</dcterms:modified>
</cp:coreProperties>
</file>