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441" w:rsidRPr="00EF19B8" w:rsidRDefault="00546441" w:rsidP="0054644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EF19B8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46441" w:rsidRPr="00EF19B8" w:rsidRDefault="00546441" w:rsidP="005464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EF19B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B72264" wp14:editId="1EAF235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895" name="Группа 158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89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9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0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1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441" w:rsidRDefault="00546441" w:rsidP="005464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9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YafMIA&#10;AADeAAAADwAAAGRycy9kb3ducmV2LnhtbERPS4vCMBC+C/6HMMLe1lRl3VobRWRdPAiLr/vQTB/Y&#10;TEoTtf57Iyx4m4/vOemyM7W4UesqywpGwwgEcWZ1xYWC03HzGYNwHlljbZkUPMjBctHvpZhoe+c9&#10;3Q6+ECGEXYIKSu+bREqXlWTQDW1DHLjctgZ9gG0hdYv3EG5qOY6iqTRYcWgosaF1SdnlcDUK7OR3&#10;uzsX4/3kh789r/7i/NztlPoYdKs5CE+df4v/3Vsd5n/Fsym83gk3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Fhp8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4NRMYA&#10;AADeAAAADwAAAGRycy9kb3ducmV2LnhtbERPS2sCMRC+F/ofwhS8SM224Gs1ShG2r0PBB3gdNuNm&#10;7WayJFFXf31TKPQ2H99z5svONuJMPtSOFTwNMhDEpdM1Vwp22+JxAiJEZI2NY1JwpQDLxf3dHHPt&#10;Lrym8yZWIoVwyFGBibHNpQylIYth4FrixB2ctxgT9JXUHi8p3DbyOctG0mLNqcFgSytD5ffmZBUc&#10;iy+zX41vr74/XdOtX3y+NR8jpXoP3csMRKQu/ov/3O86zR9OpmP4fSfd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4NR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I9N8UA&#10;AADeAAAADwAAAGRycy9kb3ducmV2LnhtbESPzWrCQBDH74LvsIzQi9SNLS02dRNEaileRO0DDNkx&#10;G5qdDdmtiW/vHAq9zTD/j9+sy9G36kp9bAIbWC4yUMRVsA3XBr7Pu8cVqJiQLbaBycCNIpTFdLLG&#10;3IaBj3Q9pVpJCMccDbiUulzrWDnyGBehI5bbJfQek6x9rW2Pg4T7Vj9l2av22LA0OOxo66j6Of16&#10;KTk842F/Gc67zxEH/Ng7nm+OxjzMxs07qERj+hf/ub+s4L+s3oRX3pEZd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Ej0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qNlsQA&#10;AADeAAAADwAAAGRycy9kb3ducmV2LnhtbERPS0sDMRC+C/0PYQrebNZiX9umRaqCCB5sBelt2Ex3&#10;FzeTkIzd9d8bQfA2H99zNrvBdepCMbWeDdxOClDElbct1wbej083S1BJkC12nsnANyXYbUdXGyyt&#10;7/mNLgepVQ7hVKKBRiSUWqeqIYdp4gNx5s4+OpQMY61txD6Hu05Pi2KuHbacGxoMtG+o+jx8OQOv&#10;/WN4Wcxn53CKd1OdHqx87MWY6/FwvwYlNMi/+M/9bPP82XK1gt938g16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ajZ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+rK8YA&#10;AADeAAAADwAAAGRycy9kb3ducmV2LnhtbESPQWvCQBCF74L/YRnBizSbKpU2dRUpVYoXUfsDhuwk&#10;G5qdDdmtSf9951DobYZ5733zNrvRt+pOfWwCG3jMclDEZbAN1wY+b4eHZ1AxIVtsA5OBH4qw204n&#10;GyxsGPhC92uqlYRwLNCAS6krtI6lI48xCx2x3KrQe0yy9rW2PQ4S7lu9zPO19tiwEBx29Oao/Lp+&#10;e4GcV3g+VcPtcBxxwPeT48X+Ysx8Nu5fQSUa07/4z/1h5f2nl1wKSB2ZQW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4+rK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cbisUA&#10;AADeAAAADwAAAGRycy9kb3ducmV2LnhtbERPTUsDMRC9C/0PYQrebLbFVt02LVIVROjBWijehs10&#10;d+lmEpKxu/57Iwje5vE+Z7UZXKcuFFPr2cB0UoAirrxtuTZw+Hi5uQeVBNli55kMfFOCzXp0tcLS&#10;+p7f6bKXWuUQTiUaaERCqXWqGnKYJj4QZ+7ko0PJMNbaRuxzuOv0rCgW2mHLuaHBQNuGqvP+yxnY&#10;9c/h7W4xP4XPeDvT6cnKcSvGXI+HxyUooUH+xX/uV5vnzx+KKfy+k2/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RxuK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CYFMUA&#10;AADeAAAADwAAAGRycy9kb3ducmV2LnhtbERP32vCMBB+H/g/hBP2IprqcGhnFB2ECRuMqeDr0Zxt&#10;WXMpSWa7/94MhL3dx/fzVpveNuJKPtSOFUwnGQjiwpmaSwWnox4vQISIbLBxTAp+KcBmPXhYYW5c&#10;x190PcRSpBAOOSqoYmxzKUNRkcUwcS1x4i7OW4wJ+lIaj10Kt42cZdmztFhzaqiwpdeKiu/Dj1Ww&#10;++zKJz8qdr17v7yd51ob/aGVehz22xcQkfr4L7679ybNny+zGfy9k26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kJg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x3cMIA&#10;AADeAAAADwAAAGRycy9kb3ducmV2LnhtbERPzWoCMRC+F3yHMIK3mtXWoqtRxLIgpZeqDzBsxs3q&#10;ZrIkcV3f3hQKvc3H9zurTW8b0ZEPtWMFk3EGgrh0uuZKwelYvM5BhIissXFMCh4UYLMevKww1+7O&#10;P9QdYiVSCIccFZgY21zKUBqyGMauJU7c2XmLMUFfSe3xnsJtI6dZ9iEt1pwaDLa0M1ReDzeroPia&#10;fnfXm/aF2/bvlmbmMv80So2G/XYJIlIf/8V/7r1O82eL7A1+30k3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7Hdw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Wl+8UA&#10;AADeAAAADwAAAGRycy9kb3ducmV2LnhtbERP22oCMRB9L/gPYQp9KZrtRdGtUaoQLLRQvICvw2bc&#10;XdxMliS62783hULf5nCuM1/2thFX8qF2rOBplIEgLpypuVRw2OvhFESIyAYbx6TghwIsF4O7OebG&#10;dbyl6y6WIoVwyFFBFWObSxmKiiyGkWuJE3dy3mJM0JfSeOxSuG3kc5ZNpMWaU0OFLa0rKs67i1Ww&#10;+u7KF/9YrHr3edocx1ob/aWVerjv399AROrjv/jP/WHS/PEse4Xfd9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NaX7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lKn8IA&#10;AADeAAAADwAAAGRycy9kb3ducmV2LnhtbERP3WrCMBS+H/gO4QjezVSxQ6tRRCmMsZupD3Bojk21&#10;OSlJrN3bL4PB7s7H93s2u8G2oicfGscKZtMMBHHldMO1gsu5fF2CCBFZY+uYFHxTgN129LLBQrsn&#10;f1F/irVIIRwKVGBi7AopQ2XIYpi6jjhxV+ctxgR9LbXHZwq3rZxn2Zu02HBqMNjRwVB1Pz2sgvJj&#10;/tnfH9qXbj8sLOXmtjwapSbjYb8GEWmI/+I/97tO8/NVlsP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SUqf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VKAMIA&#10;AADeAAAADwAAAGRycy9kb3ducmV2LnhtbERPS2rDMBDdB3oHMYXuEsltHFo3cigFh2RZpwcYrKlt&#10;Yo1cS43t20eBQHfzeN/Z7ibbiQsNvnWsIVkpEMSVMy3XGr5PxfIVhA/IBjvHpGEmD7v8YbHFzLiR&#10;v+hShlrEEPYZamhC6DMpfdWQRb9yPXHkftxgMUQ41NIMOMZw28lnpTbSYsuxocGePhuqzuWf1bCe&#10;x/1vmZ5VYSwlx5f+yKFKtX56nD7eQQSawr/47j6YOD99Uxu4vRNv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VUo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v5NMEA&#10;AADeAAAADwAAAGRycy9kb3ducmV2LnhtbERPy6rCMBDdX/AfwgjuNFXwVY0iiiKurvWxHpqxLTaT&#10;0kStf2+EC3c3h/Oc+bIxpXhS7QrLCvq9CARxanXBmYLzadudgHAeWWNpmRS8ycFy0fqZY6zti4/0&#10;THwmQgi7GBXk3lexlC7NyaDr2Yo4cDdbG/QB1pnUNb5CuCnlIIpG0mDBoSHHitY5pffkYRQ8RtfB&#10;mW8H/Zts3rvpZrty8pIp1Wk3qxkIT43/F/+59zrMH06jMXzfCTfIx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b+TT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vdW8kA&#10;AADeAAAADwAAAGRycy9kb3ducmV2LnhtbESPS2/CQAyE75X4Dysj9VY2fUUQWFBBqtT2UMTrwM1k&#10;3SSQ9abZLaT/vj5U4mZrxjOfJ7PO1epMbag8G7gfJKCIc28rLgxsN693Q1AhIlusPZOBXwowm/Zu&#10;JphZf+EVndexUBLCIUMDZYxNpnXIS3IYBr4hFu3Ltw6jrG2hbYsXCXe1fkiSVDusWBpKbGhRUn5a&#10;/zgDu+UwHS3n70/Hj88DPjr7vbdVasxtv3sZg4rUxav5//rNCv7zKBFeeUdm0N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uvdW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7vVMUA&#10;AADeAAAADwAAAGRycy9kb3ducmV2LnhtbERPS2vCQBC+F/oflil4q5vGGjS6ig+aSk/WFrwO2WkS&#10;zM6G7Bpjf323IHibj+8582VvatFR6yrLCl6GEQji3OqKCwXfX2/PExDOI2usLZOCKzlYLh4f5phq&#10;e+FP6g6+ECGEXYoKSu+bVEqXl2TQDW1DHLgf2xr0AbaF1C1eQripZRxFiTRYcWgosaFNSfnpcDYK&#10;fpMj7t17vN6OtKfr6ySzH/tMqcFTv5qB8NT7u/jm3ukwfzyNpvD/Trh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Xu9U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S5usUA&#10;AADeAAAADwAAAGRycy9kb3ducmV2LnhtbESPQW/CMAyF75P4D5GRdhspCKZRCGiamMQNKPsBVmPS&#10;isYpTQYdvx4fkHaz5ef33rdc975RV+piHdjAeJSBIi6DrdkZ+Dl+v32AignZYhOYDPxRhPVq8LLE&#10;3IYbH+haJKfEhGOOBqqU2lzrWFbkMY5CSyy3U+g8Jlk7p22HNzH3jZ5k2bv2WLMkVNjSV0Xlufj1&#10;Bi5hMrN9scHdeTPf185NL/fD1JjXYf+5AJWoT//i5/fWSv3ZfCwAgi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hLm6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6ysMA&#10;AADeAAAADwAAAGRycy9kb3ducmV2LnhtbERPyW7CMBC9I/EP1iD1Bk6K2FIMKkiVuLIcepzaQ5IS&#10;j0NsIPD1dSUkbvP01pkvW1uJKzW+dKwgHSQgiLUzJecKDvuv/hSED8gGK8ek4E4elotuZ46ZcTfe&#10;0nUXchFD2GeooAihzqT0uiCLfuBq4sgdXWMxRNjk0jR4i+G2ku9JMpYWS44NBda0LkifdherYFP+&#10;0GisjzM7Xent9+MchpNfo9Rbr/38ABGoDS/x070xcf5olqbw/068QS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R6y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cdasYA&#10;AADeAAAADwAAAGRycy9kb3ducmV2LnhtbERP0WrCQBB8L/gPxwp9qxcDlZp6CSoIFltBLe3rkltz&#10;wdxeyF1j/PteoeDb7M7OzM6iGGwjeup87VjBdJKAIC6drrlS8HnaPL2A8AFZY+OYFNzIQ5GPHhaY&#10;aXflA/XHUIlowj5DBSaENpPSl4Ys+olriSN3dp3FEMeukrrDazS3jUyTZCYt1hwTDLa0NlRejj9W&#10;QY/7W/JtVh/zt/q9TPerr52Oe/U4HpavIAIN4X78r97q+P7zfJrCX52IQe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cda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Zna8MA&#10;AADeAAAADwAAAGRycy9kb3ducmV2LnhtbERPTUvDQBC9C/0Pywje7KYRpcZuSxEqHjXtweOYnWZT&#10;szNhd22iv94VBG/zeJ+z2ky+V2cKsRM2sJgXoIgbsR23Bg773fUSVEzIFnthMvBFETbr2cUKKysj&#10;v9K5Tq3KIRwrNOBSGiqtY+PIY5zLQJy5owSPKcPQahtwzOG+12VR3GmPHecGhwM9Omo+6k9vYHxq&#10;3k/l8c267zDIrn6RU9mLMVeX0/YBVKIp/Yv/3M82z7+9X9z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Zna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fvCMYA&#10;AADeAAAADwAAAGRycy9kb3ducmV2LnhtbERP22oCMRB9L/gPYQTfalaxVVejeKkgYhFtfZ9uprvb&#10;JpNlk+r6941Q6NscznWm88YacaHal44V9LoJCOLM6ZJzBe9vm8cRCB+QNRrHpOBGHuaz1sMUU+2u&#10;fKTLKeQihrBPUUERQpVK6bOCLPquq4gj9+lqiyHCOpe6xmsMt0b2k+RZWiw5NhRY0aqg7Pv0YxVs&#10;Dmvz1X89Ls4yrF6GH2a0W673SnXazWICIlAT/sV/7q2O85/GvQHc34k3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fvC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2XB8YA&#10;AADeAAAADwAAAGRycy9kb3ducmV2LnhtbERP22rCQBB9F/oPyxR8KbpRSdE0q5SCaKFCvYCvk+w0&#10;CWZnQ3aN8e+7hYJvczjXSVe9qUVHrassK5iMIxDEudUVFwpOx/VoDsJ5ZI21ZVJwJwer5dMgxUTb&#10;G++pO/hChBB2CSoovW8SKV1ekkE3tg1x4H5sa9AH2BZSt3gL4aaW0yh6lQYrDg0lNvRRUn45XI2C&#10;7vsrK7adaz4v8xcXz7LNZqfPSg2f+/c3EJ56/xD/u7c6zI8Xkxj+3g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2XB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N3bcYA&#10;AADeAAAADwAAAGRycy9kb3ducmV2LnhtbERPS2sCMRC+F/ofwhS8dbOKiq5G0UKhl4KPHupt3Iy7&#10;i5vJmqS69dcbQfA2H99zpvPW1OJMzleWFXSTFARxbnXFhYKf7ef7CIQPyBpry6TgnzzMZ68vU8y0&#10;vfCazptQiBjCPkMFZQhNJqXPSzLoE9sQR+5gncEQoSukdniJ4aaWvTQdSoMVx4YSG/ooKT9u/oyC&#10;5Xi0PK36/H1d73e0+90fBz2XKtV5axcTEIHa8BQ/3F86zh+Mu0O4vxNv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N3bcYAAADeAAAADwAAAAAAAAAAAAAAAACYAgAAZHJz&#10;L2Rvd25yZXYueG1sUEsFBgAAAAAEAAQA9QAAAIsDAAAAAA==&#10;" fillcolor="black" stroked="f"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zc9sYA&#10;AADeAAAADwAAAGRycy9kb3ducmV2LnhtbERPTWsCMRC9F/wPYQRvNaug1dUotVYQqgdtDx6nm+lu&#10;2M1k2aS6+usboeBtHu9z5svWVuJMjTeOFQz6CQjizGnDuYKvz83zBIQPyBorx6TgSh6Wi87THFPt&#10;Lnyg8zHkIoawT1FBEUKdSumzgiz6vquJI/fjGoshwiaXusFLDLeVHCbJWFo0HBsKrOmtoKw8/loF&#10;p4+xmRwMDb93t9W73o3K1X5dKtXrtq8zEIHa8BD/u7c6zh9NBy9w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zc9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EltscA&#10;AADeAAAADwAAAGRycy9kb3ducmV2LnhtbESPQU8CMRCF7yb8h2ZMvEkXEw0sFEIwRi8eBIzXyXbY&#10;rrudrm2BhV/vHEy8zeS9ee+bxWrwnTpRTE1gA5NxAYq4Crbh2sB+93I/BZUyssUuMBm4UILVcnSz&#10;wNKGM3/QaZtrJSGcSjTgcu5LrVPlyGMah55YtEOIHrOssdY24lnCfacfiuJJe2xYGhz2tHFUtduj&#10;NxDXX8/tlY+fbXF9v6TX7+Fnis6Yu9thPQeVacj/5r/rNyv4j7OJ8Mo7MoNe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RJbb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w2ZsQA&#10;AADeAAAADwAAAGRycy9kb3ducmV2LnhtbERP22rCQBB9L/Qflin4UupGQdtEVymFglARtH7AmB2T&#10;4O5syE419uvdQsG3OZzrzJe9d+pMXWwCGxgNM1DEZbANVwb2358vb6CiIFt0gcnAlSIsF48Pcyxs&#10;uPCWzjupVArhWKCBWqQttI5lTR7jMLTEiTuGzqMk2FXadnhJ4d7pcZZNtceGU0ONLX3UVJ52P96A&#10;Gx9c/vUa13Ld63X262X7vLHGDJ769xkooV7u4n/3yqb5k3yUw9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sNm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oUHMcA&#10;AADeAAAADwAAAGRycy9kb3ducmV2LnhtbESPQU/DMAyF70j7D5EncWMplUBQlk3ANKmXHShDu3qN&#10;aSoSp2rCVvbr8QGJmy0/v/e+5XoKXp1oTH1kA7eLAhRxG23PnYH9+/bmAVTKyBZ9ZDLwQwnWq9nV&#10;Eisbz/xGpyZ3Skw4VWjA5TxUWqfWUcC0iAOx3D7jGDDLOnbajngW8+B1WRT3OmDPkuBwoFdH7Vfz&#10;HQxsmsGX+9q9pMPH7nj09WVLh40x1/Pp+QlUpin/i/++ayv17x5L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qFBz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MDscMA&#10;AADeAAAADwAAAGRycy9kb3ducmV2LnhtbERPTWsCMRC9C/0PYQq9abJCtV03SikKQk+1euhtSMbd&#10;1c1k2UR3/femUPA2j/c5xWpwjbhSF2rPGrKJAkFsvK251LD/2YzfQISIbLHxTBpuFGC1fBoVmFvf&#10;8zddd7EUKYRDjhqqGNtcymAqchgmviVO3NF3DmOCXSlth30Kd42cKjWTDmtODRW29FmROe8uTsNp&#10;I7+8UWgO+0O/tfPf9YwapfXL8/CxABFpiA/xv3tr0/zX92kGf++kG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mMDs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luocQA&#10;AADeAAAADwAAAGRycy9kb3ducmV2LnhtbERPTWvCQBC9C/0PyxS86aYRxaauYgsFUTyopfQ4zY5J&#10;SHY27K4a/70rCN7m8T5ntuhMI87kfGVZwdswAUGcW11xoeDn8D2YgvABWWNjmRRcycNi/tKbYabt&#10;hXd03odCxBD2GSooQ2gzKX1ekkE/tC1x5I7WGQwRukJqh5cYbhqZJslEGqw4NpTY0ldJeb0/GQV/&#10;pw0ft6P10n2GX9sdfJ3+T2ul+q/d8gNEoC48xQ/3Ssf54/c0hfs78QY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Zbq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geSMYA&#10;AADeAAAADwAAAGRycy9kb3ducmV2LnhtbERPTWsCMRC9C/6HMIXeNNutFl2NogXBS0FtD/U2bsbd&#10;xc1km0Td+utNQehtHu9zpvPW1OJCzleWFbz0ExDEudUVFwq+Ple9EQgfkDXWlknBL3mYz7qdKWba&#10;XnlLl10oRAxhn6GCMoQmk9LnJRn0fdsQR+5oncEQoSukdniN4aaWaZK8SYMVx4YSG3ovKT/tzkbB&#10;cjxa/mwG/HHbHva0/z6chqlLlHp+ahcTEIHa8C9+uNc6zh+O01f4eyfe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8geSMYAAADeAAAADwAAAAAAAAAAAAAAAACYAgAAZHJz&#10;L2Rvd25yZXYueG1sUEsFBgAAAAAEAAQA9QAAAIsDAAAAAA==&#10;" fillcolor="black" stroked="f"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eNlsQA&#10;AADeAAAADwAAAGRycy9kb3ducmV2LnhtbERPS0sDMRC+C/6HMAVvNtv6QNemZSmI4mlbLb1ON9PN&#10;0s1kSWK6/nsjCL3Nx/ecxWq0vUjkQ+dYwWxagCBunO64VfD1+Xr7BCJEZI29Y1LwQwFWy+urBZba&#10;nXlDaRtbkUM4lKjAxDiUUobGkMUwdQNx5o7OW4wZ+lZqj+ccbns5L4pHabHj3GBwoLWh5rT9tgrS&#10;YV1Xd2mfzObDV6139dvuUCt1MxmrFxCRxngR/7vfdZ7/8Dy/h7938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XjZ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dsBMQA&#10;AADeAAAADwAAAGRycy9kb3ducmV2LnhtbERPTWvCQBC9F/wPyxS81Y2CoqmrFFFRL9q00B6H7DQb&#10;mp0N2TWm/fWuIHibx/uc+bKzlWip8aVjBcNBAoI4d7rkQsHnx+ZlCsIHZI2VY1LwRx6Wi97THFPt&#10;LvxObRYKEUPYp6jAhFCnUvrckEU/cDVx5H5cYzFE2BRSN3iJ4baSoySZSIslxwaDNa0M5b/Z2Srw&#10;w9X662D/Z+331vAx25vJqTBK9Z+7t1cQgbrwEN/dOx3nj2ejMdzei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3bAT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46441" w:rsidRDefault="00546441" w:rsidP="005464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46441" w:rsidRPr="00EF19B8" w:rsidRDefault="00546441" w:rsidP="005464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441" w:rsidRPr="00EF19B8" w:rsidRDefault="00546441" w:rsidP="0054644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441" w:rsidRPr="00EF19B8" w:rsidRDefault="00546441" w:rsidP="005464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441" w:rsidRPr="00EF19B8" w:rsidRDefault="00546441" w:rsidP="005464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441" w:rsidRPr="00EF19B8" w:rsidRDefault="00546441" w:rsidP="005464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546441" w:rsidRPr="00EF19B8" w:rsidRDefault="00546441" w:rsidP="0054644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546441" w:rsidRPr="00EF19B8" w:rsidRDefault="00546441" w:rsidP="005464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546441" w:rsidRPr="00EF19B8" w:rsidRDefault="00546441" w:rsidP="005464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546441" w:rsidRPr="00EF19B8" w:rsidRDefault="00546441" w:rsidP="005464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441" w:rsidRPr="00EF19B8" w:rsidRDefault="00546441" w:rsidP="005464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546441" w:rsidRPr="00EF19B8" w:rsidRDefault="00546441" w:rsidP="005464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46441" w:rsidRPr="00EF19B8" w:rsidRDefault="00546441" w:rsidP="0054644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546441" w:rsidRPr="00EF19B8" w:rsidRDefault="00546441" w:rsidP="0054644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46441" w:rsidRPr="00EF19B8" w:rsidRDefault="00546441" w:rsidP="0054644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546441" w:rsidRPr="00EF19B8" w:rsidRDefault="00546441" w:rsidP="0054644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46441" w:rsidRPr="00EF19B8" w:rsidRDefault="00546441" w:rsidP="0054644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546441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</w:p>
    <w:p w:rsidR="00546441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КП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сільської ради</w:t>
      </w:r>
    </w:p>
    <w:p w:rsidR="00546441" w:rsidRPr="00EF19B8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«Спеціалізоване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лісокомунальне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підприємство»</w:t>
      </w:r>
    </w:p>
    <w:p w:rsidR="00546441" w:rsidRPr="007F1253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546441" w:rsidRPr="007F1253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46441" w:rsidRPr="007F1253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</w:t>
      </w:r>
      <w:r>
        <w:rPr>
          <w:rFonts w:ascii="Times New Roman" w:eastAsia="Calibri" w:hAnsi="Times New Roman" w:cs="Times New Roman"/>
          <w:sz w:val="24"/>
          <w:lang w:eastAsia="en-US"/>
        </w:rPr>
        <w:t>клопо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тання   КП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«Спеціалізоване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лісокомунальне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підприємство»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сільська рада </w:t>
      </w:r>
    </w:p>
    <w:p w:rsidR="00546441" w:rsidRPr="00401122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01122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546441" w:rsidRPr="004D26E8" w:rsidRDefault="00546441" w:rsidP="0054644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46441" w:rsidRPr="004D26E8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1. Надати 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КП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«Спеціалізоване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лісокомунальне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підприємство»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КОД ЄДРПОУ 43688959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комунальну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власність, орієнтовною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площею 4,80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 лісового господарства і пов’язаних з ним послуг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 за межами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с.Дідова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Гора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546441" w:rsidRPr="004D26E8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КП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«Спеціалізоване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лісокомунальне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підприємство»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розробити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46441" w:rsidRPr="004D26E8" w:rsidRDefault="00546441" w:rsidP="005464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46441" w:rsidRPr="00EF19B8" w:rsidRDefault="00546441" w:rsidP="0054644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546441" w:rsidRPr="00EF19B8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46441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46441" w:rsidRPr="00EF19B8" w:rsidRDefault="00546441" w:rsidP="0054644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bookmarkStart w:id="0" w:name="_GoBack"/>
      <w:bookmarkEnd w:id="0"/>
    </w:p>
    <w:p w:rsidR="002F63F9" w:rsidRPr="00546441" w:rsidRDefault="00546441" w:rsidP="0054644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2F63F9" w:rsidRPr="0054644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41"/>
    <w:rsid w:val="002F63F9"/>
    <w:rsid w:val="0054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4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44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275</Words>
  <Characters>1570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2021-06-22T10:16:00Z</dcterms:created>
  <dcterms:modified xsi:type="dcterms:W3CDTF">2021-06-22T10:16:00Z</dcterms:modified>
</cp:coreProperties>
</file>