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1B" w:rsidRDefault="0054381B" w:rsidP="00543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2540" r="8890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4381B" w:rsidRDefault="0054381B" w:rsidP="0054381B"/>
    <w:p w:rsidR="0054381B" w:rsidRDefault="0054381B" w:rsidP="0054381B"/>
    <w:p w:rsidR="0054381B" w:rsidRDefault="0054381B" w:rsidP="005438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4381B" w:rsidRDefault="0054381B" w:rsidP="005438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4381B" w:rsidRDefault="0054381B" w:rsidP="005438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4381B" w:rsidRDefault="0054381B" w:rsidP="005438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4381B" w:rsidRDefault="0054381B" w:rsidP="005438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1B" w:rsidRDefault="0054381B" w:rsidP="005438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4381B" w:rsidRDefault="0054381B" w:rsidP="00543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381B" w:rsidRDefault="0054381B" w:rsidP="005438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4381B" w:rsidRDefault="0054381B" w:rsidP="0054381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54381B" w:rsidRDefault="0054381B" w:rsidP="0054381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ічноїдокументаціїізземлеустрою</w:t>
      </w:r>
      <w:proofErr w:type="spellEnd"/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54381B" w:rsidRDefault="0054381B" w:rsidP="0054381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 </w:t>
      </w:r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4381B" w:rsidRDefault="0054381B" w:rsidP="005438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4381B" w:rsidRDefault="0054381B" w:rsidP="00543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Семенюк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54381B" w:rsidRDefault="0054381B" w:rsidP="00543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4381B" w:rsidRDefault="0054381B" w:rsidP="00543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Семенюк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8675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вул.Зелена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37.</w:t>
      </w:r>
    </w:p>
    <w:p w:rsidR="0054381B" w:rsidRDefault="0054381B" w:rsidP="00543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2.Семенюк М.В.,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54381B" w:rsidRPr="0054381B" w:rsidRDefault="0054381B" w:rsidP="005438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4381B" w:rsidRDefault="0054381B" w:rsidP="0054381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3669" w:rsidRPr="0054381B" w:rsidRDefault="0054381B" w:rsidP="0054381B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43669" w:rsidRPr="0054381B" w:rsidSect="0054381B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1B"/>
    <w:rsid w:val="00171A2E"/>
    <w:rsid w:val="00304C90"/>
    <w:rsid w:val="00505B6D"/>
    <w:rsid w:val="0054381B"/>
    <w:rsid w:val="006D3977"/>
    <w:rsid w:val="007D6C18"/>
    <w:rsid w:val="00A43669"/>
    <w:rsid w:val="00D1641A"/>
    <w:rsid w:val="00E8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17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2020-07-21T14:07:00Z</dcterms:created>
  <dcterms:modified xsi:type="dcterms:W3CDTF">2020-07-21T14:47:00Z</dcterms:modified>
</cp:coreProperties>
</file>