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4819" w:rsidRDefault="00374819" w:rsidP="0037481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74819" w:rsidRPr="00C92EA5" w:rsidRDefault="00374819" w:rsidP="0037481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374819" w:rsidRPr="00C92EA5" w:rsidRDefault="00374819" w:rsidP="003748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1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Pr="00E77963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4819" w:rsidRDefault="00374819" w:rsidP="003748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6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8KGe3cAAPpYBAAOAAAAZHJzL2Uyb0RvYy54bWzsfX9uJcmR3v8GfIcH/imgh5X1uxpqLTTT&#10;08ICsi1Azwd4TbKbhNl83EfOdGsXCxjwEXwR38BX2L2Rv8iMzJfJrogo9UjCCs7ZhYozDEZlRmRm&#10;R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4819" w:rsidRPr="00E77963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4819" w:rsidRDefault="00374819" w:rsidP="003748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4819" w:rsidRPr="00C92EA5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4819" w:rsidRPr="00C92EA5" w:rsidRDefault="00374819" w:rsidP="0037481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4819" w:rsidRPr="00C92EA5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4819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374819" w:rsidRPr="00C92EA5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74819" w:rsidRPr="00C92EA5" w:rsidRDefault="00374819" w:rsidP="0037481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74819" w:rsidRPr="00C92EA5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74819" w:rsidRPr="00C92EA5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74819" w:rsidRPr="00C92EA5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4819" w:rsidRPr="00C92EA5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74819" w:rsidRPr="00C92EA5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4819" w:rsidRPr="00C92EA5" w:rsidRDefault="00374819" w:rsidP="003748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74819" w:rsidRPr="00C92EA5" w:rsidRDefault="00374819" w:rsidP="0037481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4819" w:rsidRPr="00C92EA5" w:rsidRDefault="00374819" w:rsidP="0037481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374819" w:rsidRPr="00C92EA5" w:rsidRDefault="00374819" w:rsidP="0037481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74819" w:rsidRPr="00C92EA5" w:rsidRDefault="00374819" w:rsidP="0037481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74819" w:rsidRPr="00C92EA5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374819" w:rsidRPr="00C92EA5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74819" w:rsidRPr="0040408C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374819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374819" w:rsidRPr="00C92EA5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74819" w:rsidRPr="00C92EA5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Бершеди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Н.В.,  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374819" w:rsidRPr="00C92EA5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374819" w:rsidRPr="00C92EA5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74819" w:rsidRPr="00C92EA5" w:rsidRDefault="00374819" w:rsidP="0037481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74819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. </w:t>
      </w:r>
      <w:r w:rsidRPr="002B46B1">
        <w:rPr>
          <w:rFonts w:ascii="Times New Roman" w:eastAsia="Calibri" w:hAnsi="Times New Roman" w:cs="Times New Roman"/>
          <w:sz w:val="24"/>
        </w:rPr>
        <w:t>Надати</w:t>
      </w:r>
      <w:r w:rsidRPr="002B46B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Володимирівні,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6001B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0,2500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с.Крупець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374819" w:rsidRPr="00C92EA5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374819" w:rsidRPr="00C92EA5" w:rsidRDefault="00374819" w:rsidP="0037481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74819" w:rsidRPr="00C92EA5" w:rsidRDefault="00374819" w:rsidP="0037481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74819" w:rsidRPr="00C92EA5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74819" w:rsidRPr="00C92EA5" w:rsidRDefault="00374819" w:rsidP="0037481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028AD" w:rsidRPr="00374819" w:rsidRDefault="00374819" w:rsidP="0037481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F028AD" w:rsidRPr="0037481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19"/>
    <w:rsid w:val="00171A2E"/>
    <w:rsid w:val="00304C90"/>
    <w:rsid w:val="00374819"/>
    <w:rsid w:val="00505B6D"/>
    <w:rsid w:val="006D3977"/>
    <w:rsid w:val="007D6C18"/>
    <w:rsid w:val="00B6001B"/>
    <w:rsid w:val="00D1641A"/>
    <w:rsid w:val="00F0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9CCDAC"/>
  <w15:docId w15:val="{7479B104-DF8D-41A6-A1DF-EF140A9C7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4819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2021-04-14T12:07:00Z</dcterms:created>
  <dcterms:modified xsi:type="dcterms:W3CDTF">2021-04-15T12:20:00Z</dcterms:modified>
</cp:coreProperties>
</file>