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59E" w:rsidRDefault="0016259E" w:rsidP="0016259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59E" w:rsidRDefault="0016259E" w:rsidP="001625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259E" w:rsidRDefault="0016259E" w:rsidP="001625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59E" w:rsidRDefault="0016259E" w:rsidP="001625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259E" w:rsidRDefault="0016259E" w:rsidP="001625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59E" w:rsidRDefault="0016259E" w:rsidP="001625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259E" w:rsidRDefault="0016259E" w:rsidP="001625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59E" w:rsidRDefault="0016259E" w:rsidP="001625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259E" w:rsidRDefault="0016259E" w:rsidP="001625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59E" w:rsidRDefault="0016259E" w:rsidP="001625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259E" w:rsidRDefault="0016259E" w:rsidP="001625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59E" w:rsidRDefault="0016259E" w:rsidP="001625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259E" w:rsidRDefault="0016259E" w:rsidP="001625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59E" w:rsidRDefault="0016259E" w:rsidP="001625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259E" w:rsidRDefault="0016259E" w:rsidP="001625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59E" w:rsidRDefault="0016259E" w:rsidP="001625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259E" w:rsidRDefault="0016259E" w:rsidP="001625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59E" w:rsidRDefault="0016259E" w:rsidP="001625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259E" w:rsidRDefault="0016259E" w:rsidP="001625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59E" w:rsidRDefault="0016259E" w:rsidP="001625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259E" w:rsidRDefault="0016259E" w:rsidP="001625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59E" w:rsidRDefault="0016259E" w:rsidP="001625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59E" w:rsidRDefault="0016259E" w:rsidP="001625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59E" w:rsidRDefault="0016259E" w:rsidP="001625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59E" w:rsidRDefault="0016259E" w:rsidP="001625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59E" w:rsidRDefault="0016259E" w:rsidP="001625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59E" w:rsidRDefault="0016259E" w:rsidP="001625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59E" w:rsidRDefault="0016259E" w:rsidP="001625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59E" w:rsidRDefault="0016259E" w:rsidP="001625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59E" w:rsidRDefault="0016259E" w:rsidP="001625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59E" w:rsidRDefault="0016259E" w:rsidP="0016259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6259E" w:rsidRDefault="0016259E" w:rsidP="001625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6259E" w:rsidRDefault="0016259E" w:rsidP="001625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6259E" w:rsidRDefault="0016259E" w:rsidP="001625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6259E" w:rsidRDefault="0016259E" w:rsidP="001625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6259E" w:rsidRDefault="0016259E" w:rsidP="001625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6259E" w:rsidRDefault="0016259E" w:rsidP="001625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6259E" w:rsidRDefault="0016259E" w:rsidP="001625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6259E" w:rsidRDefault="0016259E" w:rsidP="001625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6259E" w:rsidRDefault="0016259E" w:rsidP="001625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6259E" w:rsidRDefault="0016259E" w:rsidP="001625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6259E" w:rsidRDefault="0016259E" w:rsidP="001625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6259E" w:rsidRDefault="0016259E" w:rsidP="001625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6259E" w:rsidRDefault="0016259E" w:rsidP="001625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6259E" w:rsidRDefault="0016259E" w:rsidP="001625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6259E" w:rsidRDefault="0016259E" w:rsidP="001625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6259E" w:rsidRDefault="0016259E" w:rsidP="001625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6259E" w:rsidRDefault="0016259E" w:rsidP="001625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6259E" w:rsidRDefault="0016259E" w:rsidP="001625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6259E" w:rsidRDefault="0016259E" w:rsidP="001625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6259E" w:rsidRDefault="0016259E" w:rsidP="001625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6259E" w:rsidRDefault="0016259E" w:rsidP="001625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6259E" w:rsidRDefault="0016259E" w:rsidP="001625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6259E" w:rsidRDefault="0016259E" w:rsidP="001625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6259E" w:rsidRDefault="0016259E" w:rsidP="001625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6259E" w:rsidRDefault="0016259E" w:rsidP="001625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6259E" w:rsidRDefault="0016259E" w:rsidP="001625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6259E" w:rsidRDefault="0016259E" w:rsidP="001625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6259E" w:rsidRDefault="0016259E" w:rsidP="001625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6259E" w:rsidRDefault="0016259E" w:rsidP="001625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6259E" w:rsidRDefault="0016259E" w:rsidP="0016259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6259E" w:rsidRDefault="0016259E" w:rsidP="001625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259E" w:rsidRDefault="0016259E" w:rsidP="001625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259E" w:rsidRDefault="0016259E" w:rsidP="001625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259E" w:rsidRDefault="0016259E" w:rsidP="001625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259E" w:rsidRDefault="0016259E" w:rsidP="001625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6259E" w:rsidRDefault="0016259E" w:rsidP="0016259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6259E" w:rsidRDefault="0016259E" w:rsidP="001625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6259E" w:rsidRDefault="0016259E" w:rsidP="001625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6259E" w:rsidRDefault="0016259E" w:rsidP="001625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259E" w:rsidRDefault="0016259E" w:rsidP="001625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6259E" w:rsidRDefault="0016259E" w:rsidP="001625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259E" w:rsidRDefault="0016259E" w:rsidP="0016259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6259E" w:rsidRDefault="0016259E" w:rsidP="0016259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6259E" w:rsidRDefault="0016259E" w:rsidP="0016259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№39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16259E" w:rsidRPr="00FB2913" w:rsidRDefault="0016259E" w:rsidP="0016259E">
      <w:pPr>
        <w:spacing w:after="0" w:line="240" w:lineRule="auto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16259E" w:rsidRPr="00FB2913" w:rsidRDefault="0016259E" w:rsidP="0016259E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16259E" w:rsidRPr="00FB2913" w:rsidRDefault="0016259E" w:rsidP="0016259E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proofErr w:type="gram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техн</w:t>
      </w:r>
      <w:proofErr w:type="gram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ічної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16259E" w:rsidRPr="00FB2913" w:rsidRDefault="0016259E" w:rsidP="0016259E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16259E" w:rsidRPr="00FB2913" w:rsidRDefault="0016259E" w:rsidP="0016259E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proofErr w:type="gram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м</w:t>
      </w:r>
      <w:proofErr w:type="gram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ісцевості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16259E" w:rsidRPr="00FB2913" w:rsidRDefault="0016259E" w:rsidP="0016259E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Карєвій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Л.П.</w:t>
      </w:r>
    </w:p>
    <w:p w:rsidR="0016259E" w:rsidRPr="00FB2913" w:rsidRDefault="0016259E" w:rsidP="0016259E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16259E" w:rsidRPr="00FB2913" w:rsidRDefault="0016259E" w:rsidP="0016259E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</w:t>
      </w:r>
      <w:proofErr w:type="spellStart"/>
      <w:proofErr w:type="gram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до пункту 34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r>
        <w:rPr>
          <w:rFonts w:ascii="Times New Roman" w:eastAsia="Calibri" w:hAnsi="Times New Roman" w:cs="Times New Roman"/>
          <w:sz w:val="24"/>
          <w:lang w:val="ru-RU" w:eastAsia="en-US"/>
        </w:rPr>
        <w:t>статей 12, 122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Карєвої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Л.П.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  <w:proofErr w:type="gramEnd"/>
    </w:p>
    <w:p w:rsidR="0016259E" w:rsidRPr="00FB2913" w:rsidRDefault="0016259E" w:rsidP="0016259E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16259E" w:rsidRPr="00FB2913" w:rsidRDefault="0016259E" w:rsidP="0016259E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1.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Надати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Карєвій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Людмилі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Петрівні</w:t>
      </w:r>
      <w:proofErr w:type="spellEnd"/>
      <w:r w:rsidRPr="00FB2913">
        <w:rPr>
          <w:rFonts w:ascii="Times New Roman" w:eastAsia="Calibri" w:hAnsi="Times New Roman" w:cs="Times New Roman"/>
          <w:sz w:val="24"/>
          <w:lang w:eastAsia="en-US"/>
        </w:rPr>
        <w:t>, яка зар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DC16E3">
        <w:rPr>
          <w:rFonts w:ascii="Times New Roman" w:eastAsia="Calibri" w:hAnsi="Times New Roman" w:cs="Times New Roman"/>
          <w:sz w:val="24"/>
          <w:lang w:val="ru-RU" w:eastAsia="en-US"/>
        </w:rPr>
        <w:t>________________</w:t>
      </w:r>
      <w:bookmarkStart w:id="0" w:name="_GoBack"/>
      <w:bookmarkEnd w:id="0"/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gramStart"/>
      <w:r w:rsidRPr="00FB2913">
        <w:rPr>
          <w:rFonts w:ascii="Times New Roman" w:eastAsia="Calibri" w:hAnsi="Times New Roman" w:cs="Times New Roman"/>
          <w:sz w:val="24"/>
          <w:lang w:eastAsia="en-US"/>
        </w:rPr>
        <w:t>техн</w:t>
      </w:r>
      <w:proofErr w:type="gramEnd"/>
      <w:r w:rsidRPr="00FB2913">
        <w:rPr>
          <w:rFonts w:ascii="Times New Roman" w:eastAsia="Calibri" w:hAnsi="Times New Roman" w:cs="Times New Roman"/>
          <w:sz w:val="24"/>
          <w:lang w:eastAsia="en-US"/>
        </w:rPr>
        <w:t>ічної документації із землеустрою щодо встановлення (відновлення) меж земельної ділянки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в натурі (на місцевості), площею 0,0666 га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 для </w:t>
      </w:r>
      <w:r>
        <w:rPr>
          <w:rFonts w:ascii="Times New Roman" w:eastAsia="Calibri" w:hAnsi="Times New Roman" w:cs="Times New Roman"/>
          <w:sz w:val="24"/>
          <w:lang w:eastAsia="en-US"/>
        </w:rPr>
        <w:t>ведення особистого селянського господарства,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земельна ділянка  розташована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в с.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16259E" w:rsidRPr="00FB2913" w:rsidRDefault="0016259E" w:rsidP="0016259E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Карєвій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Л.П.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16259E" w:rsidRPr="00FB2913" w:rsidRDefault="0016259E" w:rsidP="0016259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291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16259E" w:rsidRPr="00FB2913" w:rsidRDefault="0016259E" w:rsidP="0016259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6259E" w:rsidRPr="00FB2913" w:rsidRDefault="0016259E" w:rsidP="0016259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6259E" w:rsidRPr="00FB2913" w:rsidRDefault="0016259E" w:rsidP="0016259E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6259E" w:rsidRPr="00FB2913" w:rsidRDefault="0016259E" w:rsidP="0016259E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34CF3" w:rsidRPr="0016259E" w:rsidRDefault="0016259E">
      <w:pPr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eastAsia="en-US"/>
        </w:rPr>
        <w:t>Валерій МИХАЛЮК</w:t>
      </w:r>
    </w:p>
    <w:sectPr w:rsidR="00534CF3" w:rsidRPr="0016259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59E"/>
    <w:rsid w:val="0016259E"/>
    <w:rsid w:val="00534CF3"/>
    <w:rsid w:val="00DC1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59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6259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6259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6259E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59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6259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6259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6259E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10</TotalTime>
  <Pages>1</Pages>
  <Words>251</Words>
  <Characters>1434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2021-07-07T06:20:00Z</dcterms:created>
  <dcterms:modified xsi:type="dcterms:W3CDTF">2021-07-07T08:16:00Z</dcterms:modified>
</cp:coreProperties>
</file>