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5668" w:rsidRDefault="00B95668" w:rsidP="00B956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0" t="0" r="1270" b="0"/>
                <wp:wrapNone/>
                <wp:docPr id="1" name="Group 9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902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90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904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90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906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90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08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90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910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9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912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9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914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9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916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9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918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9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920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9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922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923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924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925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926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927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928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929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930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931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901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+GQQngAACp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">
                <v:shape id="Freeform 902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903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904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905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906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07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08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909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910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911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912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913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914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915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916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917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918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919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920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921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922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923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924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925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926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927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928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929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930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931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B95668" w:rsidRDefault="00B95668" w:rsidP="00B956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B95668" w:rsidRDefault="00B95668" w:rsidP="00B956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B95668" w:rsidRDefault="00B95668" w:rsidP="00B956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B95668" w:rsidRDefault="00B95668" w:rsidP="00B956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B95668" w:rsidRDefault="00B95668" w:rsidP="00B956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B95668" w:rsidRDefault="00B95668" w:rsidP="00B956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B95668" w:rsidRDefault="00B95668" w:rsidP="00B956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95668" w:rsidRDefault="00B95668" w:rsidP="00B956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B95668" w:rsidRDefault="00B95668" w:rsidP="00B956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95668" w:rsidRDefault="00B95668" w:rsidP="00B956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ХХХІХ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B95668" w:rsidRDefault="00B95668" w:rsidP="00B9566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24.07.2020  року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</w:t>
      </w:r>
    </w:p>
    <w:p w:rsidR="00B95668" w:rsidRDefault="00B95668" w:rsidP="00B95668">
      <w:pPr>
        <w:tabs>
          <w:tab w:val="left" w:pos="2160"/>
        </w:tabs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</w:p>
    <w:p w:rsidR="00B95668" w:rsidRDefault="00B95668" w:rsidP="00B956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затвердження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проекту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</w:p>
    <w:p w:rsidR="00B95668" w:rsidRDefault="00B95668" w:rsidP="00B956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щодо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відведення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та</w:t>
      </w:r>
    </w:p>
    <w:p w:rsidR="00B95668" w:rsidRDefault="00B95668" w:rsidP="00B95668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передачі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її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Хамко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Н.А.</w:t>
      </w:r>
    </w:p>
    <w:p w:rsidR="00B95668" w:rsidRDefault="00B95668" w:rsidP="00B95668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B95668" w:rsidRDefault="00B95668" w:rsidP="00B95668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до пункту  34 </w:t>
      </w:r>
      <w:proofErr w:type="spellStart"/>
      <w:r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1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26, 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42 Закону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», статей 12, 116, 118, 121, 186, та 186-1 Земельного кодексу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 Закону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«Про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землеустрій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», Закону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державну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реєстрацію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речових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прав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нерухоме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майно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їх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обтяжень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»,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заяву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Хамко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Н.А.,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рада    </w:t>
      </w:r>
    </w:p>
    <w:p w:rsidR="00B95668" w:rsidRDefault="00B95668" w:rsidP="00B95668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ВИРІШИЛА:</w:t>
      </w:r>
    </w:p>
    <w:p w:rsidR="00B95668" w:rsidRDefault="00B95668" w:rsidP="00B95668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1.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Затвердити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Хамко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Надії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Анатоліївні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проект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відведення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для </w:t>
      </w:r>
      <w:proofErr w:type="spellStart"/>
      <w:r>
        <w:rPr>
          <w:rFonts w:ascii="Times New Roman" w:hAnsi="Times New Roman" w:cs="Times New Roman"/>
          <w:sz w:val="24"/>
          <w:szCs w:val="24"/>
        </w:rPr>
        <w:t>індивідуального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садівництва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0,12  га, яка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Хмельницька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область,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район, </w:t>
      </w:r>
      <w:proofErr w:type="spellStart"/>
      <w:r>
        <w:rPr>
          <w:rFonts w:ascii="Times New Roman" w:hAnsi="Times New Roman" w:cs="Times New Roman"/>
          <w:sz w:val="24"/>
          <w:szCs w:val="24"/>
        </w:rPr>
        <w:t>с</w:t>
      </w:r>
      <w:proofErr w:type="gramStart"/>
      <w:r>
        <w:rPr>
          <w:rFonts w:ascii="Times New Roman" w:hAnsi="Times New Roman" w:cs="Times New Roman"/>
          <w:sz w:val="24"/>
          <w:szCs w:val="24"/>
        </w:rPr>
        <w:t>.П</w:t>
      </w:r>
      <w:proofErr w:type="gramEnd"/>
      <w:r>
        <w:rPr>
          <w:rFonts w:ascii="Times New Roman" w:hAnsi="Times New Roman" w:cs="Times New Roman"/>
          <w:sz w:val="24"/>
          <w:szCs w:val="24"/>
        </w:rPr>
        <w:t>олянь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B95668" w:rsidRDefault="00B95668" w:rsidP="00B956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2.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Передати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Хамко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Надії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Анатоліївні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яка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зареєстрована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596E30">
        <w:rPr>
          <w:rFonts w:ascii="Times New Roman" w:hAnsi="Times New Roman" w:cs="Times New Roman"/>
          <w:sz w:val="24"/>
          <w:szCs w:val="24"/>
          <w:lang w:val="en-US"/>
        </w:rPr>
        <w:t>____________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ідентифікаційний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номер </w:t>
      </w:r>
      <w:r w:rsidR="00596E30">
        <w:rPr>
          <w:rFonts w:ascii="Times New Roman" w:hAnsi="Times New Roman" w:cs="Times New Roman"/>
          <w:sz w:val="24"/>
          <w:szCs w:val="24"/>
          <w:lang w:val="en-US"/>
        </w:rPr>
        <w:t>__________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,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ділянку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0,1200 га,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кадастровий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номер: 6823986800:01:006:0013, для </w:t>
      </w:r>
      <w:proofErr w:type="spellStart"/>
      <w:r>
        <w:rPr>
          <w:rFonts w:ascii="Times New Roman" w:hAnsi="Times New Roman" w:cs="Times New Roman"/>
          <w:sz w:val="24"/>
          <w:szCs w:val="24"/>
        </w:rPr>
        <w:t>індивідуального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садівництва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яка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Хмельницька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область,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район,  </w:t>
      </w:r>
      <w:proofErr w:type="spellStart"/>
      <w:r>
        <w:rPr>
          <w:rFonts w:ascii="Times New Roman" w:hAnsi="Times New Roman" w:cs="Times New Roman"/>
          <w:sz w:val="24"/>
          <w:szCs w:val="24"/>
        </w:rPr>
        <w:t>с</w:t>
      </w:r>
      <w:proofErr w:type="gramStart"/>
      <w:r>
        <w:rPr>
          <w:rFonts w:ascii="Times New Roman" w:hAnsi="Times New Roman" w:cs="Times New Roman"/>
          <w:sz w:val="24"/>
          <w:szCs w:val="24"/>
        </w:rPr>
        <w:t>.П</w:t>
      </w:r>
      <w:proofErr w:type="gramEnd"/>
      <w:r>
        <w:rPr>
          <w:rFonts w:ascii="Times New Roman" w:hAnsi="Times New Roman" w:cs="Times New Roman"/>
          <w:sz w:val="24"/>
          <w:szCs w:val="24"/>
        </w:rPr>
        <w:t>олянь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B95668" w:rsidRDefault="00B95668" w:rsidP="00B956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3. </w:t>
      </w:r>
      <w:proofErr w:type="spellStart"/>
      <w:r>
        <w:rPr>
          <w:rFonts w:ascii="Times New Roman" w:hAnsi="Times New Roman" w:cs="Times New Roman"/>
          <w:sz w:val="24"/>
          <w:szCs w:val="24"/>
        </w:rPr>
        <w:t>Хамко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Н.А., </w:t>
      </w:r>
      <w:proofErr w:type="spellStart"/>
      <w:r>
        <w:rPr>
          <w:rFonts w:ascii="Times New Roman" w:hAnsi="Times New Roman" w:cs="Times New Roman"/>
          <w:sz w:val="24"/>
          <w:szCs w:val="24"/>
        </w:rPr>
        <w:t>якій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передана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посвідчити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право </w:t>
      </w:r>
      <w:proofErr w:type="spellStart"/>
      <w:r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установленому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законом порядку.</w:t>
      </w:r>
    </w:p>
    <w:p w:rsidR="00B95668" w:rsidRDefault="00B95668" w:rsidP="00B956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4. Контроль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благоустрою (Денисюк Т.В.)</w:t>
      </w:r>
    </w:p>
    <w:p w:rsidR="00B95668" w:rsidRDefault="00B95668" w:rsidP="00B95668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95668" w:rsidRDefault="00B95668" w:rsidP="00B95668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E3CCF" w:rsidRPr="00B95668" w:rsidRDefault="00B95668" w:rsidP="00B95668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Секретар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                                                                       В.М.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Мазур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7E3CCF" w:rsidRPr="00B95668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5668"/>
    <w:rsid w:val="00171A2E"/>
    <w:rsid w:val="00304C90"/>
    <w:rsid w:val="00505B6D"/>
    <w:rsid w:val="00596E30"/>
    <w:rsid w:val="006D3977"/>
    <w:rsid w:val="007D6C18"/>
    <w:rsid w:val="007E3CCF"/>
    <w:rsid w:val="00B95668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5</TotalTime>
  <Pages>1</Pages>
  <Words>268</Words>
  <Characters>1533</Characters>
  <Application>Microsoft Office Word</Application>
  <DocSecurity>0</DocSecurity>
  <Lines>12</Lines>
  <Paragraphs>3</Paragraphs>
  <ScaleCrop>false</ScaleCrop>
  <Company>Microsoft</Company>
  <LinksUpToDate>false</LinksUpToDate>
  <CharactersWithSpaces>1798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2020-07-20T16:25:00Z</dcterms:created>
  <dcterms:modified xsi:type="dcterms:W3CDTF">2020-07-20T16:40:00Z</dcterms:modified>
</cp:coreProperties>
</file>