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68E" w:rsidRPr="004573CE" w:rsidRDefault="0020668E" w:rsidP="0020668E">
      <w:pPr>
        <w:tabs>
          <w:tab w:val="right" w:pos="9354"/>
        </w:tabs>
        <w:spacing w:after="0" w:line="240" w:lineRule="auto"/>
        <w:jc w:val="right"/>
        <w:rPr>
          <w:rFonts w:ascii="Times New Roman" w:hAnsi="Times New Roman"/>
          <w:color w:val="FF0000"/>
        </w:rPr>
      </w:pPr>
      <w:r w:rsidRPr="004573CE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20668E" w:rsidRPr="0059239A" w:rsidRDefault="0020668E" w:rsidP="0020668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20668E" w:rsidRPr="0059239A" w:rsidRDefault="0020668E" w:rsidP="0020668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2872105</wp:posOffset>
                </wp:positionH>
                <wp:positionV relativeFrom="paragraph">
                  <wp:posOffset>45720</wp:posOffset>
                </wp:positionV>
                <wp:extent cx="384175" cy="628015"/>
                <wp:effectExtent l="0" t="0" r="0" b="635"/>
                <wp:wrapNone/>
                <wp:docPr id="9916" name="Группа 98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4175" cy="628015"/>
                          <a:chOff x="0" y="0"/>
                          <a:chExt cx="1142" cy="1718"/>
                        </a:xfrm>
                      </wpg:grpSpPr>
                      <wps:wsp>
                        <wps:cNvPr id="991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1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1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2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2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2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2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2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2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3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3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3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3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3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3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3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3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3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3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4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4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4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4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4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4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4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4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4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4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5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854" o:spid="_x0000_s1026" style="position:absolute;margin-left:226.15pt;margin-top:3.6pt;width:30.25pt;height:49.4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74lsEA&#10;AADdAAAADwAAAGRycy9kb3ducmV2LnhtbESPSwvCMBCE74L/IazgTVMVfFSjiKh4EMTXfWnWtths&#10;ShO1/nsjCB6HmfmGmS1qU4gnVS63rKDXjUAQJ1bnnCq4nDedMQjnkTUWlknBmxws5s3GDGNtX3yk&#10;58mnIkDYxagg876MpXRJRgZd15bEwbvZyqAPskqlrvAV4KaQ/SgaSoM5h4UMS1pllNxPD6PADra7&#10;/TXtHwdrHnleHsa3a71Xqt2ql1MQnmr/D//aO61gMumN4PsmPAE5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d++Jb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eo6sUA&#10;AADdAAAADwAAAGRycy9kb3ducmV2LnhtbERPy2oCMRTdF/oP4RbciGbswjqjUYowfbgQfIDby+R2&#10;Mu3kZkiiTv16syh0eTjvxaq3rbiQD41jBZNxBoK4crrhWsHxUI5mIEJE1tg6JgW/FGC1fHxYYKHd&#10;lXd02cdapBAOBSowMXaFlKEyZDGMXUecuC/nLcYEfS21x2sKt618zrKptNhwajDY0dpQ9bM/WwXf&#10;5dac1i+3Nz/Md3Qblpv39nOq1OCpf52DiNTHf/Gf+0MryPNJmpvepCc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96jq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NvDsQA&#10;AADdAAAADwAAAGRycy9kb3ducmV2LnhtbESPy2rDMBBF94X+g5hCNiWW00KJXcshhCaUbEIeHzBY&#10;Y8vUGhlLiZ2/jwqFLi/3cbjFarKduNHgW8cKFkkKgrhyuuVGweW8nS9B+ICssXNMCu7kYVU+PxWY&#10;azfykW6n0Ig4wj5HBSaEPpfSV4Ys+sT1xNGr3WAxRDk0Ug84xnHbybc0/ZAWW44Egz1tDFU/p6uN&#10;kMM7Hvb1eN7uJhzxa2/4dX1UavYyrT9BBJrCf/iv/a0VZNkig9838QnI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jbw7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TQEMYA&#10;AADdAAAADwAAAGRycy9kb3ducmV2LnhtbESPQUsDMRSE70L/Q3gFbzbrUtu6Ni1SFUTooVUQb4/N&#10;6+7i5iUkz+76740geBxm5htmvR1dr84UU+fZwPWsAEVce9txY+Dt9elqBSoJssXeMxn4pgTbzeRi&#10;jZX1Ax/ofJRGZQinCg20IqHSOtUtOUwzH4izd/LRoWQZG20jDhnuel0WxUI77DgvtBho11L9efxy&#10;BvbDY3hZLm5O4SPOS50erLzvxJjL6Xh/B0polP/wX/vZGrhdlXP4fZOfgN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TQE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OgK8MA&#10;AADdAAAADwAAAGRycy9kb3ducmV2LnhtbESP3YrCMBCF74V9hzAL3oimqyhajSLLuog3xZ8HGJqx&#10;KTaT0mRtffuNIHh5OD8fZ7XpbCXu1PjSsYKvUQKCOHe65ELB5bwbzkH4gKyxckwKHuRhs/7orTDV&#10;ruUj3U+hEHGEfYoKTAh1KqXPDVn0I1cTR+/qGoshyqaQusE2jttKjpNkJi2WHAkGa/o2lN9OfzZC&#10;sglmh2t73v122OLPwfBge1Sq/9ltlyACdeEdfrX3WsFiPp7C8018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6OgK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rr/MYA&#10;AADdAAAADwAAAGRycy9kb3ducmV2LnhtbESPQUvDQBSE70L/w/IEb3Zj0Fhjt6VUhSJ4sAri7ZF9&#10;TYLZt8vus4n/visIHoeZ+YZZric3qCPF1Hs2cDUvQBE33vbcGnh/e7pcgEqCbHHwTAZ+KMF6NTtb&#10;Ym39yK903EurMoRTjQY6kVBrnZqOHKa5D8TZO/joULKMrbYRxwx3gy6LotIOe84LHQbadtR87b+d&#10;gZfxMTzfVjeH8BmvS50erHxsxZiL82lzD0pokv/wX3tnDdwtygp+3+QnoFc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srr/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buGccA&#10;AADdAAAADwAAAGRycy9kb3ducmV2LnhtbESPQWsCMRSE7wX/Q3hCL1KzVdra1ShVCAoWSm2h18fm&#10;ubu4eVmS1F3/vSkIPQ4z8w2zWPW2EWfyoXas4HGcgSAunKm5VPD9pR9mIEJENtg4JgUXCrBaDu4W&#10;mBvX8SedD7EUCcIhRwVVjG0uZSgqshjGriVO3tF5izFJX0rjsUtw28hJlj1LizWnhQpb2lRUnA6/&#10;VsH6oyunflSse7c/bn+etDb6XSt1P+zf5iAi9fE/fGvvjILX2eQF/t6k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sG7hn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EgLsEA&#10;AADdAAAADwAAAGRycy9kb3ducmV2LnhtbERP3WrCMBS+F3yHcITdzXRljtoZRTYKMrzx5wEOzVnT&#10;2ZyUJNb69suF4OXH97/ajLYTA/nQOlbwNs9AENdOt9woOJ+q1wJEiMgaO8ek4E4BNuvpZIWldjc+&#10;0HCMjUghHEpUYGLsSylDbchimLueOHG/zluMCfpGao+3FG47mWfZh7TYcmow2NOXofpyvFoF1U++&#10;Hy5X7Su3Hd8tLcxf8W2UepmN208Qkcb4FD/cO61gWeRpbnqTn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hIC7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Xf8MYA&#10;AADdAAAADwAAAGRycy9kb3ducmV2LnhtbESPQWsCMRSE74L/IbxCL6VmVSq6NYoKwUIFqS30+tg8&#10;d5duXpYkddd/bwoFj8PMfMMs171txIV8qB0rGI8yEMSFMzWXCr4+9fMcRIjIBhvHpOBKAdar4WCJ&#10;uXEdf9DlFEuRIBxyVFDF2OZShqIii2HkWuLknZ23GJP0pTQeuwS3jZxk2UxarDktVNjSrqLi5/Rr&#10;FWyPXTn1T8W2d+/n/feL1kYftFKPD/3mFUSkPt7D/+03o2Axnyzg7016AnJ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dXf8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669cEA&#10;AADdAAAADwAAAGRycy9kb3ducmV2LnhtbERP3WrCMBS+H/gO4Qi7m6luk1qNIo6CjN348wCH5thU&#10;m5OSxNq9vbkY7PLj+19tBtuKnnxoHCuYTjIQxJXTDdcKzqfyLQcRIrLG1jEp+KUAm/XoZYWFdg8+&#10;UH+MtUghHApUYGLsCilDZchimLiOOHEX5y3GBH0ttcdHCretnGXZXFpsODUY7GhnqLod71ZB+T37&#10;6W937Uu3HT4sfZpr/mWUeh0P2yWISEP8F/+591rBIn9P+9Ob9ATk+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OuvX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cFSMQA&#10;AADdAAAADwAAAGRycy9kb3ducmV2LnhtbESP0WrCQBRE34X+w3ILvukm1YhN3YQiKObR2A+4ZG+T&#10;YPZumt2a+PduoeDjMDNnmF0+mU7caHCtZQXxMgJBXFndcq3g63JYbEE4j6yxs0wK7uQgz15mO0y1&#10;HflMt9LXIkDYpaig8b5PpXRVQwbd0vbEwfu2g0Ef5FBLPeAY4KaTb1G0kQZbDgsN9rRvqLqWv0bB&#10;+j4ef8rkGh20obhY9QX7KlFq/jp9foDwNPln+L990gret6sY/t6EJy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HBUj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eCI8UA&#10;AADdAAAADwAAAGRycy9kb3ducmV2LnhtbESPQWvCQBSE70L/w/IKvenGFMSkbkQqltJTG2PPj+xL&#10;Nph9G7Krxn/fLRR6HGbmG2aznWwvrjT6zrGC5SIBQVw73XGroDoe5msQPiBr7B2Tgjt52BYPsw3m&#10;2t34i65laEWEsM9RgQlhyKX0tSGLfuEG4ug1brQYohxbqUe8RbjtZZokK2mx47hgcKBXQ/W5vFgF&#10;l9V3WnHzoT/L/f0t2x92Xp5apZ4ep90LiEBT+A//td+1gmz9nMLvm/gEZP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x4Ij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hYv8gA&#10;AADdAAAADwAAAGRycy9kb3ducmV2LnhtbESPT2vCQBTE74V+h+UVequbGgkxdRUtFNSDUv8cenvN&#10;viap2bdpdtX47V2h4HGYmd8wo0lnanGi1lWWFbz2IhDEudUVFwp224+XFITzyBpry6TgQg4m48eH&#10;EWbanvmTThtfiABhl6GC0vsmk9LlJRl0PdsQB+/HtgZ9kG0hdYvnADe17EdRIg1WHBZKbOi9pPyw&#10;ORoF+3WaDNezxeB3ufrG2Oi/L10lSj0/ddM3EJ46fw//t+dawTCNY7i9CU9Aj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mKFi/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kCOMYA&#10;AADdAAAADwAAAGRycy9kb3ducmV2LnhtbESPQWvCQBSE7wX/w/IEb3VjFImpa7CVpqUntYVeH9ln&#10;Esy+Ddmtif31rlDocZiZb5h1NphGXKhztWUFs2kEgriwuuZSwdfn62MCwnlkjY1lUnAlB9lm9LDG&#10;VNueD3Q5+lIECLsUFVTet6mUrqjIoJvaljh4J9sZ9EF2pdQd9gFuGhlH0VIarDksVNjSS0XF+fhj&#10;FPwuv3Hv3uLn3Vx7ui6S3H7sc6Um42H7BMLT4P/Df+13rWCVzBdwfxOegN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kCO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30G8UA&#10;AADdAAAADwAAAGRycy9kb3ducmV2LnhtbESPUWvCMBSF3wf+h3CFva3pnI7aGUXEwd42O3/Apbmm&#10;weamNplWf/0yGPh4OOd8h7NYDa4VZ+qD9azgOctBENdeWzYK9t/vTwWIEJE1tp5JwZUCrJajhwWW&#10;2l94R+cqGpEgHEpU0MTYlVKGuiGHIfMdcfIOvncYk+yN1D1eEty1cpLnr9Kh5bTQYEebhupj9eMU&#10;nPxkpodqi5/H7fzLGjM93XZTpR7Hw/oNRKQh3sP/7Q+tYF68zODvTXo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LfQb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7gBMUA&#10;AADdAAAADwAAAGRycy9kb3ducmV2LnhtbESPwW7CMBBE70j8g7WVuBWnRU1DwKCChMQV2kOPi70k&#10;gXgdYgOhX4+RKnEczcwbzXTe2VpcqPWVYwVvwwQEsXam4kLBz/fqNQPhA7LB2jEpuJGH+azfm2Ju&#10;3JU3dNmGQkQI+xwVlCE0uZRel2TRD11DHL29ay2GKNtCmhavEW5r+Z4kqbRYcVwosaFlSfq4PVsF&#10;62pHH6nej2220Jvfv1MYfR6MUoOX7msCIlAXnuH/9tooGGejFB5v4hOQ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3uAE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u2a8IA&#10;AADdAAAADwAAAGRycy9kb3ducmV2LnhtbERPXWvCMBR9H/gfwhV8m+kUNq1NRQXBsU2YE329NHdN&#10;sbkpTaz13y+DwR7PNydb9rYWHbW+cqzgaZyAIC6crrhUcPzaPs5A+ICssXZMCu7kYZkPHjJMtbvx&#10;J3WHUIpYwj5FBSaEJpXSF4Ys+rFriKP27VqLIcK2lLrFWyy3tZwkybO0WHFcMNjQxlBxOVytgg73&#10;9+Rs1h/z1+q9mOzXpzcdeTUa9qsFiEB9+Df/pXdawXw2fYHfN/EJyP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r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+cecIA&#10;AADdAAAADwAAAGRycy9kb3ducmV2LnhtbERPPU/DMBDdkfofrKvERp0GCZVQt6oqFTFC6MB4xNc4&#10;bXwX2aYJ/Ho8IDE+ve/1dvK9ulKInbCB5aIARdyI7bg1cHw/3K1AxYRssRcmA98UYbuZ3ayxsjLy&#10;G13r1KocwrFCAy6lodI6No48xoUMxJk7SfCYMgyttgHHHO57XRbFg/bYcW5wONDeUXOpv7yB8bn5&#10;PJenD+t+wiCH+lXOZS/G3M6n3ROoRFP6F/+5X6yBx9V9npv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P5x5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h/RccA&#10;AADdAAAADwAAAGRycy9kb3ducmV2LnhtbESP3WoCMRSE7wt9h3AK3tWsFnTdGsX6AyKVotX7081x&#10;d9vkZNmkur59IxS8HGbmG2Y8ba0RZ2p85VhBr5uAIM6drrhQcPhcPacgfEDWaByTgit5mE4eH8aY&#10;aXfhHZ33oRARwj5DBWUIdSalz0uy6LuuJo7eyTUWQ5RNIXWDlwi3RvaTZCAtVhwXSqxpXlL+s/+1&#10;ClYfC/Pd3+5mRxnmy+GXSTdvi3elOk/t7BVEoDbcw//ttVYwSl9GcHsTn4C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0Yf0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NoHMMA&#10;AADdAAAADwAAAGRycy9kb3ducmV2LnhtbERPy2rCQBTdF/yH4QpuSp34Kml0FBFEBQVf0O01c02C&#10;mTshM8b07zuLQpeH854tWlOKhmpXWFYw6EcgiFOrC84UXC/rjxiE88gaS8uk4IccLOadtxkm2r74&#10;RM3ZZyKEsEtQQe59lUjp0pwMur6tiAN3t7VBH2CdSV3jK4SbUg6j6FMaLDg05FjRKqf0cX4aBc1x&#10;f8u2jat2j/jdTUa3zeagv5XqddvlFISn1v+L/9xbreArHof94U14AnL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YNoH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6xTscA&#10;AADdAAAADwAAAGRycy9kb3ducmV2LnhtbESPT2sCMRTE7wW/Q3iCt5pVbFlXo2hB8FKofw56e26e&#10;u4ubl20SdfXTN4VCj8PM/IaZzltTixs5X1lWMOgnIIhzqysuFOx3q9cUhA/IGmvLpOBBHuazzssU&#10;M23vvKHbNhQiQthnqKAMocmk9HlJBn3fNsTRO1tnMETpCqkd3iPc1HKYJO/SYMVxocSGPkrKL9ur&#10;UbAcp8vvrxF/PjenIx0Pp8vb0CVK9brtYgIiUBv+w3/ttVYwTkcD+H0Tn4Cc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JusU7HAAAA3QAAAA8AAAAAAAAAAAAAAAAAmAIAAGRy&#10;cy9kb3ducmV2LnhtbFBLBQYAAAAABAAEAPUAAACMAwAAAAA=&#10;" fillcolor="black" stroked="f"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XsN8gA&#10;AADdAAAADwAAAGRycy9kb3ducmV2LnhtbESPQWvCQBSE70L/w/KE3nRjaCVNXaW2FoTag7aHHl+z&#10;r8mS7NuQXTX6612h4HGYmW+Y2aK3jThQ541jBZNxAoK4cNpwqeD7632UgfABWWPjmBScyMNifjeY&#10;Ya7dkbd02IVSRAj7HBVUIbS5lL6oyKIfu5Y4en+usxii7EqpOzxGuG1kmiRTadFwXKiwpdeKinq3&#10;twp+PqYm2xpKfzfn5UpvHuvl51ut1P2wf3kGEagPt/B/e60VPGUPKVzfxCcg5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lew3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x3GcYA&#10;AADdAAAADwAAAGRycy9kb3ducmV2LnhtbESPQWsCMRSE7wX/Q3hCbzVrW8p2axSxFL30ULX0+tg8&#10;N+tuXrZJ1NVfb4RCj8PMfMNMZr1txZF8qB0rGI8yEMSl0zVXCrabj4ccRIjIGlvHpOBMAWbTwd0E&#10;C+1O/EXHdaxEgnAoUIGJsSukDKUhi2HkOuLk7Zy3GJP0ldQeTwluW/mYZS/SYs1pwWBHC0Nlsz5Y&#10;BX7+895c+PDdZJfPc1ju+98cjVL3w37+BiJSH//Df+2VVvCaPz/B7U16AnJ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Tx3G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FK38UA&#10;AADdAAAADwAAAGRycy9kb3ducmV2LnhtbESPUWsCMRCE3wX/Q1ihL1JzFal6NUopFApKQesPWC/r&#10;3dFkc1y2evbXG0HwcZiZb5jFqvNOnaiNdWADL6MMFHERbM2lgf3P5/MMVBRkiy4wGbhQhNWy31tg&#10;bsOZt3TaSakShGOOBiqRJtc6FhV5jKPQECfvGFqPkmRbatviOcG90+Mse9Uea04LFTb0UVHxu/vz&#10;Btz44ObradzIZa832b+X7fDbGvM06N7fQAl18gjf21/WwHw2mcDtTXoCe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gUrf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HgAMYA&#10;AADdAAAADwAAAGRycy9kb3ducmV2LnhtbESPQWsCMRSE74X+h/AK3mq2YovdGqUqwl566Kp4fW6e&#10;m8XkZdlEXfvrm0LB4zAz3zDTee+suFAXGs8KXoYZCOLK64ZrBdvN+nkCIkRkjdYzKbhRgPns8WGK&#10;ufZX/qZLGWuRIBxyVGBibHMpQ2XIYRj6ljh5R985jEl2tdQdXhPcWTnKsjfpsOG0YLClpaHqVJ6d&#10;glXZ2tG2MIuw330dDrb4WdN+pdTgqf/8ABGpj/fwf7vQCt4n41f4e5OegJ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kHgA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QxxsUA&#10;AADdAAAADwAAAGRycy9kb3ducmV2LnhtbESPzWrDMBCE74W8g9hCb43UUpzEsRxCaSCQU/NzyG2R&#10;NrZba2UsNXbfvgoUchxm5humWI2uFVfqQ+NZw8tUgSA23jZcaTgeNs9zECEiW2w9k4ZfCrAqJw8F&#10;5tYP/EnXfaxEgnDIUUMdY5dLGUxNDsPUd8TJu/jeYUyyr6TtcUhw18pXpTLpsOG0UGNH7zWZ7/2P&#10;0/C1kTtvFJrT8TRs7ez8kVGrtH56HNdLEJHGeA//t7dWw2L+lsHtTXoCsv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BDHG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E2c8YA&#10;AADdAAAADwAAAGRycy9kb3ducmV2LnhtbESPQWvCQBSE7wX/w/KE3upGWzRGV7GFQql4qIp4fGaf&#10;SUj2bdhdNf33XUHocZiZb5j5sjONuJLzlWUFw0ECgji3uuJCwX73+ZKC8AFZY2OZFPySh+Wi9zTH&#10;TNsb/9B1GwoRIewzVFCG0GZS+rwkg35gW+Lona0zGKJ0hdQObxFuGjlKkrE0WHFcKLGlj5Lyensx&#10;Co6XNZ83r98r9x4Ottv5enRKa6We+91qBiJQF/7Dj/aXVjBN3yZwfxOf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FE2c8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QY08UA&#10;AADdAAAADwAAAGRycy9kb3ducmV2LnhtbERPy2rCQBTdC/2H4Ra600lFJaYZpRYKbgQfXdTdTeY2&#10;CWbupDOjpv16ZyG4PJx3vuxNKy7kfGNZwesoAUFcWt1wpeDr8DlMQfiArLG1TAr+yMNy8TTIMdP2&#10;yju67EMlYgj7DBXUIXSZlL6syaAf2Y44cj/WGQwRukpqh9cYblo5TpKZNNhwbKixo4+aytP+bBSs&#10;5unqdzvhzf+uONLxuzhNxy5R6uW5f38DEagPD/HdvdYK5ukkzo1v4hO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VBjTxQAAAN0AAAAPAAAAAAAAAAAAAAAAAJgCAABkcnMv&#10;ZG93bnJldi54bWxQSwUGAAAAAAQABAD1AAAAigMAAAAA&#10;" fillcolor="black" stroked="f"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RHScUA&#10;AADdAAAADwAAAGRycy9kb3ducmV2LnhtbESPQUsDMRSE70L/Q3gFbzZrFWm3TctSKIqnbVW8vm5e&#10;N4ublyWJ6frvjSD0OMzMN8x6O9peJPKhc6zgflaAIG6c7rhV8P62v1uACBFZY++YFPxQgO1mcrPG&#10;UrsLHygdYysyhEOJCkyMQyllaAxZDDM3EGfv7LzFmKVvpfZ4yXDby3lRPEmLHecFgwPtDDVfx2+r&#10;IJ12dfWQPpM5vPqq9a5+/jjVSt1Ox2oFItIYr+H/9otWsFw8LuH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ZEdJ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CY+8MA&#10;AADdAAAADwAAAGRycy9kb3ducmV2LnhtbERPz2vCMBS+D/wfwhO8zbSCotVYhqi4XbZVwR0fzVtT&#10;1ryUJtZuf/1yGOz48f3e5INtRE+drx0rSKcJCOLS6ZorBZfz4XEJwgdkjY1jUvBNHvLt6GGDmXZ3&#10;fqe+CJWIIewzVGBCaDMpfWnIop+6ljhyn66zGCLsKqk7vMdw28hZkiykxZpjg8GWdobKr+JmFfh0&#10;t7++2J9V/3E0/Fo8m8VbZZSajIenNYhAQ/gX/7lPWsFqOY/745v4BOT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gCY+8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20668E" w:rsidRPr="0059239A" w:rsidRDefault="0020668E" w:rsidP="0020668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20668E" w:rsidRPr="0059239A" w:rsidRDefault="0020668E" w:rsidP="0020668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20668E" w:rsidRPr="0059239A" w:rsidRDefault="0020668E" w:rsidP="0020668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20668E" w:rsidRPr="004573CE" w:rsidRDefault="0020668E" w:rsidP="0020668E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 w:themeColor="text1"/>
          <w:sz w:val="24"/>
          <w:szCs w:val="24"/>
          <w:lang w:eastAsia="uk-UA"/>
        </w:rPr>
      </w:pPr>
    </w:p>
    <w:p w:rsidR="0020668E" w:rsidRPr="0059239A" w:rsidRDefault="0020668E" w:rsidP="0020668E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20668E" w:rsidRPr="0059239A" w:rsidRDefault="0020668E" w:rsidP="0020668E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20668E" w:rsidRPr="0059239A" w:rsidRDefault="0020668E" w:rsidP="0020668E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20668E" w:rsidRPr="0059239A" w:rsidRDefault="0020668E" w:rsidP="0020668E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20668E" w:rsidRPr="0059239A" w:rsidRDefault="0020668E" w:rsidP="0020668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98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668E" w:rsidRDefault="0020668E" w:rsidP="00206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88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0668E" w:rsidRDefault="0020668E" w:rsidP="00206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20668E" w:rsidRPr="0059239A" w:rsidRDefault="0020668E" w:rsidP="0020668E">
      <w:pPr>
        <w:spacing w:after="0" w:line="240" w:lineRule="auto"/>
        <w:jc w:val="center"/>
        <w:rPr>
          <w:rFonts w:ascii="Times New Roman" w:hAnsi="Times New Roman"/>
          <w:b/>
        </w:rPr>
      </w:pPr>
      <w:r w:rsidRPr="0059239A">
        <w:rPr>
          <w:rFonts w:ascii="Times New Roman" w:hAnsi="Times New Roman"/>
          <w:b/>
        </w:rPr>
        <w:t>РІШЕННЯ</w:t>
      </w:r>
    </w:p>
    <w:p w:rsidR="0020668E" w:rsidRDefault="0020668E" w:rsidP="0020668E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 ХХХХ</w:t>
      </w:r>
      <w:r>
        <w:rPr>
          <w:rFonts w:ascii="Times New Roman" w:hAnsi="Times New Roman"/>
          <w:lang w:val="en-US"/>
        </w:rPr>
        <w:t>I</w:t>
      </w:r>
      <w:r w:rsidRPr="0059239A">
        <w:rPr>
          <w:rFonts w:ascii="Times New Roman" w:hAnsi="Times New Roman"/>
        </w:rPr>
        <w:t xml:space="preserve"> </w:t>
      </w:r>
      <w:r w:rsidRPr="0059239A">
        <w:rPr>
          <w:rFonts w:ascii="Times New Roman" w:hAnsi="Times New Roman"/>
          <w:color w:val="FF0000"/>
        </w:rPr>
        <w:t xml:space="preserve"> </w:t>
      </w:r>
      <w:r w:rsidRPr="0059239A">
        <w:rPr>
          <w:rFonts w:ascii="Times New Roman" w:hAnsi="Times New Roman"/>
        </w:rPr>
        <w:t xml:space="preserve"> </w:t>
      </w:r>
      <w:r w:rsidRPr="0059239A">
        <w:rPr>
          <w:rFonts w:ascii="Times New Roman" w:hAnsi="Times New Roman"/>
          <w:color w:val="FF0000"/>
        </w:rPr>
        <w:t xml:space="preserve"> </w:t>
      </w:r>
      <w:r w:rsidRPr="0059239A">
        <w:rPr>
          <w:rFonts w:ascii="Times New Roman" w:hAnsi="Times New Roman"/>
        </w:rPr>
        <w:t xml:space="preserve">сесії сільської ради  </w:t>
      </w:r>
      <w:r w:rsidRPr="0059239A"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</w:rPr>
        <w:t xml:space="preserve">ІІ скликання                                                                                        </w:t>
      </w:r>
      <w:r w:rsidRPr="004573CE">
        <w:rPr>
          <w:rFonts w:ascii="Times New Roman" w:hAnsi="Times New Roman"/>
          <w:sz w:val="24"/>
        </w:rPr>
        <w:t xml:space="preserve">Крупець       </w:t>
      </w:r>
    </w:p>
    <w:p w:rsidR="0020668E" w:rsidRPr="004573CE" w:rsidRDefault="0020668E" w:rsidP="0020668E">
      <w:pPr>
        <w:spacing w:after="0" w:line="240" w:lineRule="auto"/>
        <w:jc w:val="center"/>
        <w:rPr>
          <w:rFonts w:ascii="Times New Roman" w:hAnsi="Times New Roman"/>
        </w:rPr>
      </w:pPr>
      <w:r w:rsidRPr="004573CE">
        <w:rPr>
          <w:rFonts w:ascii="Times New Roman" w:hAnsi="Times New Roman"/>
          <w:sz w:val="24"/>
        </w:rPr>
        <w:t xml:space="preserve">                                                        </w:t>
      </w:r>
    </w:p>
    <w:p w:rsidR="0020668E" w:rsidRPr="004573CE" w:rsidRDefault="0020668E" w:rsidP="0020668E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23.09.2020р                                                                                                                            №</w:t>
      </w:r>
    </w:p>
    <w:p w:rsidR="0020668E" w:rsidRPr="0059239A" w:rsidRDefault="0020668E" w:rsidP="0020668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20668E" w:rsidRPr="0059239A" w:rsidRDefault="0020668E" w:rsidP="0020668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20668E" w:rsidRPr="0059239A" w:rsidRDefault="0020668E" w:rsidP="0020668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20668E" w:rsidRPr="0059239A" w:rsidRDefault="0020668E" w:rsidP="0020668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20668E" w:rsidRPr="0059239A" w:rsidRDefault="0020668E" w:rsidP="0020668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Дмитрук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О.Я.</w:t>
      </w:r>
    </w:p>
    <w:p w:rsidR="0020668E" w:rsidRPr="0059239A" w:rsidRDefault="0020668E" w:rsidP="0020668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20668E" w:rsidRPr="0059239A" w:rsidRDefault="0020668E" w:rsidP="0020668E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20668E" w:rsidRDefault="0020668E" w:rsidP="0020668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розглянувши заяву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Дмитрук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О.Я,</w:t>
      </w: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сільська  рада </w:t>
      </w:r>
    </w:p>
    <w:p w:rsidR="0020668E" w:rsidRPr="0059239A" w:rsidRDefault="0020668E" w:rsidP="0020668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20668E" w:rsidRPr="0059239A" w:rsidRDefault="0020668E" w:rsidP="0020668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20668E" w:rsidRPr="0059239A" w:rsidRDefault="0020668E" w:rsidP="0020668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1. Затвердити </w:t>
      </w:r>
      <w:proofErr w:type="spellStart"/>
      <w:r>
        <w:rPr>
          <w:rFonts w:ascii="Times New Roman" w:hAnsi="Times New Roman"/>
          <w:sz w:val="24"/>
        </w:rPr>
        <w:t>Дмитрук</w:t>
      </w:r>
      <w:proofErr w:type="spellEnd"/>
      <w:r>
        <w:rPr>
          <w:rFonts w:ascii="Times New Roman" w:hAnsi="Times New Roman"/>
          <w:sz w:val="24"/>
        </w:rPr>
        <w:t xml:space="preserve"> Олені Яківні, яка зареєстрована</w:t>
      </w:r>
      <w:r w:rsidRPr="0059239A">
        <w:rPr>
          <w:rFonts w:ascii="Times New Roman" w:hAnsi="Times New Roman"/>
          <w:sz w:val="24"/>
        </w:rPr>
        <w:t xml:space="preserve"> за адр</w:t>
      </w:r>
      <w:r>
        <w:rPr>
          <w:rFonts w:ascii="Times New Roman" w:hAnsi="Times New Roman"/>
          <w:sz w:val="24"/>
        </w:rPr>
        <w:t xml:space="preserve">есою: </w:t>
      </w:r>
      <w:r w:rsidR="00667FC2">
        <w:rPr>
          <w:rFonts w:ascii="Times New Roman" w:hAnsi="Times New Roman"/>
          <w:sz w:val="24"/>
        </w:rPr>
        <w:t>__________________</w:t>
      </w:r>
      <w:r>
        <w:rPr>
          <w:rFonts w:ascii="Times New Roman" w:hAnsi="Times New Roman"/>
          <w:sz w:val="24"/>
        </w:rPr>
        <w:t xml:space="preserve">, </w:t>
      </w: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667FC2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____________</w:t>
      </w:r>
      <w:bookmarkStart w:id="0" w:name="_GoBack"/>
      <w:bookmarkEnd w:id="0"/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атну власність, площею 0,2097 га, кадастровий номер: 6823984000:01:007:0038</w:t>
      </w: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</w:t>
      </w:r>
      <w:r w:rsidRPr="00F17E7D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для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будівництва і обслуговування житлового будинку, господарських будівель і споруд</w:t>
      </w: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яка розташована Хмельницька область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с.Крупець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вул.Олександра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Гуменюка, 3.</w:t>
      </w:r>
      <w:r w:rsidRPr="0059239A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</w:t>
      </w:r>
    </w:p>
    <w:p w:rsidR="0020668E" w:rsidRPr="0059239A" w:rsidRDefault="0020668E" w:rsidP="0020668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2.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Дмитрук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О.Я.</w:t>
      </w:r>
      <w:r w:rsidRPr="0059239A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20668E" w:rsidRPr="0059239A" w:rsidRDefault="0020668E" w:rsidP="0020668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0668E" w:rsidRPr="0059239A" w:rsidRDefault="0020668E" w:rsidP="0020668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20668E" w:rsidRDefault="0020668E" w:rsidP="0020668E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20668E" w:rsidRDefault="0020668E" w:rsidP="0020668E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20668E" w:rsidRDefault="0020668E" w:rsidP="0020668E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sz w:val="24"/>
          <w:szCs w:val="24"/>
          <w:lang w:eastAsia="uk-UA"/>
        </w:rPr>
        <w:t>Сільський   голова</w:t>
      </w:r>
      <w:r w:rsidRPr="0059239A">
        <w:rPr>
          <w:rFonts w:ascii="Times New Roman" w:eastAsia="Arial Unicode MS" w:hAnsi="Times New Roman"/>
          <w:sz w:val="24"/>
          <w:szCs w:val="24"/>
          <w:lang w:eastAsia="uk-UA"/>
        </w:rPr>
        <w:t xml:space="preserve">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               В.А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Михалюк</w:t>
      </w:r>
      <w:proofErr w:type="spellEnd"/>
    </w:p>
    <w:p w:rsidR="00E86E6D" w:rsidRDefault="00E86E6D"/>
    <w:sectPr w:rsidR="00E86E6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668E"/>
    <w:rsid w:val="00171A2E"/>
    <w:rsid w:val="0020668E"/>
    <w:rsid w:val="00304C90"/>
    <w:rsid w:val="00505B6D"/>
    <w:rsid w:val="00667FC2"/>
    <w:rsid w:val="006D3977"/>
    <w:rsid w:val="007D6C18"/>
    <w:rsid w:val="00D1641A"/>
    <w:rsid w:val="00E86E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68E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68E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290</Words>
  <Characters>1654</Characters>
  <Application>Microsoft Office Word</Application>
  <DocSecurity>0</DocSecurity>
  <Lines>13</Lines>
  <Paragraphs>3</Paragraphs>
  <ScaleCrop>false</ScaleCrop>
  <Company>Microsoft</Company>
  <LinksUpToDate>false</LinksUpToDate>
  <CharactersWithSpaces>1941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2020-09-17T15:26:00Z</dcterms:created>
  <dcterms:modified xsi:type="dcterms:W3CDTF">2020-09-17T15:48:00Z</dcterms:modified>
</cp:coreProperties>
</file>