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1B0" w:rsidRDefault="004671B0" w:rsidP="004671B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23" name="Рисунок 223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671B0" w:rsidRDefault="004671B0" w:rsidP="004671B0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4671B0" w:rsidRDefault="004671B0" w:rsidP="004671B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23.12.2019                                                 Крупець                                                         №104</w:t>
      </w:r>
    </w:p>
    <w:p w:rsidR="004671B0" w:rsidRDefault="004671B0" w:rsidP="004671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71B0" w:rsidRDefault="004671B0" w:rsidP="004671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 план роботи виконкому на І квартал 2020 року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У відповідності до ст.40 Закону України «Про місцеве самоврядування в Україні », виконавчий комітет  сільської ради 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 :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 План роботи виконкому сільської ради на І  квартал 2020  року затвердити  (Додаток №1 ).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4671B0" w:rsidRDefault="004671B0" w:rsidP="004671B0">
      <w:pPr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rPr>
          <w:rFonts w:ascii="Times New Roman" w:hAnsi="Times New Roman"/>
          <w:sz w:val="24"/>
          <w:szCs w:val="24"/>
        </w:rPr>
      </w:pPr>
    </w:p>
    <w:p w:rsidR="004671B0" w:rsidRPr="004671B0" w:rsidRDefault="004671B0" w:rsidP="004671B0">
      <w:pPr>
        <w:rPr>
          <w:rFonts w:ascii="Times New Roman" w:hAnsi="Times New Roman"/>
          <w:sz w:val="24"/>
          <w:szCs w:val="24"/>
          <w:lang w:val="en-US"/>
        </w:rPr>
      </w:pPr>
    </w:p>
    <w:p w:rsidR="004671B0" w:rsidRDefault="004671B0" w:rsidP="004671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Додаток №1</w:t>
      </w:r>
    </w:p>
    <w:p w:rsidR="004671B0" w:rsidRDefault="004671B0" w:rsidP="004671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затверджено рішенням виконкому</w:t>
      </w:r>
    </w:p>
    <w:p w:rsidR="004671B0" w:rsidRDefault="004671B0" w:rsidP="004671B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№104 від 23.12.2019 року</w:t>
      </w:r>
    </w:p>
    <w:p w:rsidR="004671B0" w:rsidRDefault="004671B0" w:rsidP="004671B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71B0" w:rsidRDefault="004671B0" w:rsidP="004671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4671B0" w:rsidRDefault="004671B0" w:rsidP="004671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роботи виконкому Крупецької сільської ради на І квартал 2020 року</w:t>
      </w:r>
    </w:p>
    <w:p w:rsidR="004671B0" w:rsidRDefault="004671B0" w:rsidP="004671B0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5421"/>
        <w:gridCol w:w="3191"/>
      </w:tblGrid>
      <w:tr w:rsidR="004671B0" w:rsidTr="00D85F4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Питання , які виносяться на розгляд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Строки розгляду</w:t>
            </w:r>
          </w:p>
        </w:tc>
      </w:tr>
      <w:tr w:rsidR="004671B0" w:rsidTr="00D85F4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виконання виконкомом сільської ради Закону України «Про звернення громадян » у 2019 році та завдання на 2020 рік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30.01.2020 </w:t>
            </w:r>
          </w:p>
        </w:tc>
      </w:tr>
      <w:tr w:rsidR="004671B0" w:rsidTr="00D85F4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роботу з неблагополучними сім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ями на території сільської ради та  умови проживання дітей сиріт та дітей позбавлених батьківського піклування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27.02.2020  </w:t>
            </w:r>
          </w:p>
        </w:tc>
      </w:tr>
      <w:tr w:rsidR="004671B0" w:rsidTr="00D85F4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заходи по забезпеченню протипожежної безпеки населення на території сільської ради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27.02.2020 </w:t>
            </w:r>
          </w:p>
        </w:tc>
      </w:tr>
      <w:tr w:rsidR="004671B0" w:rsidTr="00D85F4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місячник з благоустрою і санітарної очистки населених пунктів сільської ради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27.03.2020 </w:t>
            </w:r>
          </w:p>
        </w:tc>
      </w:tr>
      <w:tr w:rsidR="004671B0" w:rsidTr="00D85F45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погодження роботи торгівельних закладів та сільських клубів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27.03.2020 </w:t>
            </w:r>
          </w:p>
          <w:p w:rsidR="004671B0" w:rsidRDefault="004671B0" w:rsidP="00D85F45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2 розділ 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Організаційно масові заходи.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Участь у проведенні  організаційно – масових заходів під час підготовки та відзначення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визначних дат та знаменитих подій;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Здійснення  контролю за станом виконання бюджету сільської ради;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Проведення  організаційної  та роз’яснювальної  роботи по попередженню нещасних 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випадків на   водоймах , під час зимової риболовлі , та забезпечення безпечної 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життєдіяльності;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Посилення  роботи  комісії по навчанню населення правилам протипожежної безпеки;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Забезпечення виконання власних рішень та рішень вищестоящих органів влади;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Контроль за санітарним станом та благоустроєм населених пунктів сільської ради;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Догляд за дорогами в зимовий період , розчищення снігу , посипання піском.</w:t>
      </w: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4671B0" w:rsidRP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183BCF" w:rsidRPr="004671B0" w:rsidRDefault="004671B0" w:rsidP="00467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183BCF" w:rsidRPr="004671B0" w:rsidSect="00183B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671B0"/>
    <w:rsid w:val="00171A2E"/>
    <w:rsid w:val="00183BCF"/>
    <w:rsid w:val="00304C90"/>
    <w:rsid w:val="004671B0"/>
    <w:rsid w:val="00505B6D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B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414</Words>
  <Characters>2364</Characters>
  <Application>Microsoft Office Word</Application>
  <DocSecurity>0</DocSecurity>
  <Lines>19</Lines>
  <Paragraphs>5</Paragraphs>
  <ScaleCrop>false</ScaleCrop>
  <Company>Microsoft</Company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2019-12-26T11:59:00Z</dcterms:created>
  <dcterms:modified xsi:type="dcterms:W3CDTF">2019-12-26T12:00:00Z</dcterms:modified>
</cp:coreProperties>
</file>