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729" w:rsidRDefault="00603729" w:rsidP="0060372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3729" w:rsidRDefault="00603729" w:rsidP="0060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3729" w:rsidRDefault="00603729" w:rsidP="0060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3729" w:rsidRDefault="00603729" w:rsidP="0060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3729" w:rsidRDefault="00603729" w:rsidP="0060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3729" w:rsidRDefault="00603729" w:rsidP="0060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3729" w:rsidRDefault="00603729" w:rsidP="0060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3729" w:rsidRDefault="00603729" w:rsidP="0060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3729" w:rsidRDefault="00603729" w:rsidP="0060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3729" w:rsidRDefault="00603729" w:rsidP="0060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3729" w:rsidRDefault="00603729" w:rsidP="0060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3729" w:rsidRDefault="00603729" w:rsidP="0060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3729" w:rsidRDefault="00603729" w:rsidP="0060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3729" w:rsidRDefault="00603729" w:rsidP="0060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3729" w:rsidRDefault="00603729" w:rsidP="0060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3729" w:rsidRDefault="00603729" w:rsidP="0060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3729" w:rsidRDefault="00603729" w:rsidP="0060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3729" w:rsidRDefault="00603729" w:rsidP="0060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3729" w:rsidRDefault="00603729" w:rsidP="0060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3729" w:rsidRDefault="00603729" w:rsidP="0060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3729" w:rsidRDefault="00603729" w:rsidP="0060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3729" w:rsidRDefault="00603729" w:rsidP="0060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3729" w:rsidRDefault="00603729" w:rsidP="0060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3729" w:rsidRDefault="00603729" w:rsidP="0060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3729" w:rsidRDefault="00603729" w:rsidP="0060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3729" w:rsidRDefault="00603729" w:rsidP="0060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3729" w:rsidRDefault="00603729" w:rsidP="0060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3729" w:rsidRDefault="00603729" w:rsidP="0060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3729" w:rsidRDefault="00603729" w:rsidP="0060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3729" w:rsidRDefault="00603729" w:rsidP="0060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3729" w:rsidRDefault="00603729" w:rsidP="006037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03729" w:rsidRDefault="00603729" w:rsidP="0060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03729" w:rsidRDefault="00603729" w:rsidP="0060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03729" w:rsidRDefault="00603729" w:rsidP="0060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03729" w:rsidRDefault="00603729" w:rsidP="0060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03729" w:rsidRDefault="00603729" w:rsidP="0060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03729" w:rsidRDefault="00603729" w:rsidP="0060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03729" w:rsidRDefault="00603729" w:rsidP="0060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03729" w:rsidRDefault="00603729" w:rsidP="0060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03729" w:rsidRDefault="00603729" w:rsidP="0060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03729" w:rsidRDefault="00603729" w:rsidP="0060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03729" w:rsidRDefault="00603729" w:rsidP="0060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03729" w:rsidRDefault="00603729" w:rsidP="0060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03729" w:rsidRDefault="00603729" w:rsidP="0060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03729" w:rsidRDefault="00603729" w:rsidP="0060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03729" w:rsidRDefault="00603729" w:rsidP="0060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03729" w:rsidRDefault="00603729" w:rsidP="0060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03729" w:rsidRDefault="00603729" w:rsidP="0060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03729" w:rsidRDefault="00603729" w:rsidP="0060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03729" w:rsidRDefault="00603729" w:rsidP="0060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03729" w:rsidRDefault="00603729" w:rsidP="0060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603729" w:rsidRDefault="00603729" w:rsidP="0060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03729" w:rsidRDefault="00603729" w:rsidP="0060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03729" w:rsidRDefault="00603729" w:rsidP="0060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03729" w:rsidRDefault="00603729" w:rsidP="0060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03729" w:rsidRDefault="00603729" w:rsidP="0060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03729" w:rsidRDefault="00603729" w:rsidP="0060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03729" w:rsidRDefault="00603729" w:rsidP="0060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603729" w:rsidRDefault="00603729" w:rsidP="0060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03729" w:rsidRDefault="00603729" w:rsidP="0060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03729" w:rsidRDefault="00603729" w:rsidP="006037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03729" w:rsidRDefault="00603729" w:rsidP="006037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03729" w:rsidRDefault="00603729" w:rsidP="006037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03729" w:rsidRDefault="00603729" w:rsidP="006037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03729" w:rsidRDefault="00603729" w:rsidP="006037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03729" w:rsidRDefault="00603729" w:rsidP="006037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03729" w:rsidRDefault="00603729" w:rsidP="0060372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03729" w:rsidRDefault="00603729" w:rsidP="006037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03729" w:rsidRDefault="00603729" w:rsidP="006037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03729" w:rsidRDefault="00603729" w:rsidP="006037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03729" w:rsidRDefault="00603729" w:rsidP="006037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03729" w:rsidRDefault="00603729" w:rsidP="006037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03729" w:rsidRDefault="00603729" w:rsidP="006037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03729" w:rsidRDefault="00603729" w:rsidP="0060372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03729" w:rsidRDefault="00603729" w:rsidP="0060372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№19</w:t>
      </w:r>
    </w:p>
    <w:p w:rsidR="00603729" w:rsidRPr="00FB0BF1" w:rsidRDefault="00603729" w:rsidP="00603729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603729" w:rsidRPr="008E2C07" w:rsidRDefault="00603729" w:rsidP="00603729">
      <w:pPr>
        <w:tabs>
          <w:tab w:val="left" w:pos="4424"/>
        </w:tabs>
        <w:spacing w:after="0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</w:p>
    <w:p w:rsidR="00603729" w:rsidRPr="008E2C07" w:rsidRDefault="00603729" w:rsidP="00603729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proofErr w:type="gramStart"/>
      <w:r w:rsidRPr="008E2C07">
        <w:rPr>
          <w:rFonts w:ascii="Times New Roman" w:hAnsi="Times New Roman"/>
          <w:b/>
          <w:sz w:val="24"/>
          <w:lang w:val="ru-RU"/>
        </w:rPr>
        <w:t>про</w:t>
      </w:r>
      <w:r>
        <w:rPr>
          <w:rFonts w:ascii="Times New Roman" w:hAnsi="Times New Roman"/>
          <w:b/>
          <w:sz w:val="24"/>
          <w:lang w:val="ru-RU"/>
        </w:rPr>
        <w:t>є</w:t>
      </w:r>
      <w:r w:rsidRPr="008E2C07">
        <w:rPr>
          <w:rFonts w:ascii="Times New Roman" w:hAnsi="Times New Roman"/>
          <w:b/>
          <w:sz w:val="24"/>
          <w:lang w:val="ru-RU"/>
        </w:rPr>
        <w:t>кту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із</w:t>
      </w:r>
      <w:proofErr w:type="spellEnd"/>
      <w:proofErr w:type="gram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щодо</w:t>
      </w:r>
      <w:proofErr w:type="spellEnd"/>
    </w:p>
    <w:p w:rsidR="00603729" w:rsidRPr="008E2C07" w:rsidRDefault="00603729" w:rsidP="00603729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відведення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ділянки</w:t>
      </w:r>
      <w:proofErr w:type="spellEnd"/>
    </w:p>
    <w:p w:rsidR="00603729" w:rsidRPr="008E2C07" w:rsidRDefault="00603729" w:rsidP="00603729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Павельчук</w:t>
      </w:r>
      <w:proofErr w:type="spellEnd"/>
      <w:r>
        <w:rPr>
          <w:rFonts w:ascii="Times New Roman" w:hAnsi="Times New Roman"/>
          <w:b/>
          <w:sz w:val="24"/>
        </w:rPr>
        <w:t xml:space="preserve"> А.М.</w:t>
      </w:r>
    </w:p>
    <w:p w:rsidR="00603729" w:rsidRPr="008E2C07" w:rsidRDefault="00603729" w:rsidP="0060372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</w:p>
    <w:p w:rsidR="00603729" w:rsidRPr="008E2C07" w:rsidRDefault="00603729" w:rsidP="0060372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     </w:t>
      </w:r>
      <w:proofErr w:type="spellStart"/>
      <w:r w:rsidRPr="008E2C07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до пункту 34 </w:t>
      </w:r>
      <w:proofErr w:type="spellStart"/>
      <w:r w:rsidRPr="008E2C07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1 статті</w:t>
      </w:r>
      <w:proofErr w:type="gramStart"/>
      <w:r w:rsidRPr="008E2C07">
        <w:rPr>
          <w:rFonts w:ascii="Times New Roman" w:hAnsi="Times New Roman"/>
          <w:sz w:val="24"/>
          <w:lang w:val="ru-RU"/>
        </w:rPr>
        <w:t xml:space="preserve">26, 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proofErr w:type="gramEnd"/>
      <w:r w:rsidRPr="008E2C07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місцеве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самоврядуванн</w:t>
      </w:r>
      <w:r>
        <w:rPr>
          <w:rFonts w:ascii="Times New Roman" w:hAnsi="Times New Roman"/>
          <w:sz w:val="24"/>
          <w:lang w:val="ru-RU"/>
        </w:rPr>
        <w:t>я</w:t>
      </w:r>
      <w:proofErr w:type="spellEnd"/>
      <w:r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>
        <w:rPr>
          <w:rFonts w:ascii="Times New Roman" w:hAnsi="Times New Roman"/>
          <w:sz w:val="24"/>
          <w:lang w:val="ru-RU"/>
        </w:rPr>
        <w:t>Україні</w:t>
      </w:r>
      <w:proofErr w:type="spellEnd"/>
      <w:r>
        <w:rPr>
          <w:rFonts w:ascii="Times New Roman" w:hAnsi="Times New Roman"/>
          <w:sz w:val="24"/>
          <w:lang w:val="ru-RU"/>
        </w:rPr>
        <w:t>», статей 12,  118,</w:t>
      </w:r>
      <w:r w:rsidRPr="008E2C07">
        <w:rPr>
          <w:rFonts w:ascii="Times New Roman" w:hAnsi="Times New Roman"/>
          <w:sz w:val="24"/>
          <w:lang w:val="ru-RU"/>
        </w:rPr>
        <w:t xml:space="preserve"> 121</w:t>
      </w:r>
      <w:r>
        <w:rPr>
          <w:rFonts w:ascii="Times New Roman" w:hAnsi="Times New Roman"/>
          <w:sz w:val="24"/>
          <w:lang w:val="ru-RU"/>
        </w:rPr>
        <w:t xml:space="preserve"> та 123</w:t>
      </w:r>
      <w:r w:rsidRPr="008E2C07">
        <w:rPr>
          <w:rFonts w:ascii="Times New Roman" w:hAnsi="Times New Roman"/>
          <w:sz w:val="24"/>
          <w:lang w:val="ru-RU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», </w:t>
      </w:r>
      <w:proofErr w:type="spellStart"/>
      <w:r w:rsidRPr="008E2C07">
        <w:rPr>
          <w:rFonts w:ascii="Times New Roman" w:hAnsi="Times New Roman"/>
          <w:sz w:val="24"/>
          <w:lang w:val="ru-RU"/>
        </w:rPr>
        <w:t>р</w:t>
      </w:r>
      <w:r>
        <w:rPr>
          <w:rFonts w:ascii="Times New Roman" w:hAnsi="Times New Roman"/>
          <w:sz w:val="24"/>
          <w:lang w:val="ru-RU"/>
        </w:rPr>
        <w:t>озглянувши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заяву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Павельчук</w:t>
      </w:r>
      <w:proofErr w:type="spellEnd"/>
      <w:r>
        <w:rPr>
          <w:rFonts w:ascii="Times New Roman" w:hAnsi="Times New Roman"/>
          <w:sz w:val="24"/>
          <w:lang w:val="ru-RU"/>
        </w:rPr>
        <w:t xml:space="preserve"> А.М.,</w:t>
      </w:r>
      <w:proofErr w:type="spellStart"/>
      <w:r>
        <w:rPr>
          <w:rFonts w:ascii="Times New Roman" w:hAnsi="Times New Roman"/>
          <w:sz w:val="24"/>
          <w:lang w:val="ru-RU"/>
        </w:rPr>
        <w:t>с</w:t>
      </w:r>
      <w:r w:rsidRPr="008E2C07">
        <w:rPr>
          <w:rFonts w:ascii="Times New Roman" w:hAnsi="Times New Roman"/>
          <w:sz w:val="24"/>
          <w:lang w:val="ru-RU"/>
        </w:rPr>
        <w:t>ільська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рада </w:t>
      </w:r>
    </w:p>
    <w:p w:rsidR="00603729" w:rsidRPr="00F40416" w:rsidRDefault="00603729" w:rsidP="0060372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>ВИРІШИЛА:</w:t>
      </w:r>
    </w:p>
    <w:p w:rsidR="00603729" w:rsidRPr="00A45E4D" w:rsidRDefault="00603729" w:rsidP="0060372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070D4B">
        <w:rPr>
          <w:rFonts w:ascii="Times New Roman" w:hAnsi="Times New Roman"/>
          <w:sz w:val="24"/>
        </w:rPr>
        <w:t xml:space="preserve">       1. Надати </w:t>
      </w:r>
      <w:proofErr w:type="spellStart"/>
      <w:r w:rsidRPr="000146CF">
        <w:rPr>
          <w:rFonts w:ascii="Times New Roman" w:hAnsi="Times New Roman"/>
          <w:sz w:val="24"/>
        </w:rPr>
        <w:t>Павельчук</w:t>
      </w:r>
      <w:proofErr w:type="spellEnd"/>
      <w:r w:rsidRPr="000146CF">
        <w:rPr>
          <w:rFonts w:ascii="Times New Roman" w:hAnsi="Times New Roman"/>
          <w:sz w:val="24"/>
        </w:rPr>
        <w:t xml:space="preserve"> Антоніні Миколаївні., </w:t>
      </w:r>
      <w:r>
        <w:rPr>
          <w:rFonts w:ascii="Times New Roman" w:hAnsi="Times New Roman"/>
          <w:sz w:val="24"/>
        </w:rPr>
        <w:t xml:space="preserve">яка зареєстрована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>:</w:t>
      </w:r>
      <w:r w:rsidRPr="00EB2F06">
        <w:rPr>
          <w:rFonts w:ascii="Times New Roman" w:hAnsi="Times New Roman"/>
          <w:sz w:val="24"/>
        </w:rPr>
        <w:t xml:space="preserve"> </w:t>
      </w:r>
      <w:r w:rsidR="00496505">
        <w:rPr>
          <w:rFonts w:ascii="Times New Roman" w:hAnsi="Times New Roman"/>
          <w:sz w:val="24"/>
        </w:rPr>
        <w:t>___________</w:t>
      </w:r>
      <w:bookmarkStart w:id="0" w:name="_GoBack"/>
      <w:bookmarkEnd w:id="0"/>
      <w:r w:rsidRPr="00D02183">
        <w:rPr>
          <w:rFonts w:ascii="Times New Roman" w:hAnsi="Times New Roman"/>
          <w:sz w:val="24"/>
        </w:rPr>
        <w:t xml:space="preserve">, </w:t>
      </w:r>
      <w:r w:rsidRPr="008E2C07">
        <w:rPr>
          <w:rFonts w:ascii="Times New Roman" w:hAnsi="Times New Roman"/>
          <w:sz w:val="24"/>
        </w:rPr>
        <w:t xml:space="preserve">дозвіл на розробку </w:t>
      </w:r>
      <w:proofErr w:type="spellStart"/>
      <w:r w:rsidRPr="008E2C07">
        <w:rPr>
          <w:rFonts w:ascii="Times New Roman" w:hAnsi="Times New Roman"/>
          <w:sz w:val="24"/>
        </w:rPr>
        <w:t>про</w:t>
      </w:r>
      <w:r>
        <w:rPr>
          <w:rFonts w:ascii="Times New Roman" w:hAnsi="Times New Roman"/>
          <w:sz w:val="24"/>
        </w:rPr>
        <w:t>є</w:t>
      </w:r>
      <w:r w:rsidRPr="008E2C07">
        <w:rPr>
          <w:rFonts w:ascii="Times New Roman" w:hAnsi="Times New Roman"/>
          <w:sz w:val="24"/>
        </w:rPr>
        <w:t>кту</w:t>
      </w:r>
      <w:proofErr w:type="spellEnd"/>
      <w:r w:rsidRPr="008E2C07">
        <w:rPr>
          <w:rFonts w:ascii="Times New Roman" w:hAnsi="Times New Roman"/>
          <w:sz w:val="24"/>
        </w:rPr>
        <w:t xml:space="preserve"> із землеустрою щодо відведення земельної ділянки для передачі її у власність, </w:t>
      </w:r>
      <w:r>
        <w:rPr>
          <w:rFonts w:ascii="Times New Roman" w:hAnsi="Times New Roman"/>
          <w:sz w:val="24"/>
        </w:rPr>
        <w:t xml:space="preserve">орієнтовною </w:t>
      </w:r>
      <w:r w:rsidRPr="008E2C07">
        <w:rPr>
          <w:rFonts w:ascii="Times New Roman" w:hAnsi="Times New Roman"/>
          <w:sz w:val="24"/>
        </w:rPr>
        <w:t xml:space="preserve">площею </w:t>
      </w:r>
      <w:r w:rsidRPr="00A45E4D">
        <w:rPr>
          <w:rFonts w:ascii="Times New Roman" w:hAnsi="Times New Roman"/>
          <w:sz w:val="24"/>
        </w:rPr>
        <w:t>0,</w:t>
      </w:r>
      <w:r>
        <w:rPr>
          <w:rFonts w:ascii="Times New Roman" w:hAnsi="Times New Roman"/>
          <w:sz w:val="24"/>
        </w:rPr>
        <w:t xml:space="preserve">45 </w:t>
      </w:r>
      <w:r w:rsidRPr="00A45E4D">
        <w:rPr>
          <w:rFonts w:ascii="Times New Roman" w:hAnsi="Times New Roman"/>
          <w:sz w:val="24"/>
        </w:rPr>
        <w:t xml:space="preserve">га, </w:t>
      </w:r>
      <w:r w:rsidRPr="008E2C07">
        <w:rPr>
          <w:rFonts w:ascii="Times New Roman" w:hAnsi="Times New Roman"/>
          <w:sz w:val="24"/>
        </w:rPr>
        <w:t xml:space="preserve">для </w:t>
      </w:r>
      <w:r w:rsidRPr="00E53AAA">
        <w:rPr>
          <w:rFonts w:ascii="Times New Roman" w:hAnsi="Times New Roman"/>
        </w:rPr>
        <w:t>ведення особистого селянського господарства</w:t>
      </w:r>
      <w:r w:rsidRPr="00A45E4D">
        <w:rPr>
          <w:rFonts w:ascii="Times New Roman" w:hAnsi="Times New Roman"/>
          <w:sz w:val="24"/>
        </w:rPr>
        <w:t>,  яка розташована в с.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A45E4D">
        <w:rPr>
          <w:rFonts w:ascii="Times New Roman" w:hAnsi="Times New Roman"/>
          <w:sz w:val="24"/>
        </w:rPr>
        <w:t>Колом’є</w:t>
      </w:r>
      <w:proofErr w:type="spellEnd"/>
      <w:r w:rsidRPr="00A45E4D">
        <w:rPr>
          <w:rFonts w:ascii="Times New Roman" w:hAnsi="Times New Roman"/>
          <w:sz w:val="24"/>
        </w:rPr>
        <w:t>.</w:t>
      </w:r>
    </w:p>
    <w:p w:rsidR="00603729" w:rsidRPr="00A45E4D" w:rsidRDefault="00603729" w:rsidP="0060372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A45E4D">
        <w:rPr>
          <w:rFonts w:ascii="Times New Roman" w:hAnsi="Times New Roman"/>
          <w:sz w:val="24"/>
        </w:rPr>
        <w:t xml:space="preserve">       2</w:t>
      </w:r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Павельчук</w:t>
      </w:r>
      <w:proofErr w:type="spellEnd"/>
      <w:r>
        <w:rPr>
          <w:rFonts w:ascii="Times New Roman" w:hAnsi="Times New Roman"/>
          <w:sz w:val="24"/>
        </w:rPr>
        <w:t xml:space="preserve"> А.М.,</w:t>
      </w:r>
      <w:r w:rsidRPr="00A45E4D">
        <w:rPr>
          <w:rFonts w:ascii="Times New Roman" w:hAnsi="Times New Roman"/>
          <w:sz w:val="24"/>
        </w:rPr>
        <w:t xml:space="preserve"> розробити </w:t>
      </w:r>
      <w:proofErr w:type="spellStart"/>
      <w:r w:rsidRPr="00A45E4D">
        <w:rPr>
          <w:rFonts w:ascii="Times New Roman" w:hAnsi="Times New Roman"/>
          <w:sz w:val="24"/>
        </w:rPr>
        <w:t>проєкт</w:t>
      </w:r>
      <w:proofErr w:type="spellEnd"/>
      <w:r w:rsidRPr="00A45E4D">
        <w:rPr>
          <w:rFonts w:ascii="Times New Roman" w:hAnsi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603729" w:rsidRPr="00F443C5" w:rsidRDefault="00603729" w:rsidP="0060372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  3</w:t>
      </w:r>
      <w:r w:rsidRPr="00F443C5">
        <w:rPr>
          <w:rFonts w:ascii="Times New Roman" w:hAnsi="Times New Roman"/>
          <w:color w:val="000000"/>
          <w:sz w:val="24"/>
          <w:szCs w:val="24"/>
        </w:rPr>
        <w:t>. Даний дозвіл дійсний на протязі року з дня прийняття даного р</w:t>
      </w:r>
      <w:r>
        <w:rPr>
          <w:rFonts w:ascii="Times New Roman" w:hAnsi="Times New Roman"/>
          <w:color w:val="000000"/>
          <w:sz w:val="24"/>
          <w:szCs w:val="24"/>
        </w:rPr>
        <w:t>ішення</w:t>
      </w:r>
      <w:r w:rsidRPr="00F443C5">
        <w:rPr>
          <w:rFonts w:ascii="Times New Roman" w:hAnsi="Times New Roman"/>
          <w:color w:val="000000"/>
          <w:sz w:val="24"/>
          <w:szCs w:val="24"/>
        </w:rPr>
        <w:t>.</w:t>
      </w:r>
    </w:p>
    <w:p w:rsidR="00603729" w:rsidRPr="008E2C07" w:rsidRDefault="00603729" w:rsidP="0060372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4</w:t>
      </w: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03729" w:rsidRPr="00404567" w:rsidRDefault="00603729" w:rsidP="0060372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603729" w:rsidRPr="00404567" w:rsidRDefault="00603729" w:rsidP="0060372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603729" w:rsidRPr="00404567" w:rsidRDefault="00603729" w:rsidP="0060372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603729" w:rsidRPr="00404567" w:rsidRDefault="00603729" w:rsidP="0060372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603729" w:rsidRPr="00404567" w:rsidRDefault="00603729" w:rsidP="0060372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BE5C2C" w:rsidRPr="00603729" w:rsidRDefault="00603729" w:rsidP="00603729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  <w:r w:rsidRPr="00E12288">
        <w:rPr>
          <w:rFonts w:ascii="Times New Roman" w:eastAsia="Arial Unicode MS" w:hAnsi="Times New Roman"/>
          <w:sz w:val="24"/>
          <w:szCs w:val="24"/>
        </w:rPr>
        <w:t xml:space="preserve">Сільський   голова           </w:t>
      </w:r>
      <w:r>
        <w:rPr>
          <w:rFonts w:ascii="Times New Roman" w:eastAsia="Arial Unicode MS" w:hAnsi="Times New Roman"/>
          <w:sz w:val="24"/>
          <w:szCs w:val="24"/>
        </w:rPr>
        <w:t xml:space="preserve">                                                                          Валерій   МИХАЛЮК</w:t>
      </w:r>
    </w:p>
    <w:sectPr w:rsidR="00BE5C2C" w:rsidRPr="0060372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729"/>
    <w:rsid w:val="00171A2E"/>
    <w:rsid w:val="00304C90"/>
    <w:rsid w:val="00496505"/>
    <w:rsid w:val="00505B6D"/>
    <w:rsid w:val="00603729"/>
    <w:rsid w:val="006D3977"/>
    <w:rsid w:val="007D6C18"/>
    <w:rsid w:val="00BE5C2C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EC799"/>
  <w15:docId w15:val="{95FB93AF-0A4D-41BD-BCBE-7EBFA38D3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729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60372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03729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603729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233</Words>
  <Characters>1332</Characters>
  <Application>Microsoft Office Word</Application>
  <DocSecurity>0</DocSecurity>
  <Lines>11</Lines>
  <Paragraphs>3</Paragraphs>
  <ScaleCrop>false</ScaleCrop>
  <Company>Microsoft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2021-04-28T12:09:00Z</dcterms:created>
  <dcterms:modified xsi:type="dcterms:W3CDTF">2021-04-28T12:54:00Z</dcterms:modified>
</cp:coreProperties>
</file>