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B9B" w:rsidRDefault="00214B9B" w:rsidP="00214B9B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214B9B" w:rsidRPr="00EB3DB1" w:rsidRDefault="00214B9B" w:rsidP="00214B9B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214B9B" w:rsidRDefault="00DE57F0" w:rsidP="00214B9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E57F0">
        <w:pict>
          <v:group id="_x0000_s1026" style="position:absolute;left:0;text-align:left;margin-left:223.65pt;margin-top:0;width:34.4pt;height:48.3pt;z-index:251660288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214B9B" w:rsidRDefault="00214B9B" w:rsidP="00214B9B"/>
    <w:p w:rsidR="00214B9B" w:rsidRDefault="00214B9B" w:rsidP="00214B9B"/>
    <w:p w:rsidR="00214B9B" w:rsidRDefault="00214B9B" w:rsidP="00214B9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214B9B" w:rsidRDefault="00214B9B" w:rsidP="00214B9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214B9B" w:rsidRDefault="00214B9B" w:rsidP="00214B9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214B9B" w:rsidRDefault="00214B9B" w:rsidP="00214B9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214B9B" w:rsidRDefault="00214B9B" w:rsidP="00214B9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4B9B" w:rsidRDefault="00214B9B" w:rsidP="00214B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214B9B" w:rsidRDefault="00214B9B" w:rsidP="00214B9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14B9B" w:rsidRPr="001C3332" w:rsidRDefault="00214B9B" w:rsidP="00214B9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ХХХІІ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214B9B" w:rsidRDefault="00214B9B" w:rsidP="00214B9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14B9B" w:rsidRDefault="00214B9B" w:rsidP="00214B9B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15.01.2020  року                                    Крупець                                                   №28</w:t>
      </w:r>
    </w:p>
    <w:p w:rsidR="00214B9B" w:rsidRPr="000209E7" w:rsidRDefault="00214B9B" w:rsidP="00214B9B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color w:val="FF0000"/>
          <w:sz w:val="24"/>
        </w:rPr>
      </w:pPr>
    </w:p>
    <w:p w:rsidR="00214B9B" w:rsidRPr="000209E7" w:rsidRDefault="00214B9B" w:rsidP="00214B9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0209E7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214B9B" w:rsidRPr="000209E7" w:rsidRDefault="00214B9B" w:rsidP="00214B9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0209E7">
        <w:rPr>
          <w:rFonts w:ascii="Times New Roman" w:eastAsia="Calibri" w:hAnsi="Times New Roman" w:cs="Times New Roman"/>
          <w:b/>
          <w:sz w:val="24"/>
        </w:rPr>
        <w:t xml:space="preserve">проекту  із землеустрою  щодо </w:t>
      </w:r>
    </w:p>
    <w:p w:rsidR="00214B9B" w:rsidRPr="000209E7" w:rsidRDefault="00214B9B" w:rsidP="00214B9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0209E7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214B9B" w:rsidRPr="000209E7" w:rsidRDefault="00214B9B" w:rsidP="00214B9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Нікітюку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К.В.</w:t>
      </w:r>
    </w:p>
    <w:p w:rsidR="00214B9B" w:rsidRPr="000209E7" w:rsidRDefault="00214B9B" w:rsidP="00214B9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214B9B" w:rsidRPr="000209E7" w:rsidRDefault="00214B9B" w:rsidP="00214B9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209E7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 розглянувши заяву 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Нікітюка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К.В.</w:t>
      </w:r>
      <w:r w:rsidRPr="000209E7">
        <w:rPr>
          <w:rFonts w:ascii="Times New Roman" w:eastAsia="Calibri" w:hAnsi="Times New Roman" w:cs="Times New Roman"/>
          <w:sz w:val="24"/>
        </w:rPr>
        <w:t xml:space="preserve">, сільська рада </w:t>
      </w:r>
    </w:p>
    <w:p w:rsidR="00214B9B" w:rsidRPr="000209E7" w:rsidRDefault="00214B9B" w:rsidP="00214B9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209E7">
        <w:rPr>
          <w:rFonts w:ascii="Times New Roman" w:eastAsia="Calibri" w:hAnsi="Times New Roman" w:cs="Times New Roman"/>
          <w:sz w:val="24"/>
        </w:rPr>
        <w:t>ВИРІШИЛА:</w:t>
      </w:r>
    </w:p>
    <w:p w:rsidR="00214B9B" w:rsidRDefault="00214B9B" w:rsidP="00214B9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1. Відмовити </w:t>
      </w:r>
      <w:proofErr w:type="spellStart"/>
      <w:r>
        <w:rPr>
          <w:rFonts w:ascii="Times New Roman" w:eastAsia="Calibri" w:hAnsi="Times New Roman" w:cs="Times New Roman"/>
          <w:sz w:val="24"/>
        </w:rPr>
        <w:t>Нікітюку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Костянтину Вадимовичу</w:t>
      </w:r>
      <w:r w:rsidRPr="000209E7">
        <w:rPr>
          <w:rFonts w:ascii="Times New Roman" w:eastAsia="Calibri" w:hAnsi="Times New Roman" w:cs="Times New Roman"/>
          <w:sz w:val="24"/>
        </w:rPr>
        <w:t>, який заре</w:t>
      </w:r>
      <w:r>
        <w:rPr>
          <w:rFonts w:ascii="Times New Roman" w:eastAsia="Calibri" w:hAnsi="Times New Roman" w:cs="Times New Roman"/>
          <w:sz w:val="24"/>
        </w:rPr>
        <w:t xml:space="preserve">єстрований за адресою: </w:t>
      </w:r>
      <w:r w:rsidR="00D057A7" w:rsidRPr="00D057A7">
        <w:rPr>
          <w:rFonts w:ascii="Times New Roman" w:eastAsia="Calibri" w:hAnsi="Times New Roman" w:cs="Times New Roman"/>
          <w:sz w:val="24"/>
        </w:rPr>
        <w:t>_____________</w:t>
      </w:r>
      <w:r w:rsidRPr="000209E7">
        <w:rPr>
          <w:rFonts w:ascii="Times New Roman" w:eastAsia="Calibri" w:hAnsi="Times New Roman" w:cs="Times New Roman"/>
          <w:sz w:val="24"/>
        </w:rPr>
        <w:t>,</w:t>
      </w:r>
      <w:r>
        <w:rPr>
          <w:rFonts w:ascii="Times New Roman" w:eastAsia="Calibri" w:hAnsi="Times New Roman" w:cs="Times New Roman"/>
          <w:sz w:val="24"/>
        </w:rPr>
        <w:t xml:space="preserve"> у наданні  дозволу</w:t>
      </w:r>
      <w:r w:rsidRPr="000209E7">
        <w:rPr>
          <w:rFonts w:ascii="Times New Roman" w:eastAsia="Calibri" w:hAnsi="Times New Roman" w:cs="Times New Roman"/>
          <w:sz w:val="24"/>
        </w:rPr>
        <w:t xml:space="preserve"> на розробку проекту із землеустрою щодо відведення земельної ділянки для передачі її у власність, орієнтовною площею </w:t>
      </w:r>
      <w:r>
        <w:rPr>
          <w:rFonts w:ascii="Times New Roman" w:eastAsia="Calibri" w:hAnsi="Times New Roman" w:cs="Times New Roman"/>
          <w:sz w:val="24"/>
        </w:rPr>
        <w:t>2,0</w:t>
      </w:r>
      <w:r w:rsidRPr="000209E7">
        <w:rPr>
          <w:rFonts w:ascii="Times New Roman" w:eastAsia="Calibri" w:hAnsi="Times New Roman" w:cs="Times New Roman"/>
          <w:sz w:val="24"/>
        </w:rPr>
        <w:t xml:space="preserve"> га, </w:t>
      </w:r>
      <w:r>
        <w:rPr>
          <w:rFonts w:ascii="Times New Roman" w:eastAsia="Calibri" w:hAnsi="Times New Roman" w:cs="Times New Roman"/>
          <w:sz w:val="24"/>
        </w:rPr>
        <w:t>для ведення особистого селянського господарства, земельна ділянка комунальної власності громадське пасовище, кадастровий номер 6823982100:03:015:0044, у зв’язку з вимогами статті 34 Земельного кодексу України щодо надання земель для сінокосіння  і випасання худоби можуть надаватися в оренду.</w:t>
      </w:r>
    </w:p>
    <w:p w:rsidR="00214B9B" w:rsidRPr="000209E7" w:rsidRDefault="00214B9B" w:rsidP="00214B9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455AFE">
        <w:rPr>
          <w:rFonts w:ascii="Times New Roman" w:eastAsia="Calibri" w:hAnsi="Times New Roman" w:cs="Times New Roman"/>
          <w:sz w:val="24"/>
        </w:rPr>
        <w:t xml:space="preserve">      </w:t>
      </w:r>
      <w:r>
        <w:rPr>
          <w:rFonts w:ascii="Times New Roman" w:eastAsia="Calibri" w:hAnsi="Times New Roman" w:cs="Times New Roman"/>
          <w:sz w:val="24"/>
        </w:rPr>
        <w:t xml:space="preserve"> 2</w:t>
      </w:r>
      <w:r w:rsidRPr="00455AFE">
        <w:rPr>
          <w:rFonts w:ascii="Times New Roman" w:eastAsia="Calibri" w:hAnsi="Times New Roman" w:cs="Times New Roman"/>
          <w:sz w:val="24"/>
        </w:rPr>
        <w:t>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214B9B" w:rsidRPr="00455AFE" w:rsidRDefault="00214B9B" w:rsidP="00214B9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214B9B" w:rsidRPr="00214B9B" w:rsidRDefault="00214B9B" w:rsidP="00214B9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en-US"/>
        </w:rPr>
      </w:pPr>
    </w:p>
    <w:p w:rsidR="00090F74" w:rsidRPr="00214B9B" w:rsidRDefault="00214B9B" w:rsidP="00214B9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en-US"/>
        </w:rPr>
      </w:pPr>
      <w:r w:rsidRPr="00455AFE">
        <w:rPr>
          <w:rFonts w:ascii="Times New Roman" w:eastAsia="Calibri" w:hAnsi="Times New Roman" w:cs="Times New Roman"/>
          <w:sz w:val="24"/>
        </w:rPr>
        <w:t>Сільський голова                                                                                                   В.А.</w:t>
      </w:r>
      <w:proofErr w:type="spellStart"/>
      <w:r w:rsidRPr="00455AFE">
        <w:rPr>
          <w:rFonts w:ascii="Times New Roman" w:eastAsia="Calibri" w:hAnsi="Times New Roman" w:cs="Times New Roman"/>
          <w:sz w:val="24"/>
        </w:rPr>
        <w:t>Михалюк</w:t>
      </w:r>
      <w:proofErr w:type="spellEnd"/>
      <w:r w:rsidRPr="00455AFE">
        <w:rPr>
          <w:rFonts w:ascii="Times New Roman" w:eastAsia="Calibri" w:hAnsi="Times New Roman" w:cs="Times New Roman"/>
          <w:sz w:val="24"/>
        </w:rPr>
        <w:t xml:space="preserve"> </w:t>
      </w:r>
    </w:p>
    <w:sectPr w:rsidR="00090F74" w:rsidRPr="00214B9B" w:rsidSect="00090F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214B9B"/>
    <w:rsid w:val="00090F74"/>
    <w:rsid w:val="00171A2E"/>
    <w:rsid w:val="00214B9B"/>
    <w:rsid w:val="00304C90"/>
    <w:rsid w:val="00505B6D"/>
    <w:rsid w:val="006D3977"/>
    <w:rsid w:val="007D6C18"/>
    <w:rsid w:val="00D057A7"/>
    <w:rsid w:val="00D1641A"/>
    <w:rsid w:val="00DE57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B9B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232</Words>
  <Characters>1324</Characters>
  <Application>Microsoft Office Word</Application>
  <DocSecurity>0</DocSecurity>
  <Lines>11</Lines>
  <Paragraphs>3</Paragraphs>
  <ScaleCrop>false</ScaleCrop>
  <Company>Microsoft</Company>
  <LinksUpToDate>false</LinksUpToDate>
  <CharactersWithSpaces>1553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2020-01-21T06:48:00Z</dcterms:created>
  <dcterms:modified xsi:type="dcterms:W3CDTF">2020-01-21T07:35:00Z</dcterms:modified>
</cp:coreProperties>
</file>