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F07" w:rsidRPr="00154EFF" w:rsidRDefault="00EE3F07" w:rsidP="00EE3F0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3F07" w:rsidRDefault="00EE3F07" w:rsidP="00EE3F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3F07" w:rsidRDefault="00EE3F07" w:rsidP="00EE3F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E3F07" w:rsidRDefault="00EE3F07" w:rsidP="00EE3F0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3F07" w:rsidRDefault="00EE3F07" w:rsidP="00EE3F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E3F07" w:rsidRDefault="00EE3F07" w:rsidP="00EE3F0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3F07" w:rsidRDefault="00EE3F07" w:rsidP="00EE3F0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№79</w:t>
      </w:r>
    </w:p>
    <w:p w:rsidR="00EE3F07" w:rsidRPr="008D6F85" w:rsidRDefault="00EE3F07" w:rsidP="00EE3F0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E3F07" w:rsidRPr="008D6F85" w:rsidRDefault="00EE3F07" w:rsidP="00EE3F0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D6F85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E3F07" w:rsidRPr="008D6F85" w:rsidRDefault="00EE3F07" w:rsidP="00EE3F0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EE3F07" w:rsidRPr="008D6F85" w:rsidRDefault="00EE3F07" w:rsidP="00EE3F0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зі зміною цільового призначення та</w:t>
      </w:r>
    </w:p>
    <w:p w:rsidR="00EE3F07" w:rsidRPr="008D6F85" w:rsidRDefault="00EE3F07" w:rsidP="00EE3F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EE3F07" w:rsidRPr="008D6F85" w:rsidRDefault="00EE3F07" w:rsidP="00EE3F0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D6F85">
        <w:rPr>
          <w:rFonts w:ascii="Times New Roman" w:eastAsia="Calibri" w:hAnsi="Times New Roman" w:cs="Times New Roman"/>
          <w:b/>
          <w:sz w:val="24"/>
          <w:szCs w:val="24"/>
        </w:rPr>
        <w:t>Шусту В.М.</w:t>
      </w:r>
    </w:p>
    <w:p w:rsidR="00EE3F07" w:rsidRPr="008D6F85" w:rsidRDefault="00EE3F07" w:rsidP="00EE3F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3F07" w:rsidRPr="008D6F85" w:rsidRDefault="00EE3F07" w:rsidP="00EE3F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</w:t>
      </w:r>
      <w:r>
        <w:rPr>
          <w:rFonts w:ascii="Times New Roman" w:eastAsia="Times New Roman" w:hAnsi="Times New Roman" w:cs="Times New Roman"/>
          <w:sz w:val="24"/>
          <w:szCs w:val="24"/>
        </w:rPr>
        <w:t>ей 12,20,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>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D6F85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Шуст В.М.,  </w:t>
      </w:r>
      <w:r w:rsidRPr="008D6F85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E3F07" w:rsidRPr="008D6F85" w:rsidRDefault="00EE3F07" w:rsidP="00EE3F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E3F07" w:rsidRPr="008D6F85" w:rsidRDefault="00EE3F07" w:rsidP="00EE3F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Шусту Володимиру Миколайовичу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цільового призначення, для особистого селянського господарства, площею  1,1430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га, яка розташована Хмельницька область,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сільська рада  за межами 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E3F07" w:rsidRPr="008D6F85" w:rsidRDefault="00EE3F07" w:rsidP="00EE3F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Шусту Володимиру Миколайовичу, 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який  зареєстрований за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4350E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4350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1,1430 га, кадастровий номер: 6823984700:04:005:0042,  для  ведення особистого селянського господарства, яка розташована Хмельницька область, Шепетівський район,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D6F85"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EE3F07" w:rsidRPr="008D6F85" w:rsidRDefault="00EE3F07" w:rsidP="00EE3F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 3. Шусту В.М.</w:t>
      </w:r>
      <w:r w:rsidRPr="008D6F8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6F85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EE3F07" w:rsidRDefault="00EE3F07" w:rsidP="00EE3F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D6F85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E3F07" w:rsidRPr="008D6F85" w:rsidRDefault="00EE3F07" w:rsidP="00EE3F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F2E49" w:rsidRPr="00EE3F07" w:rsidRDefault="00EE3F07" w:rsidP="00EE3F0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D6F8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F2E49" w:rsidRPr="00EE3F07" w:rsidSect="00EE3F07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F07"/>
    <w:rsid w:val="000F2E49"/>
    <w:rsid w:val="0064350E"/>
    <w:rsid w:val="00EE3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0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EE3F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E3F07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F0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EE3F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E3F07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278</Words>
  <Characters>1591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2022-02-08T06:38:00Z</dcterms:created>
  <dcterms:modified xsi:type="dcterms:W3CDTF">2022-02-08T11:34:00Z</dcterms:modified>
</cp:coreProperties>
</file>