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3D" w:rsidRPr="00062C82" w:rsidRDefault="008F5F3D" w:rsidP="008F5F3D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8F5F3D" w:rsidRPr="00062C82" w:rsidRDefault="008F5F3D" w:rsidP="008F5F3D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8F5F3D" w:rsidRPr="00062C82" w:rsidRDefault="003045ED" w:rsidP="008F5F3D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3045ED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2v6L4A&#10;AADdAAAADwAAAGRycy9kb3ducmV2LnhtbERPSwrCMBDdC94hjOBOU1tQqUYRUXEhiL/90IxtsZmU&#10;Jmq9vVkILh/vP1+2phIvalxpWcFoGIEgzqwuOVdwvWwHUxDOI2usLJOCDzlYLrqdOabavvlEr7PP&#10;RQhhl6KCwvs6ldJlBRl0Q1sTB+5uG4M+wCaXusF3CDeVjKNoLA2WHBoKrGldUPY4P40Cm+z2h1se&#10;n5INTzyvjtP7rT0o1e+1qxkIT63/i3/uvVYQJ6MwN7wJT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Odr+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OfcgA&#10;AADdAAAADwAAAGRycy9kb3ducmV2LnhtbESPT2sCMRTE74V+h/CEXkSzKti6NUoRttYeCv4Br4/N&#10;62bt5mVJUt366ZuC0OMwM79h5svONuJMPtSOFYyGGQji0umaKwWHfTF4AhEissbGMSn4oQDLxf3d&#10;HHPtLryl8y5WIkE45KjAxNjmUobSkMUwdC1x8j6dtxiT9JXUHi8Jbhs5zrKptFhzWjDY0spQ+bX7&#10;tgpOxYc5rh6vr74/29K1X7yvm81UqYde9/IMIlIX/8O39ptWMJ6MZ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x85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PIsEA&#10;AADdAAAADwAAAGRycy9kb3ducmV2LnhtbERPzWrCQBC+F3yHZYReSt00QpHoKlJqES9i7AMM2TEb&#10;zM6G7NbEt3cOQo8f3/9qM/pW3aiPTWADH7MMFHEVbMO1gd/z7n0BKiZki21gMnCnCJv15GWFhQ0D&#10;n+hWplpJCMcCDbiUukLrWDnyGGehIxbuEnqPSWBfa9vjIOG+1XmWfWqPDUuDw46+HFXX8s9LyXGO&#10;x8NlOO9+Rhzw++D4bXsy5nU6bpegEo3pX/x0762BfJ7LfnkjT0C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JzyL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/GcYA&#10;AADdAAAADwAAAGRycy9kb3ducmV2LnhtbESPQUsDMRSE74L/ITzBW5vtqlW2TYtUBRE8WAvF22Pz&#10;urt08xKSZ3f990YoeBxm5htmuR5dr04UU+fZwGxagCKuve24MbD7fJk8gEqCbLH3TAZ+KMF6dXmx&#10;xMr6gT/otJVGZQinCg20IqHSOtUtOUxTH4izd/DRoWQZG20jDhnuel0WxVw77DgvtBho01J93H47&#10;A+/Dc3i7n98dwle8LXV6srLfiDHXV+PjApTQKP/hc/vVGihvyh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6/G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f0zsMA&#10;AADdAAAADwAAAGRycy9kb3ducmV2LnhtbESP3YrCMBCF74V9hzDC3siaWmGRblORRUW8EX8eYGjG&#10;pthMShNt9+2NIOzl4fx8nHw52EY8qPO1YwWzaQKCuHS65krB5bz5WoDwAVlj45gU/JGHZfExyjHT&#10;rucjPU6hEnGEfYYKTAhtJqUvDVn0U9cSR+/qOoshyq6SusM+jttGpknyLS3WHAkGW/o1VN5Odxsh&#10;hzke9tf+vNkO2ON6b3iyOir1OR5WPyACDeE//G7vtIJ0nqbwehOfgC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f0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E9c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VDOyh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CE9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m8/8YA&#10;AADdAAAADwAAAGRycy9kb3ducmV2LnhtbESPUWvCMBSF3wf+h3CFvYyZWueQahQdhAkbDN3A10tz&#10;bYvNTUky2/37RRjs8XDO+Q5ntRlsK67kQ+NYwXSSgSAunWm4UvD1qR8XIEJENtg6JgU/FGCzHt2t&#10;sDCu5wNdj7ESCcKhQAV1jF0hZShrshgmriNO3tl5izFJX0njsU9w28o8y56lxYbTQo0dvdRUXo7f&#10;VsHuo69m/qHcDe7t/Hqaa230u1bqfjxslyAiDfE//NfeGwX5LH+C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m8/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1DIcQA&#10;AADd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8pd8Bf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9Qy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eHE8YA&#10;AADd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yCf5XO4v0lP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eHE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N4zcQA&#10;AADdAAAADwAAAGRycy9kb3ducmV2LnhtbESPUWvCMBSF3wf+h3AF32Zq3Zx0RhGlMMZe1P2AS3PX&#10;VJubksRa/70ZDPZ4OOd8h7PaDLYVPfnQOFYwm2YgiCunG64VfJ/K5yWIEJE1to5JwZ0CbNajpxUW&#10;2t34QP0x1iJBOBSowMTYFVKGypDFMHUdcfJ+nLcYk/S11B5vCW5bmWfZQlpsOC0Y7GhnqLocr1ZB&#10;+Zl/9Zer9qXbDi+WXs15uTdKTcbD9h1EpCH+h//aH1pBPs/f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jeM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n2mb0A&#10;AADdAAAADwAAAGRycy9kb3ducmV2LnhtbERPSwrCMBDdC94hjOBOU+sHqUYRQdGl1QMMzdgWm0lt&#10;oq23NwvB5eP919vOVOJNjSstK5iMIxDEmdUl5wpu18NoCcJ5ZI2VZVLwIQfbTb+3xkTbli/0Tn0u&#10;Qgi7BBUU3teJlC4ryKAb25o4cHfbGPQBNrnUDbYh3FQyjqKFNFhyaCiwpn1B2SN9GQWzT3t8pvNH&#10;dNCGJudpfWafzZUaDrrdCoSnzv/FP/dJK4incZgb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/n2m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dKHsUA&#10;AADdAAAADwAAAGRycy9kb3ducmV2LnhtbESPzWrDMBCE74G+g9hCb4lcF0LsRg6hIaX0lDhuz4u1&#10;/qHWylhKbL99FSj0OMzMN8x2N5lO3GhwrWUFz6sIBHFpdcu1guJyXG5AOI+ssbNMCmZysMseFltM&#10;tR35TLfc1yJA2KWooPG+T6V0ZUMG3cr2xMGr7GDQBznUUg84BrjpZBxFa2mw5bDQYE9vDZU/+dUo&#10;uK6/44KrT33KD/N7cjjunfyqlXp6nPavIDxN/j/81/7QCuKXOIH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0o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cKWcUA&#10;AADdAAAADwAAAGRycy9kb3ducmV2LnhtbERPPW/CMBDdkfgP1iGxgQOpIhrioBYJqe1QBLRDtyM+&#10;kkB8DrEL6b+vh0odn953tupNI27Uudqygtk0AkFcWF1zqeDjsJksQDiPrLGxTAp+yMEqHw4yTLW9&#10;845ue1+KEMIuRQWV920qpSsqMuimtiUO3Ml2Bn2AXSl1h/cQbho5j6JEGqw5NFTY0rqi4rL/Ngo+&#10;t4vkcfv8+nB+ez9ibPT1S9eJUuNR/7QE4an3/+I/94tWMI/jsD+8CU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wp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NtMcUA&#10;AADdAAAADwAAAGRycy9kb3ducmV2LnhtbESPS4vCQBCE74L/YWjBm05MFpHoKD7QXfbkC7w2mTYJ&#10;ZnpCZtS4v35nYcFjUVVfUbNFayrxoMaVlhWMhhEI4szqknMF59N2MAHhPLLGyjIpeJGDxbzbmWGq&#10;7ZMP9Dj6XAQIuxQVFN7XqZQuK8igG9qaOHhX2xj0QTa51A0+A9xUMo6isTRYclgosKZ1QdnteDcK&#10;fsYX3LvPeLVJtKfXx2Rnv/c7pfq9djkF4an17/B/+0sriJNkBH9vw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20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mg/sUA&#10;AADd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k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WaD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PDcQA&#10;AADdAAAADwAAAGRycy9kb3ducmV2LnhtbESPwW7CMBBE70j8g7VI3MCBCEoDBhUkJK7QHnrc2ksS&#10;iNdpbCDw9XUlJI6jmXmjWaxaW4krNb50rGA0TEAQa2dKzhV8fW4HMxA+IBusHJOCO3lYLbudBWbG&#10;3XhP10PIRYSwz1BBEUKdSel1QRb90NXE0Tu6xmKIssmlafAW4baS4ySZSoslx4UCa9oUpM+Hi1Ww&#10;K39oMtXHdztb6/334zekbyejVL/XfsxBBGrDK/xs74yCcZqm8P8mP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0jw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TkjcMA&#10;AADdAAAADwAAAGRycy9kb3ducmV2LnhtbERPW2vCMBR+H+w/hDPwbU1Xx9DOKCoIG17AC9vroTlr&#10;ypqT0mS1/nsjDHz87nyTWW9r0VHrK8cKXpIUBHHhdMWlgtNx9TwC4QOyxtoxKbiQh9n08WGCuXZn&#10;3lN3CKWIJexzVGBCaHIpfWHIok9cQxy1H9daDBG2pdQtnmO5rWWWpm/SYsVxwWBDS0PF7+HPKuhw&#10;d0m/zWI7/qw2RbZbfK115NXgqZ+/gwjUh7v5P/2hFWTD4Sv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Tkj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/dsQA&#10;AADdAAAADwAAAGRycy9kb3ducmV2LnhtbESPQUvDQBSE70L/w/IK3uymKYrEbkspVDxq9ODxmX3N&#10;pmbfC7vbJvrrXUHwOMzMN8x6O/leXSjETtjAclGAIm7EdtwaeHs93NyDignZYi9MBr4ownYzu1pj&#10;ZWXkF7rUqVUZwrFCAy6lodI6No48xoUMxNk7SvCYsgyttgHHDPe9LoviTnvsOC84HGjvqPmsz97A&#10;+Nh8nMrju3XfYZBD/SynshdjrufT7gFUoin9h//aT9ZAuVr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j/3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npscA&#10;AADdAAAADwAAAGRycy9kb3ducmV2LnhtbESPW2sCMRSE3wv9D+EU+lazXUFlNYqXCqVYxNv7cXPc&#10;3ZqcLJtUt//eCAUfh5n5hhlNWmvEhRpfOVbw3klAEOdOV1wo2O+WbwMQPiBrNI5JwR95mIyfn0aY&#10;aXflDV22oRARwj5DBWUIdSalz0uy6DuuJo7eyTUWQ5RNIXWD1wi3RqZJ0pMWK44LJdY0Lyk/b3+t&#10;guV6YX7S7830IMP8o380g6/ZYqXU60s7HYII1IZH+L/9qRWk3W4P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aJ6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PhMYA&#10;AADdAAAADwAAAGRycy9kb3ducmV2LnhtbESPQWvCQBSE70L/w/IKvYhuarBK6ipFEC0o1Ch4fWZf&#10;k2D2bchuY/rvXUHwOMzMN8xs0ZlKtNS40rKC92EEgjizuuRcwfGwGkxBOI+ssbJMCv7JwWL+0pth&#10;ou2V99SmPhcBwi5BBYX3dSKlywoy6Ia2Jg7er20M+iCbXOoGrwFuKjmKog9psOSwUGBNy4KyS/pn&#10;FLQ/23O+aV39fZn23Tg+r9c7fVLq7bX7+gThqfPP8KO90QpGcTyB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FPh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+nP8QA&#10;AADdAAAADwAAAGRycy9kb3ducmV2LnhtbERPz2vCMBS+C/sfwht403RVh1ajTGHgZaDOg96ezVtb&#10;bF66JNPOv94cBI8f3+/ZojW1uJDzlWUFb/0EBHFudcWFgv33Z28MwgdkjbVlUvBPHhbzl84MM22v&#10;vKXLLhQihrDPUEEZQpNJ6fOSDPq+bYgj92OdwRChK6R2eI3hppZpkrxLgxXHhhIbWpWUn3d/RsFy&#10;Ml7+bob8dduejnQ8nM6j1CVKdV/bjymIQG14ih/utVaQDgZ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Ppz/EAAAA3QAAAA8AAAAAAAAAAAAAAAAAmAIAAGRycy9k&#10;b3ducmV2LnhtbFBLBQYAAAAABAAEAPUAAACJAwAAAAA=&#10;" fillcolor="black" stroked="f"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rBqscA&#10;AADdAAAADwAAAGRycy9kb3ducmV2LnhtbESPQWvCQBSE7wX/w/KE3uqmEcWmrqK2QkE9aHvo8TX7&#10;mizJvg3Zrab+elcQPA4z8w0znXe2FkdqvXGs4HmQgCDOnTZcKPj6XD9NQPiArLF2TAr+ycN81nuY&#10;Yqbdifd0PIRCRAj7DBWUITSZlD4vyaIfuIY4er+utRiibAupWzxFuK1lmiRjadFwXCixoVVJeXX4&#10;swq+N2Mz2RtKf7bn5bvejqrl7q1S6rHfLV5BBOrCPXxrf2gF6XD4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qwa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Ml/8MA&#10;AADdAAAADwAAAGRycy9kb3ducmV2LnhtbERPu27CMBTdK/EP1q3UDZzSCqEUEyFQ1S4dykNdr+JL&#10;HBJfB9uEwNfXQ6WOR+e9KAbbip58qB0reJ5kIIhLp2uuFOx37+M5iBCRNbaOScGNAhTL0cMCc+2u&#10;/E39NlYihXDIUYGJsculDKUhi2HiOuLEHZ23GBP0ldQerynctnKaZTNpsebUYLCjtaGy2V6sAr/6&#10;2TR3vhya7P51Cx+n4TxHo9TT47B6AxFpiP/iP/enVjB9eU37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Ml/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sl1sYA&#10;AADdAAAADwAAAGRycy9kb3ducmV2LnhtbESPUWvCQBCE3wv+h2OFvhS9mJaqqadIoVCoCFp/wJpb&#10;k9C7vZBbNfbX9wqFPg4z8w2zWPXeqQt1sQlsYDLOQBGXwTZcGTh8vo1moKIgW3SBycCNIqyWg7sF&#10;FjZceUeXvVQqQTgWaKAWaQutY1mTxzgOLXHyTqHzKEl2lbYdXhPcO51n2bP22HBaqLGl15rKr/3Z&#10;G3D50c0/pnEjt4PeZN9edg9ba8z9sF+/gBLq5T/81363BvLHpwn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sl1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05cYA&#10;AADd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TPs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W05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5ez8UA&#10;AADdAAAADwAAAGRycy9kb3ducmV2LnhtbESPzWrDMBCE74G+g9hCbonUJCTFtRxKaSCQU/4OvS3S&#10;1nZrrYylxO7bV4FAjsPMfMPk68E14kpdqD1reJkqEMTG25pLDafjZvIKIkRki41n0vBHAdbF0yjH&#10;zPqe93Q9xFIkCIcMNVQxtpmUwVTkMEx9S5y8b985jEl2pbQd9gnuGjlTaikd1pwWKmzpoyLze7g4&#10;DT8bufNGoTmfzv3Wrr4+l9QorcfPw/sbiEhDfITv7a3VMJsv5nB7k5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7l7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klcUA&#10;AADdAAAADwAAAGRycy9kb3ducmV2LnhtbESPQWvCQBSE74X+h+UVeqsbo4ikrqKCIBUPaik9PrPP&#10;JCT7NuyuGv+9Kwgeh5n5hpnMOtOICzlfWVbQ7yUgiHOrKy4U/B5WX2MQPiBrbCyTght5mE3f3yaY&#10;aXvlHV32oRARwj5DBWUIbSalz0sy6Hu2JY7eyTqDIUpXSO3wGuGmkWmSjKTBiuNCiS0tS8rr/dko&#10;+D9v+LQd/MzdIvzZ7uDr9Diulfr86ObfIAJ14RV+ttdaQToYDu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HmSV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73M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0g7fUH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Ie9zHAAAA3QAAAA8AAAAAAAAAAAAAAAAAmAIAAGRy&#10;cy9kb3ducmV2LnhtbFBLBQYAAAAABAAEAPUAAACMAwAAAAA=&#10;" fillcolor="black" stroked="f"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fqsUA&#10;AADdAAAADwAAAGRycy9kb3ducmV2LnhtbESPzWrDMBCE74W+g9hCb43cpITgRAkmEFJ6cn5Krxtr&#10;Y5laKyOpivv2VaHQ4zAz3zCrzWh7kciHzrGC50kBgrhxuuNWwfm0e1qACBFZY++YFHxTgM36/m6F&#10;pXY3PlA6xlZkCIcSFZgYh1LK0BiyGCZuIM7e1XmLMUvfSu3xluG2l9OimEuLHecFgwNtDTWfxy+r&#10;IF22dTVLH8kc3nzVelfv3y+1Uo8PY7UEEWmM/+G/9qtWMJ29zOH3TX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h+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1aw8cA&#10;AADdAAAADwAAAGRycy9kb3ducmV2LnhtbESPQWvCQBSE74X+h+UVejMbbdE2dRURLdWLNhXs8ZF9&#10;zYZm34bsGtP++q4g9DjMzDfMdN7bWnTU+sqxgmGSgiAunK64VHD4WA+eQPiArLF2TAp+yMN8dnsz&#10;xUy7M79Tl4dSRAj7DBWYEJpMSl8YsugT1xBH78u1FkOUbSl1i+cIt7UcpelYWqw4LhhsaGmo+M5P&#10;VoEfLlfHrf197j5fDe/yjRnvS6PU/V2/eAERqA//4Wv7TSsYPTxO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tWs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8F5F3D" w:rsidRPr="00062C82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</w:rPr>
      </w:pPr>
    </w:p>
    <w:p w:rsidR="008F5F3D" w:rsidRPr="00062C82" w:rsidRDefault="008F5F3D" w:rsidP="008F5F3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8F5F3D" w:rsidRPr="00062C82" w:rsidRDefault="008F5F3D" w:rsidP="008F5F3D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8F5F3D" w:rsidRPr="00062C82" w:rsidRDefault="008F5F3D" w:rsidP="008F5F3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8F5F3D" w:rsidRPr="00062C82" w:rsidRDefault="008F5F3D" w:rsidP="008F5F3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3045ED" w:rsidRPr="003045ED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IlbsQA&#10;AADdAAAADwAAAGRycy9kb3ducmV2LnhtbESPS4vCQBCE74L/YWhhbzoxER/RUUR2xYMgvu5Npk2C&#10;mZ6QmdX4752FBY9FVX1FLVatqcSDGldaVjAcRCCIM6tLzhVczj/9KQjnkTVWlknBixyslt3OAlNt&#10;n3ykx8nnIkDYpaig8L5OpXRZQQbdwNbEwbvZxqAPssmlbvAZ4KaScRSNpcGSw0KBNW0Kyu6nX6PA&#10;Jtvd/prHx+SbJ57Xh+nt2u6V+uq16zkIT63/hP/bO60gTkYz+HsTn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iJW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eIMUA&#10;AADdAAAADwAAAGRycy9kb3ducmV2LnhtbERPy2oCMRTdF/oP4Ra6kZqppbaORinC1MdC0ApuL5Pb&#10;ybSTmyFJdfTrm4Xg8nDek1lnG3EkH2rHCp77GQji0umaKwX7r+LpHUSIyBobx6TgTAFm0/u7Ceba&#10;nXhLx12sRArhkKMCE2ObSxlKQxZD37XEift23mJM0FdSezylcNvIQZYNpcWaU4PBluaGyt/dn1Xw&#10;U2zMYf52+fS90ZYuvWK9aFZDpR4fuo8xiEhdvImv7qVWMHh5TfvTm/Q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94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MZxMMA&#10;AADdAAAADwAAAGRycy9kb3ducmV2LnhtbESP3YrCMBCF74V9hzAL3siaqihLbRRZdBFvxJ8HGJpp&#10;U2wmpcna7tsbQfDycH4+TrbubS3u1PrKsYLJOAFBnDtdcangetl9fYPwAVlj7ZgU/JOH9epjkGGq&#10;Xccnup9DKeII+xQVmBCaVEqfG7Lox64hjl7hWoshyraUusUujttaTpNkIS1WHAkGG/oxlN/OfzZC&#10;jjM8HorusvvtscPtwfBoc1Jq+NlvliAC9eEdfrX3WsF0Np/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MZx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SE8YA&#10;AADd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VDeTUv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pSE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0iKM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m/Ql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dIi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v/M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ihvFn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9v/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NqGcYA&#10;AADdAAAADwAAAGRycy9kb3ducmV2LnhtbESPUWvCMBSF3wf7D+EO9iIzVamMzigqhA0UxnSw10tz&#10;bcuam5JE2/17Iwh7PJxzvsNZrAbbigv50DhWMBlnIIhLZxquFHwf9csriBCRDbaOScEfBVgtHx8W&#10;WBjX8xddDrESCcKhQAV1jF0hZShrshjGriNO3sl5izFJX0njsU9w28ppls2lxYbTQo0dbWsqfw9n&#10;q2Dz2VczPyo3g9ud3n9yrY3ea6Wen4b1G4hIQ/wP39sfRsF0ludwe5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NqG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muK8UA&#10;AADdAAAADwAAAGRycy9kb3ducmV2LnhtbESPwWrDMBBE74X8g9hAb41ctwnBtRJCgqGEXpL2AxZr&#10;a7m2VkZSHPfvo0Ihx2Fm3jDldrK9GMmH1rGC50UGgrh2uuVGwddn9bQGESKyxt4xKfilANvN7KHE&#10;Qrsrn2g8x0YkCIcCFZgYh0LKUBuyGBZuIE7et/MWY5K+kdrjNcFtL/MsW0mLLacFgwPtDdXd+WIV&#10;VMf8Y+wu2lduN71aWpqf9cEo9Tifdm8gIk3xHv5vv2sF+ctyBX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a4r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1R9c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CZzl7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1R9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fwsEA&#10;AADdAAAADwAAAGRycy9kb3ducmV2LnhtbERP3WrCMBS+H/gO4QjezdRuilSjiKMgYzdTH+DQHJtq&#10;c1KSWOvbm4vBLj++//V2sK3oyYfGsYLZNANBXDndcK3gfCrflyBCRNbYOiYFTwqw3Yze1lho9+Bf&#10;6o+xFimEQ4EKTIxdIWWoDFkMU9cRJ+7ivMWYoK+l9vhI4baVeZYtpMWGU4PBjvaGqtvxbhWU3/lP&#10;f7trX7rd8Glpbq7LL6PUZDzsViAiDfFf/Oc+aAX5x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6n8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Mgf8QA&#10;AADdAAAADwAAAGRycy9kb3ducmV2LnhtbESP0WrCQBRE3wv9h+UKvtVN1EiNrqEIEX1s7Adcstck&#10;mL2bZrdJ/Hu3UOjjMDNnmH02mVYM1LvGsoJ4EYEgLq1uuFLwdc3f3kE4j6yxtUwKHuQgO7y+7DHV&#10;duRPGgpfiQBhl6KC2vsuldKVNRl0C9sRB+9me4M+yL6SuscxwE0rl1G0kQYbDgs1dnSsqbwXP0bB&#10;+jGevovkHuXaUHxZdRf2ZaLUfDZ97EB4mvx/+K991gqWq2QLv2/CE5CH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zIH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aQ8IA&#10;AADdAAAADwAAAGRycy9kb3ducmV2LnhtbERPy2rCQBTdF/yH4Qru6sQIoaYZRRSldNVG7fqSuXlg&#10;5k7IjEn8+86i0OXhvLPdZFoxUO8aywpWywgEcWF1w5WC6+X0+gbCeWSNrWVS8CQHu+3sJcNU25G/&#10;ach9JUIIuxQV1N53qZSuqMmgW9qOOHCl7Q36APtK6h7HEG5aGUdRIg02HBpq7OhQU3HPH0bBI/mJ&#10;r1x+6q/8+Dxvjqe9k7dKqcV82r+D8DT5f/Gf+0MriNdJ2B/ehCc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1p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A38gA&#10;AADd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lQ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mIDf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LcW8YA&#10;AADd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DM0gT+3o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LcW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YqeMUA&#10;AADdAAAADwAAAGRycy9kb3ducmV2LnhtbESP0WrCQBRE3wv+w3IF3+rGaINGVylFwbfW1A+4ZK+b&#10;YPZuzK4a/fpuodDHYWbOMKtNbxtxo87XjhVMxgkI4tLpmo2C4/fudQ7CB2SNjWNS8CAPm/XgZYW5&#10;dnc+0K0IRkQI+xwVVCG0uZS+rMiiH7uWOHon11kMUXZG6g7vEW4bmSZJJi3WHBcqbOmjovJcXK2C&#10;i0vfdF9s8fO8XXzVxswuz8NMqdGwf1+CCNSH//Bfe68VpNNsCr9v4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ip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4ZMUA&#10;AADdAAAADwAAAGRycy9kb3ducmV2LnhtbESPwW7CMBBE70j9B2sr9QZOoQQIGARISFyhHDgu9pKk&#10;jddp7ELK12MkpB5HM/NGM1u0thIXanzpWMF7LwFBrJ0pOVdw+Nx0xyB8QDZYOSYFf+RhMX/pzDAz&#10;7so7uuxDLiKEfYYKihDqTEqvC7Loe64mjt7ZNRZDlE0uTYPXCLeV7CdJKi2WHBcKrGldkP7e/1oF&#10;2/JEw1SfJ3a80rvj7ScMRl9GqbfXdjkFEagN/+Fne2sU9AfpBz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jh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uC8MA&#10;AADdAAAADwAAAGRycy9kb3ducmV2LnhtbERPW2vCMBR+F/Yfwhn4ZtN1KLMzigqDDafghe310Jw1&#10;Zc1JaWKt/94Igz1+d77Zore16Kj1lWMFT0kKgrhwuuJSwen4NnoB4QOyxtoxKbiSh8X8YTDDXLsL&#10;76k7hFLEEvY5KjAhNLmUvjBk0SeuIY7aj2sthgjbUuoWL7Hc1jJL04m0WHFcMNjQ2lDxezhbBR3u&#10;rum3WW2nH9Vnke1WXxsdeTV87JevIAL14d/8l37XCrLnyRjub+IT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tuC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OHMQA&#10;AADdAAAADwAAAGRycy9kb3ducmV2LnhtbESPQUvDQBSE74L/YXmCN7tphCCx2yKFikeNHnp8Zl+z&#10;qdn3wu7apP31riB4HGbmG2a1mf2gThRiL2xguShAEbdie+4MfLzv7h5AxYRscRAmA2eKsFlfX62w&#10;tjLxG52a1KkM4VijAZfSWGsdW0ce40JG4uwdJHhMWYZO24BThvtBl0VRaY895wWHI20dtV/Ntzcw&#10;Pbefx/Kwt+4SRtk1r3IsBzHm9mZ+egSVaE7/4b/2izVQ3lc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CTh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WtIMcA&#10;AADdAAAADwAAAGRycy9kb3ducmV2LnhtbESPW2sCMRSE3wv9D+EUfKvZrqCyGsV6gVJaxNv7cXPc&#10;3TY5WTZR13/fCAUfh5n5hhlPW2vEhRpfOVbw1k1AEOdOV1wo2O9Wr0MQPiBrNI5JwY08TCfPT2PM&#10;tLvyhi7bUIgIYZ+hgjKEOpPS5yVZ9F1XE0fv5BqLIcqmkLrBa4RbI9Mk6UuLFceFEmual5T/bs9W&#10;wWq9MD/p92Z2kGG+HBzN8PN98aVU56WdjUAEasMj/N/+0ArSXn8A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lrS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3068IA&#10;AADd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9EkzA1vwhOQi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3fT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Atuc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aQvo4m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wLbnHAAAA3QAAAA8AAAAAAAAAAAAAAAAAmAIAAGRy&#10;cy9kb3ducmV2LnhtbFBLBQYAAAAABAAEAPUAAACMAwAAAAA=&#10;" fillcolor="black" stroked="f"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rR98UA&#10;AADdAAAADwAAAGRycy9kb3ducmV2LnhtbERPyW7CMBC9I/UfrKnUGzgEsSjFoFJaqVLhwHLgOI2H&#10;xEo8jmIXQr++PiBxfHr7fNnZWlyo9caxguEgAUGcO224UHA8fPZnIHxA1lg7JgU38rBcPPXmmGl3&#10;5R1d9qEQMYR9hgrKEJpMSp+XZNEPXEMcubNrLYYI20LqFq8x3NYyTZKJtGg4NpTY0HtJebX/tQpO&#10;3xMz2xlKfzZ/qw+9GVer7bpS6uW5e3sFEagLD/Hd/aUVpKNp3B/fx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tH3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K2cYA&#10;AADdAAAADwAAAGRycy9kb3ducmV2LnhtbESPT2sCMRTE74V+h/AK3jSrhVa2RhFF6qUH/9HrY/O6&#10;2e7mZU2irn56UxB6HGbmN8xk1tlGnMmHyrGC4SADQVw4XXGpYL9b9ccgQkTW2DgmBVcKMJs+P00w&#10;1+7CGzpvYykShEOOCkyMbS5lKAxZDAPXEifvx3mLMUlfSu3xkuC2kaMse5MWK04LBltaGCrq7ckq&#10;8PPvZX3j06HObl/X8PnbHcdolOq9dPMPEJG6+B9+tNdawej1fQh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NK2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VxHMUA&#10;AADdAAAADwAAAGRycy9kb3ducmV2LnhtbESPUWvCQBCE3wv+h2MFX4pemkK1qadIQRCUgtYfsM1t&#10;k+DdXsitGv31vUKhj8PMfMPMl7136kJdbAIbeJpkoIjLYBuuDBw/1+MZqCjIFl1gMnCjCMvF4GGO&#10;hQ1X3tPlIJVKEI4FGqhF2kLrWNbkMU5CS5y879B5lCS7StsOrwnunc6z7EV7bDgt1NjSe03l6XD2&#10;Blz+5V6307iT21HvsruX/eOHNWY07FdvoIR6+Q//tTfWQP48zeH3TXoC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1XEc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bw8YA&#10;AADdAAAADwAAAGRycy9kb3ducmV2LnhtbESPzWrDMBCE74W+g9hCbo0cB9rgRgn5IeBLD3VSct1Y&#10;W8tUWhlLSZw8fVUo9DjMzDfMfDk4Ky7Uh9azgsk4A0Fce91yo+Cw3z3PQISIrNF6JgU3CrBcPD7M&#10;sdD+yh90qWIjEoRDgQpMjF0hZagNOQxj3xEn78v3DmOSfSN1j9cEd1bmWfYiHbacFgx2tDFUf1dn&#10;p2BbdTY/lGYdjp/vp5Mt7zs6bpUaPQ2rNxCRhvgf/muXWkE+fZ3C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Xbw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sMBsUA&#10;AADdAAAADwAAAGRycy9kb3ducmV2LnhtbESPT2sCMRTE74LfITyhN0204patUUQqCJ7qn4O3R/K6&#10;u3XzsmxSd/vtm4LgcZiZ3zDLde9qcac2VJ41TCcKBLHxtuJCw/m0G7+BCBHZYu2ZNPxSgPVqOFhi&#10;bn3Hn3Q/xkIkCIccNZQxNrmUwZTkMEx8Q5y8L986jEm2hbQtdgnuajlTaiEdVpwWSmxoW5K5HX+c&#10;hu+dPHij0FzOl25vs+vHgmql9cuo37yDiNTHZ/jR3lsNs9dsD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ww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4Ls8YA&#10;AADdAAAADwAAAGRycy9kb3ducmV2LnhtbESPQWvCQBSE74L/YXmF3nTTSK1EV1FBKC0e1FJ6fGaf&#10;SUj2bdhdNf57tyB4HGbmG2a26EwjLuR8ZVnB2zABQZxbXXGh4OewGUxA+ICssbFMCm7kYTHv92aY&#10;aXvlHV32oRARwj5DBWUIbSalz0sy6Ie2JY7eyTqDIUpXSO3wGuGmkWmSjKXBiuNCiS2tS8rr/dko&#10;+Dt/82k7+lq6Vfi13cHX6XFSK/X60i2nIAJ14Rl+tD+1gnT08Q7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4Ls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YvFs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pB+vg8hv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di8WyAAAAN0AAAAPAAAAAAAAAAAAAAAAAJgCAABk&#10;cnMvZG93bnJldi54bWxQSwUGAAAAAAQABAD1AAAAjQMAAAAA&#10;" fillcolor="black" stroked="f"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ZwjMUA&#10;AADdAAAADwAAAGRycy9kb3ducmV2LnhtbESPzWrDMBCE74W+g9hCb43cBJrgRAkmEFJ6cn5Krxtr&#10;Y5laKyOpivv2VaHQ4zAz3zCrzWh7kciHzrGC50kBgrhxuuNWwfm0e1qACBFZY++YFHxTgM36/m6F&#10;pXY3PlA6xlZkCIcSFZgYh1LK0BiyGCZuIM7e1XmLMUvfSu3xluG2l9OieJEWO84LBgfaGmo+j19W&#10;Qbps62qWPpI5vPmq9a7ev19qpR4fxmoJItIY/8N/7VetYDqbz+H3TX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RnC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4EDMQA&#10;AADdAAAADwAAAGRycy9kb3ducmV2LnhtbERPy2rCQBTdF/oPwy1010y04CN1FBFbqhs1CnZ5ydxm&#10;QjN3QmYao1/vLApdHs57tuhtLTpqfeVYwSBJQRAXTldcKjgd318mIHxA1lg7JgVX8rCYPz7MMNPu&#10;wgfq8lCKGMI+QwUmhCaT0heGLPrENcSR+3atxRBhW0rd4iWG21oO03QkLVYcGww2tDJU/OS/VoEf&#10;rNbnrb1Nu68Pw7t8Y0b70ij1/NQv30AE6sO/+M/9qRUMX8d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eBAz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5F3D" w:rsidRDefault="008F5F3D" w:rsidP="008F5F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F5F3D" w:rsidRPr="00062C82" w:rsidRDefault="008F5F3D" w:rsidP="008F5F3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8F5F3D" w:rsidRPr="00062C82" w:rsidRDefault="008F5F3D" w:rsidP="008F5F3D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</w:rPr>
      </w:pPr>
    </w:p>
    <w:p w:rsidR="008F5F3D" w:rsidRPr="00062C82" w:rsidRDefault="008F5F3D" w:rsidP="008F5F3D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</w:rPr>
      </w:pP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Сметанюк</w:t>
      </w:r>
      <w:proofErr w:type="spellEnd"/>
      <w:r>
        <w:rPr>
          <w:rFonts w:ascii="Times New Roman" w:hAnsi="Times New Roman" w:cs="Times New Roman"/>
          <w:b/>
        </w:rPr>
        <w:t xml:space="preserve"> А.І.</w:t>
      </w: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</w:rPr>
      </w:pPr>
    </w:p>
    <w:p w:rsidR="008F5F3D" w:rsidRPr="00062C82" w:rsidRDefault="008F5F3D" w:rsidP="008F5F3D">
      <w:pPr>
        <w:tabs>
          <w:tab w:val="left" w:pos="4424"/>
        </w:tabs>
        <w:rPr>
          <w:rFonts w:ascii="Times New Roman" w:hAnsi="Times New Roman" w:cs="Times New Roman"/>
        </w:rPr>
      </w:pPr>
    </w:p>
    <w:p w:rsidR="008F5F3D" w:rsidRPr="00062C82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Сметанюка</w:t>
      </w:r>
      <w:proofErr w:type="spellEnd"/>
      <w:r>
        <w:rPr>
          <w:rFonts w:ascii="Times New Roman" w:hAnsi="Times New Roman" w:cs="Times New Roman"/>
        </w:rPr>
        <w:t xml:space="preserve"> А.І.,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8F5F3D" w:rsidRPr="00062C82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8F5F3D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hAnsi="Times New Roman" w:cs="Times New Roman"/>
        </w:rPr>
        <w:t>Сметанюку</w:t>
      </w:r>
      <w:proofErr w:type="spellEnd"/>
      <w:r>
        <w:rPr>
          <w:rFonts w:ascii="Times New Roman" w:hAnsi="Times New Roman" w:cs="Times New Roman"/>
        </w:rPr>
        <w:t xml:space="preserve"> Анатолію Івановичу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0548DF" w:rsidRPr="000548DF">
        <w:rPr>
          <w:rFonts w:ascii="Times New Roman" w:hAnsi="Times New Roman" w:cs="Times New Roman"/>
        </w:rPr>
        <w:t>________________________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0548DF" w:rsidRPr="000548DF">
        <w:rPr>
          <w:rFonts w:ascii="Times New Roman" w:hAnsi="Times New Roman" w:cs="Times New Roman"/>
        </w:rPr>
        <w:t>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2454</w:t>
      </w:r>
      <w:r w:rsidRPr="00062C82">
        <w:rPr>
          <w:rFonts w:ascii="Times New Roman" w:hAnsi="Times New Roman" w:cs="Times New Roman"/>
        </w:rPr>
        <w:t>га, (кадастровий номер: 6823986800:0</w:t>
      </w:r>
      <w:r>
        <w:rPr>
          <w:rFonts w:ascii="Times New Roman" w:hAnsi="Times New Roman" w:cs="Times New Roman"/>
        </w:rPr>
        <w:t>1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54</w:t>
      </w:r>
      <w:r w:rsidRPr="00062C82">
        <w:rPr>
          <w:rFonts w:ascii="Times New Roman" w:hAnsi="Times New Roman" w:cs="Times New Roman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Полянь</w:t>
      </w:r>
      <w:proofErr w:type="spellEnd"/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вул. </w:t>
      </w:r>
      <w:r>
        <w:rPr>
          <w:rFonts w:ascii="Times New Roman" w:hAnsi="Times New Roman" w:cs="Times New Roman"/>
        </w:rPr>
        <w:t>Незалежності, 17.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8F5F3D" w:rsidRPr="00062C82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</w:rPr>
        <w:t>Сметанюку</w:t>
      </w:r>
      <w:proofErr w:type="spellEnd"/>
      <w:r>
        <w:rPr>
          <w:rFonts w:ascii="Times New Roman" w:hAnsi="Times New Roman" w:cs="Times New Roman"/>
          <w:color w:val="auto"/>
        </w:rPr>
        <w:t xml:space="preserve"> А.І.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8F5F3D" w:rsidRPr="00062C82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F5F3D" w:rsidRPr="008F5F3D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8F5F3D" w:rsidRPr="00062C82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8F5F3D" w:rsidRPr="00062C82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D5E09" w:rsidRPr="008F5F3D" w:rsidRDefault="008F5F3D" w:rsidP="008F5F3D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2D5E09" w:rsidRPr="008F5F3D" w:rsidSect="002D5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F5F3D"/>
    <w:rsid w:val="000548DF"/>
    <w:rsid w:val="00171A2E"/>
    <w:rsid w:val="002D5E09"/>
    <w:rsid w:val="003045ED"/>
    <w:rsid w:val="00304C90"/>
    <w:rsid w:val="00503227"/>
    <w:rsid w:val="00505B6D"/>
    <w:rsid w:val="00634AEF"/>
    <w:rsid w:val="006D3977"/>
    <w:rsid w:val="007D6C18"/>
    <w:rsid w:val="008F5F3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3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2020-02-13T11:12:00Z</dcterms:created>
  <dcterms:modified xsi:type="dcterms:W3CDTF">2020-02-13T12:02:00Z</dcterms:modified>
</cp:coreProperties>
</file>