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221" w:rsidRDefault="008E6221" w:rsidP="008E62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221" w:rsidRDefault="008E6221" w:rsidP="008E62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6221" w:rsidRDefault="008E6221" w:rsidP="008E62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6221" w:rsidRDefault="008E6221" w:rsidP="008E62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E6221" w:rsidRDefault="008E6221" w:rsidP="008E62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6221" w:rsidRDefault="008E6221" w:rsidP="008E62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№31</w:t>
      </w:r>
    </w:p>
    <w:p w:rsidR="008E6221" w:rsidRPr="005233F6" w:rsidRDefault="008E6221" w:rsidP="008E622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Г.С.</w:t>
      </w:r>
    </w:p>
    <w:p w:rsidR="008E6221" w:rsidRPr="00FB2913" w:rsidRDefault="008E6221" w:rsidP="008E622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»,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Ганні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Сергіївні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816AD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 в натурі (на місцевості), 5,22 в умовних кадастрових гектарах,  для ведення товарного сільськогосподарського виробництва,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сертифікат на право на земельну частку (пай) серія ХМ №0336953,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на території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ради, за межами села Крупець.</w:t>
      </w: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E6221" w:rsidRPr="00FB2913" w:rsidRDefault="008E6221" w:rsidP="008E62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E6221" w:rsidRPr="00FB2913" w:rsidRDefault="008E6221" w:rsidP="008E62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E6221" w:rsidRPr="00FB2913" w:rsidRDefault="008E6221" w:rsidP="008E622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60FC1" w:rsidRPr="00E816AD" w:rsidRDefault="008E6221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Валерій МИХАЛЮК</w:t>
      </w:r>
      <w:bookmarkStart w:id="0" w:name="_GoBack"/>
      <w:bookmarkEnd w:id="0"/>
    </w:p>
    <w:sectPr w:rsidR="00F60FC1" w:rsidRPr="00E816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21"/>
    <w:rsid w:val="008E6221"/>
    <w:rsid w:val="00E816AD"/>
    <w:rsid w:val="00F6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62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62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622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62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62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622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2021-07-07T06:17:00Z</dcterms:created>
  <dcterms:modified xsi:type="dcterms:W3CDTF">2021-07-07T08:11:00Z</dcterms:modified>
</cp:coreProperties>
</file>