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470" w:rsidRPr="00B623A8" w:rsidRDefault="00495470" w:rsidP="00495470">
      <w:pPr>
        <w:pStyle w:val="HTML0"/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5470" w:rsidRDefault="00495470" w:rsidP="0049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5470" w:rsidRDefault="00495470" w:rsidP="0049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5470" w:rsidRDefault="00495470" w:rsidP="004954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495470" w:rsidRDefault="00495470" w:rsidP="004954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№6</w:t>
      </w:r>
    </w:p>
    <w:p w:rsidR="00495470" w:rsidRDefault="00495470" w:rsidP="004954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Ніколайчук Ніні Максимівні в розмірі 2000.00 ( дві тисячі) грн; 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Кордяк Тетяні Іванівні в розмірі 500.00 ( п’ятсот ) грн;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Рибіцькій Тетяні Володимирівні в розмірі 2000.00 ( дві тисячі) грн;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Носолюк Світлані Володимирівні в розмірі 1000.00 ( одна тисяча) грн;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Романюк Оксані Миколаївні в розмірі 2900.00 ( дві тисячі дев’ятсот) грн; 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Зощук Петру Олександровичу в розмірі 2000.00 ( дві тисячі) грн;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Тарасюк  Віктору Михайловичу в розмірі 1000.00( одна тисяча ) грн на лікування Тарасюка Михайла Опанасовича;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Зеленському Віктору Антоновичу в розмірі 2900.00 ( дві тисячі дев’ятсот ) грн на лікування  Зеленської Лідії Степанівни;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Кондратюк Тетяні Петрівні в розмірі 2000.00 ( дві тисячі) грн на лікування Мельничук Петра Володимировича;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Ващишиній Валентині Петрівні в розмірі 500.00 ( п’ятсот) грн на лікування Пенчук Єлизавети Леонтіївни.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495470" w:rsidRDefault="00495470" w:rsidP="00495470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1DBF" w:rsidRPr="00495470" w:rsidRDefault="00495470" w:rsidP="00495470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Сільський голова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Валерій МИХАЛЮК</w:t>
      </w:r>
    </w:p>
    <w:sectPr w:rsidR="001A1DBF" w:rsidRPr="004954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470"/>
    <w:rsid w:val="00171A2E"/>
    <w:rsid w:val="001A1DBF"/>
    <w:rsid w:val="00304C90"/>
    <w:rsid w:val="0049547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9547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9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9547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9547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954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9547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355</Words>
  <Characters>2028</Characters>
  <Application>Microsoft Office Word</Application>
  <DocSecurity>0</DocSecurity>
  <Lines>16</Lines>
  <Paragraphs>4</Paragraphs>
  <ScaleCrop>false</ScaleCrop>
  <Company>Microsoft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2020-10-16T17:19:00Z</dcterms:created>
  <dcterms:modified xsi:type="dcterms:W3CDTF">2020-10-16T17:20:00Z</dcterms:modified>
</cp:coreProperties>
</file>