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937" w:rsidRPr="00154EFF" w:rsidRDefault="00524937" w:rsidP="0052493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4937" w:rsidRDefault="00524937" w:rsidP="0052493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4937" w:rsidRDefault="00524937" w:rsidP="0052493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4937" w:rsidRDefault="00524937" w:rsidP="0052493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4937" w:rsidRDefault="00524937" w:rsidP="0052493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4937" w:rsidRDefault="00524937" w:rsidP="0052493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№69</w:t>
      </w:r>
    </w:p>
    <w:p w:rsidR="00524937" w:rsidRPr="003B50D1" w:rsidRDefault="00524937" w:rsidP="0052493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Поліщука С.М.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4937" w:rsidRPr="003B50D1" w:rsidRDefault="00524937" w:rsidP="005249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Поліщука С.М.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524937" w:rsidRPr="003B50D1" w:rsidRDefault="00524937" w:rsidP="005249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24937" w:rsidRPr="003B50D1" w:rsidRDefault="00524937" w:rsidP="005249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 Сергію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35A55">
        <w:rPr>
          <w:rFonts w:ascii="Times New Roman" w:eastAsia="Calibri" w:hAnsi="Times New Roman" w:cs="Times New Roman"/>
          <w:sz w:val="24"/>
        </w:rPr>
        <w:t>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="00F35A5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F35A5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4,3435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6823984000:03:003:0171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товарного сільськогосподарського виробництва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524937" w:rsidRPr="003B50D1" w:rsidRDefault="00524937" w:rsidP="005249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Поліщуку С.М.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524937" w:rsidRPr="003B50D1" w:rsidRDefault="00524937" w:rsidP="0052493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4937" w:rsidRPr="003B50D1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A560C" w:rsidRPr="00524937" w:rsidRDefault="00524937" w:rsidP="0052493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AA560C" w:rsidRPr="005249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937"/>
    <w:rsid w:val="00524937"/>
    <w:rsid w:val="00AA560C"/>
    <w:rsid w:val="00F3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3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24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2493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93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249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2493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2022-02-08T06:51:00Z</dcterms:created>
  <dcterms:modified xsi:type="dcterms:W3CDTF">2022-02-08T11:26:00Z</dcterms:modified>
</cp:coreProperties>
</file>