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03A1" w:rsidRPr="008D3E19" w:rsidRDefault="009D03A1" w:rsidP="009D03A1">
      <w:pPr>
        <w:tabs>
          <w:tab w:val="left" w:pos="2160"/>
        </w:tabs>
        <w:spacing w:after="0" w:line="240" w:lineRule="auto"/>
        <w:jc w:val="right"/>
        <w:rPr>
          <w:rFonts w:ascii="Times New Roman" w:eastAsiaTheme="minorHAnsi" w:hAnsi="Times New Roman"/>
          <w:color w:val="FF0000"/>
          <w:lang w:val="ru-RU"/>
        </w:rPr>
      </w:pPr>
      <w:r w:rsidRPr="008D3E19">
        <w:rPr>
          <w:rFonts w:ascii="Times New Roman" w:eastAsiaTheme="minorHAnsi" w:hAnsi="Times New Roman"/>
          <w:color w:val="FF0000"/>
          <w:lang w:val="ru-RU"/>
        </w:rPr>
        <w:t>ПРОЕКТ</w:t>
      </w:r>
    </w:p>
    <w:p w:rsidR="009D03A1" w:rsidRPr="008D3E19" w:rsidRDefault="009D03A1" w:rsidP="009D03A1">
      <w:pPr>
        <w:spacing w:after="0" w:line="240" w:lineRule="auto"/>
        <w:rPr>
          <w:rFonts w:ascii="Times New Roman" w:eastAsiaTheme="minorHAnsi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91440</wp:posOffset>
                </wp:positionV>
                <wp:extent cx="543560" cy="734695"/>
                <wp:effectExtent l="0" t="0" r="8890" b="8255"/>
                <wp:wrapNone/>
                <wp:docPr id="96" name="Групувати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3834" y="994"/>
                          <a:chExt cx="1142" cy="1718"/>
                        </a:xfrm>
                      </wpg:grpSpPr>
                      <wps:wsp>
                        <wps:cNvPr id="97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127" o:spid="_x0000_s1026" style="position:absolute;margin-left:207pt;margin-top:7.2pt;width:42.8pt;height:57.85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8NJcQA&#10;AADbAAAADwAAAGRycy9kb3ducmV2LnhtbESPT2vCQBTE70K/w/KE3nRjBP+kbkKpVAqeqq30+Mg+&#10;k2D2bdjdxvjtu0LB4zAzv2E2xWBa0ZPzjWUFs2kCgri0uuFKwdfxfbIC4QOyxtYyKbiRhyJ/Gm0w&#10;0/bKn9QfQiUihH2GCuoQukxKX9Zk0E9tRxy9s3UGQ5SuktrhNcJNK9MkWUiDDceFGjt6q6m8HH6N&#10;gn2fLk4/u605zqt06cr59zZtWqWex8PrC4hAQ3iE/9sfWsF6Cfcv8QfI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fDSX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Q6MMEA&#10;AADbAAAADwAAAGRycy9kb3ducmV2LnhtbERPTYvCMBC9C/6HMMJeRNN6WLUaRQoLuguCVfA6NGNb&#10;bSalydbuv98cBI+P973e9qYWHbWusqwgnkYgiHOrKy4UXM5fkwUI55E11pZJwR852G6GgzUm2j75&#10;RF3mCxFC2CWooPS+SaR0eUkG3dQ2xIG72dagD7AtpG7xGcJNLWdR9CkNVhwaSmwoLSl/ZL9GgTxn&#10;B3+YV2Ycf1+PfWzv6U9+V+pj1O9WIDz1/i1+ufdawTKMDV/CD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rEOjDBAAAA2wAAAA8AAAAAAAAAAAAAAAAAmAIAAGRycy9kb3du&#10;cmV2LnhtbFBLBQYAAAAABAAEAPUAAACG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OgQsYA&#10;AADbAAAADwAAAGRycy9kb3ducmV2LnhtbESPT2sCMRTE70K/Q3iFXkSzFi3u1ii1YJEeBP/dn5vX&#10;3a2bl22S6uqnNwWhx2FmfsNMZq2pxYmcrywrGPQTEMS51RUXCnbbRW8MwgdkjbVlUnAhD7PpQ2eC&#10;mbZnXtNpEwoRIewzVFCG0GRS+rwkg75vG+LofVlnMETpCqkdniPc1PI5SV6kwYrjQokNvZeUHze/&#10;RsFiScd03/x8DK9uVIy/D6vP+bar1NNj+/YKIlAb/sP39lIrSFP4+xJ/gJ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5OgQs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Pg1sQA&#10;AADcAAAADwAAAGRycy9kb3ducmV2LnhtbESPQWvCQBCF7wX/wzKCt7prwSLRVUSxCD3Vil7H7JhE&#10;s7Mhu5r033cOhd5meG/e+2ax6n2tntTGKrCFydiAIs6Dq7iwcPzevc5AxYTssA5MFn4owmo5eFlg&#10;5kLHX/Q8pEJJCMcMLZQpNZnWMS/JYxyHhli0a2g9JlnbQrsWOwn3tX4z5l17rFgaSmxoU1J+Pzy8&#10;BfM5rS/XE/ez8/Yjv9+6HXfVxNrRsF/PQSXq07/573rvBN8IvjwjE+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j4NbEAAAA3A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SoRcQA&#10;AADcAAAADwAAAGRycy9kb3ducmV2LnhtbERPS2sCMRC+F/ofwhR6KZq1aFm3RmkFi3gQfN2nm3F3&#10;dTNZk1S3/fVGEHqbj+85o0lranEm5yvLCnrdBARxbnXFhYLtZtZJQfiArLG2TAp+ycNk/Pgwwkzb&#10;C6/ovA6FiCHsM1RQhtBkUvq8JIO+axviyO2tMxgidIXUDi8x3NTyNUnepMGKY0OJDU1Lyo/rH6Ng&#10;NqfjcNecvvp/blCkh+/l4nPzotTzU/vxDiJQG/7Fd/dcx/lJD27PxAvk+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0qEXEAAAA3A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3bOsAA&#10;AADcAAAADwAAAGRycy9kb3ducmV2LnhtbERPTYvCMBC9C/6HMII3myi4SNcoi6IIntYVvc42Y9u1&#10;mZQm2vrvjSDsbR7vc+bLzlbiTo0vHWsYJwoEceZMybmG489mNAPhA7LByjFpeJCH5aLfm2NqXMvf&#10;dD+EXMQQ9ilqKEKoUyl9VpBFn7iaOHIX11gMETa5NA22MdxWcqLUh7RYcmwosKZVQdn1cLMa1H5a&#10;/V5O3M3O6212/Ws33JZjrYeD7usTRKAu/Ivf7p2J89UE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3bOsAAAADcAAAADwAAAAAAAAAAAAAAAACYAgAAZHJzL2Rvd25y&#10;ZXYueG1sUEsFBgAAAAAEAAQA9QAAAIU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WBCMIA&#10;AADcAAAADwAAAGRycy9kb3ducmV2LnhtbERPTWvCQBC9C/6HZQRvuquBYqOrSKzQa2168DZmxyQk&#10;Oxuy25j213cLhd7m8T5ndxhtKwbqfe1Yw2qpQBAXztRcasjfz4sNCB+QDbaOScMXeTjsp5MdpsY9&#10;+I2GSyhFDGGfooYqhC6V0hcVWfRL1xFH7u56iyHCvpSmx0cMt61cK/UkLdYcGyrsKKuoaC6fVsPH&#10;qWmSZ1bJ93XINj675fn6/qL1fDYetyACjeFf/Od+NXG+SuD3mXiB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VYEIwgAAANwAAAAPAAAAAAAAAAAAAAAAAJgCAABkcnMvZG93&#10;bnJldi54bWxQSwUGAAAAAAQABAD1AAAAhw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49HMQA&#10;AADcAAAADwAAAGRycy9kb3ducmV2LnhtbERPTWvCQBC9C/6HZQQvpW4UKZK6ioiChXqoirG3ITsm&#10;odnZmF1j7K/vCgVv83ifM523phQN1a6wrGA4iEAQp1YXnCk47NevExDOI2ssLZOCOzmYz7qdKcba&#10;3viLmp3PRAhhF6OC3PsqltKlORl0A1sRB+5sa4M+wDqTusZbCDelHEXRmzRYcGjIsaJlTunP7moU&#10;jKk5LT5/v7fH02Xl7fkl+XDDRKl+r128g/DU+qf4373RYX40hscz4QI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uPRzEAAAA3A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C858IA&#10;AADcAAAADwAAAGRycy9kb3ducmV2LnhtbERPTWvCQBC9F/wPyxS81d0qFk1dRVKFXqvx4G2aHZOQ&#10;7GzIbmPsr3cLBW/zeJ+z2gy2ET11vnKs4XWiQBDnzlRcaMiO+5cFCB+QDTaOScONPGzWo6cVJsZd&#10;+Yv6QyhEDGGfoIYyhDaR0uclWfQT1xJH7uI6iyHCrpCmw2sMt42cKvUmLVYcG0psKS0prw8/VsPp&#10;o65nS1az33OfLnz6nWXTy07r8fOwfQcRaAgP8b/708T5ag5/z8QL5P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8LznwgAAANwAAAAPAAAAAAAAAAAAAAAAAJgCAABkcnMvZG93&#10;bnJldi54bWxQSwUGAAAAAAQABAD1AAAAhw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AG8MQA&#10;AADcAAAADwAAAGRycy9kb3ducmV2LnhtbERPTWvCQBC9C/6HZYRepG4UEUldRcSCgh6qovY2ZMck&#10;NDubZrcx+uu7guBtHu9zJrPGFKKmyuWWFfR7EQjixOqcUwWH/ef7GITzyBoLy6TgRg5m03ZrgrG2&#10;V/6ieudTEULYxagg876MpXRJRgZdz5bEgbvYyqAPsEqlrvAawk0hB1E0kgZzDg0ZlrTIKPnZ/RkF&#10;Q6rP8839e3s8/y69vXRPa9c/KfXWaeYfIDw1/iV+ulc6zI9G8HgmXCC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wBvDEAAAA3A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5EcsQA&#10;AADcAAAADwAAAGRycy9kb3ducmV2LnhtbERP32vCMBB+H/g/hBP2NlN1TKlGEYfbYCDYyfZ6NGdT&#10;bS5dE223v34RhL3dx/fz5svOVuJCjS8dKxgOEhDEudMlFwr2H5uHKQgfkDVWjknBD3lYLnp3c0y1&#10;a3lHlywUIoawT1GBCaFOpfS5IYt+4GriyB1cYzFE2BRSN9jGcFvJUZI8SYslxwaDNa0N5afsbBV8&#10;PY63zrxm7tw+v/yedt+T4+f6Xan7freagQjUhX/xzf2m4/xkAtdn4gV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uRHLEAAAA3A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jl8cQA&#10;AADcAAAADwAAAGRycy9kb3ducmV2LnhtbESPQW/CMAyF75P4D5GRuI2UoU2oEBBMgNB2GoO71Zi2&#10;onFKE0r27+fDpN1svef3Pi9WyTWqpy7Ung1Mxhko4sLbmksDp+/d8wxUiMgWG89k4IcCrJaDpwXm&#10;1j/4i/pjLJWEcMjRQBVjm2sdioochrFviUW7+M5hlLUrte3wIeGu0S9Z9qYd1iwNFbb0XlFxPd6d&#10;genH621vN+W2b2b78Hm47FKdzsaMhmk9BxUpxX/z3/XBCn4mtPKMTK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I5fHEAAAA3A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ksY8IA&#10;AADcAAAADwAAAGRycy9kb3ducmV2LnhtbERPPWvDMBDdC/0P4grZaikd0tq1YkxCIFA6NMmQ8bCu&#10;lol1MpbqOP8+KhS63eN9XlnNrhcTjaHzrGGZKRDEjTcdtxpOx93zG4gQkQ32nknDjQJU68eHEgvj&#10;r/xF0yG2IoVwKFCDjXEopAyNJYch8wNx4r796DAmOLbSjHhN4a6XL0qtpMOOU4PFgTaWmsvhx2k4&#10;55/5crZb9TG91vvYMOJlWmm9eJrrdxCR5vgv/nPvTZqvcvh9Jl0g1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ySxjwgAAANw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5/OMcA&#10;AADcAAAADwAAAGRycy9kb3ducmV2LnhtbESPQW/CMAyF75P2HyJP4jbSFgmNQkBoEhOXHcZg42g1&#10;pi00Tmky6Pj1+DBpN1vv+b3Ps0XvGnWhLtSeDaTDBBRx4W3NpYHt5+r5BVSIyBYbz2TglwIs5o8P&#10;M8ytv/IHXTaxVBLCIUcDVYxtrnUoKnIYhr4lFu3gO4dR1q7UtsOrhLtGZ0ky1g5rloYKW3qtqDht&#10;fpyB7/T9NmlH/S7bx/P6mL2di9XX2JjBU7+cgorUx3/z3/XaCn4q+PKMTKD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a+fzjHAAAA3A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y9n8AA&#10;AADcAAAADwAAAGRycy9kb3ducmV2LnhtbERP3WrCMBS+H/gO4Qy8m2lFVDqjFGXg8MrqAxyas7au&#10;OQlJZru3XwaCd+fj+z2b3Wh6cScfOssK8lkGgri2uuNGwfXy8bYGESKyxt4yKfilALvt5GWDhbYD&#10;n+lexUakEA4FKmhjdIWUoW7JYJhZR5y4L+sNxgR9I7XHIYWbXs6zbCkNdpwaWnS0b6n+rn6MAvRu&#10;dXCVHM7L2wmPt8+SFrZUavo6lu8gIo3xKX64jzrNz3P4fyZdIL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/y9n8AAAADcAAAADwAAAAAAAAAAAAAAAACYAgAAZHJzL2Rvd25y&#10;ZXYueG1sUEsFBgAAAAAEAAQA9QAAAIU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RwT8QA&#10;AADcAAAADwAAAGRycy9kb3ducmV2LnhtbERPTWvCQBC9F/wPywje6kaFVmJWqbYBsbkY24O3ITsm&#10;odnZkN1o6q/vFgq9zeN9TrIZTCOu1LnasoLZNAJBXFhdc6ng45Q+LkE4j6yxsUwKvsnBZj16SDDW&#10;9sZHuua+FCGEXYwKKu/bWEpXVGTQTW1LHLiL7Qz6ALtS6g5vIdw0ch5FT9JgzaGhwpZ2FRVfeW8U&#10;ZGnWZu/8tjy/9tvFeX//fOZDqtRkPLysQHga/L/4z73XYf5sDr/PhAv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UcE/EAAAA3A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u0WMQA&#10;AADcAAAADwAAAGRycy9kb3ducmV2LnhtbERP32vCMBB+H/g/hBP2NtNOkFmNIgWZAzeYDubj2Zxt&#10;sbnUJNb63y+Dwd7u4/t582VvGtGR87VlBekoAUFcWF1zqeBrv356AeEDssbGMim4k4flYvAwx0zb&#10;G39StwuliCHsM1RQhdBmUvqiIoN+ZFviyJ2sMxgidKXUDm8x3DTyOUkm0mDNsaHClvKKivPuahR8&#10;XCbXbfd9eD26ft1emrf8XU9rpR6H/WoGIlAf/sV/7o2O89Mx/D4TL5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rtFjEAAAA3A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fAScEA&#10;AADcAAAADwAAAGRycy9kb3ducmV2LnhtbERP24rCMBB9X/Afwiz4pqnija5RRPCCLIjVDxia2aZs&#10;MylN1OrXG2Fh3+ZwrjNftrYSN2p86VjBoJ+AIM6dLrlQcDlvejMQPiBrrByTggd5WC46H3NMtbvz&#10;iW5ZKEQMYZ+iAhNCnUrpc0MWfd/VxJH7cY3FEGFTSN3gPYbbSg6TZCItlhwbDNa0NpT/ZlergBO5&#10;OX7nlZbb52V62JnsML5mSnU/29UXiEBt+Bf/ufc6zh+M4P1MvE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pHwEnBAAAA3A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iXbsMA&#10;AADcAAAADwAAAGRycy9kb3ducmV2LnhtbERPTWvCQBC9C/6HZQRvurFW0egq1lZQb0ZBvA3ZMQlm&#10;Z0N2q2l/fbcgeJvH+5z5sjGluFPtCssKBv0IBHFqdcGZgtNx05uAcB5ZY2mZFPyQg+Wi3ZpjrO2D&#10;D3RPfCZCCLsYFeTeV7GULs3JoOvbijhwV1sb9AHWmdQ1PkK4KeVbFI2lwYJDQ44VrXNKb8m3UZBc&#10;Lxf9wV/vu8nIrff74e/0vPlUqttpVjMQnhr/Ej/dWx3mD0bw/0y4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iXbsMAAADc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Hdnb4A&#10;AADcAAAADwAAAGRycy9kb3ducmV2LnhtbERPSwrCMBDdC94hjOBOUxVEqlFEFFy48HeAoRmbajOp&#10;TdR6eyMI7ubxvjNbNLYUT6p94VjBoJ+AIM6cLjhXcD5tehMQPiBrLB2Tgjd5WMzbrRmm2r34QM9j&#10;yEUMYZ+iAhNClUrpM0MWfd9VxJG7uNpiiLDOpa7xFcNtKYdJMpYWC44NBitaGcpux4dVMDwvr6vL&#10;frS73kcJr61p1o+DUarbaZZTEIGa8Bf/3Fsd5w/G8H0mXiDn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IB3Z2+AAAA3AAAAA8AAAAAAAAAAAAAAAAAmAIAAGRycy9kb3ducmV2&#10;LnhtbFBLBQYAAAAABAAEAPUAAACD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1dhMQA&#10;AADcAAAADwAAAGRycy9kb3ducmV2LnhtbERPTWvCQBC9C/0PyxR6041irU2zShUEL4LaHuptzE6T&#10;kOxsurvV1F/vCkJv83ifk80704gTOV9ZVjAcJCCIc6srLhR8fqz6UxA+IGtsLJOCP/Iwnz30Mky1&#10;PfOOTvtQiBjCPkUFZQhtKqXPSzLoB7Yljty3dQZDhK6Q2uE5hptGjpJkIg1WHBtKbGlZUl7vf42C&#10;xet08bMd8+ayOx7o8HWsn0cuUerpsXt/AxGoC//iu3ut4/zhC9yeiR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dXYTEAAAA3AAAAA8AAAAAAAAAAAAAAAAAmAIAAGRycy9k&#10;b3ducmV2LnhtbFBLBQYAAAAABAAEAPUAAACJAwAAAAA=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l/ZcYA&#10;AADcAAAADwAAAGRycy9kb3ducmV2LnhtbESPQWvCQBCF7wX/wzJCL0U3kSKSZiNFLNhexKjQ45Cd&#10;JsHsbMhuY/rvO4dCbzO8N+99k28n16mRhtB6NpAuE1DElbct1wYu57fFBlSIyBY7z2TghwJsi9lD&#10;jpn1dz7RWMZaSQiHDA00MfaZ1qFqyGFY+p5YtC8/OIyyDrW2A94l3HV6lSRr7bBlaWiwp11D1a38&#10;dgY+dDU+vT9TeqzHz9v+uLm69Sk15nE+vb6AijTFf/Pf9cEKfiq08oxMo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Ql/ZcYAAADcAAAADwAAAAAAAAAAAAAAAACYAgAAZHJz&#10;L2Rvd25yZXYueG1sUEsFBgAAAAAEAAQA9QAAAIsDAAAAAA=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DxgcEA&#10;AADcAAAADwAAAGRycy9kb3ducmV2LnhtbERP22rCQBB9L/gPywi+1Y2CotFVpLTQgiBVP2DYnSah&#10;2dmQHU3s17uC0Lc5nOust72v1ZXaWAU2MBlnoIhtcBUXBs6nj9cFqCjIDuvAZOBGEbabwcsacxc6&#10;/qbrUQqVQjjmaKAUaXKtoy3JYxyHhjhxP6H1KAm2hXYtdinc13qaZXPtseLUUGJDbyXZ3+PFG5he&#10;rFi//Prbv59ldjg1XTZb7IwZDfvdCpRQL//ip/vTpfmTJTyeSRfoz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GQ8YHBAAAA3AAAAA8AAAAAAAAAAAAAAAAAmAIAAGRycy9kb3du&#10;cmV2LnhtbFBLBQYAAAAABAAEAPUAAACG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PqOcYA&#10;AADcAAAADwAAAGRycy9kb3ducmV2LnhtbESPQUsDMRCF70L/Q5iCN5vtCiJr01KkisJqaeultyGZ&#10;bhY3k2WTtuu/dw6Ctxnem/e+WazG0KkLDamNbGA+K0AR2+habgx8HV7uHkGljOywi0wGfijBajm5&#10;WWDl4pV3dNnnRkkIpwoN+Jz7SutkPQVMs9gTi3aKQ8As69BoN+BVwkOny6J40AFblgaPPT17st/7&#10;czBgX+/rzXt99PZcbj+a9nNbh93JmNvpuH4ClWnM/+a/6zcn+KXgyzMygV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qPqOcYAAADcAAAADwAAAAAAAAAAAAAAAACYAgAAZHJz&#10;L2Rvd25yZXYueG1sUEsFBgAAAAAEAAQA9QAAAIsDAAAAAA=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SuccEA&#10;AADcAAAADwAAAGRycy9kb3ducmV2LnhtbERPS4vCMBC+C/6HMAveNG0PslSjLIUFvQi+0OPQzLal&#10;zaQ0sa376zfCgrf5+J6z3o6mET11rrKsIF5EIIhzqysuFFzO3/NPEM4ja2wsk4InOdhuppM1ptoO&#10;fKT+5AsRQtilqKD0vk2ldHlJBt3CtsSB+7GdQR9gV0jd4RDCTSOTKFpKgxWHhhJbykrK69PDKGjN&#10;7/Vy3x/6KL5hooeMh3rJSs0+xq8VCE+jf4v/3Tsd5icxvJ4JF8j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krnHBAAAA3AAAAA8AAAAAAAAAAAAAAAAAmAIAAGRycy9kb3du&#10;cmV2LnhtbFBLBQYAAAAABAAEAPUAAACGAwAAAAA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jAF8EA&#10;AADcAAAADwAAAGRycy9kb3ducmV2LnhtbERPTYvCMBC9L/gfwgje1tQisluNIoLiSdAuVG9DM7bF&#10;ZlKaqNVfbwRhb/N4nzNbdKYWN2pdZVnBaBiBIM6trrhQ8Jeuv39AOI+ssbZMCh7kYDHvfc0w0fbO&#10;e7odfCFCCLsEFZTeN4mULi/JoBvahjhwZ9sa9AG2hdQt3kO4qWUcRRNpsOLQUGJDq5Lyy+FqFIyP&#10;v8s0o9Pzkm1sJrfpzu7WV6UG/W45BeGp8//ij3urw/w4hvcz4QI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2owBfBAAAA3AAAAA8AAAAAAAAAAAAAAAAAmAIAAGRycy9kb3du&#10;cmV2LnhtbFBLBQYAAAAABAAEAPUAAACG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CAxcMA&#10;AADcAAAADwAAAGRycy9kb3ducmV2LnhtbERP22rCQBB9F/yHZYS+6cYIQVJXKZZCpVDwAr6O2WmS&#10;Jjsbd7ca/74rCL7N4VxnsepNKy7kfG1ZwXSSgCAurK65VHDYf4znIHxA1thaJgU38rBaDgcLzLW9&#10;8pYuu1CKGMI+RwVVCF0upS8qMugntiOO3I91BkOErpTa4TWGm1amSZJJgzXHhgo7WldUNLs/o+A8&#10;e2++3en4e/razG9ZU5xTucmUehn1b68gAvXhKX64P3Wcn87g/ky8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0CAxcMAAADcAAAADwAAAAAAAAAAAAAAAACYAgAAZHJzL2Rv&#10;d25yZXYueG1sUEsFBgAAAAAEAAQA9QAAAIgDAAAAAA=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MJTsMA&#10;AADcAAAADwAAAGRycy9kb3ducmV2LnhtbERPS2sCMRC+C/6HMEJvmnXRYrdGUaHQi+DrUG/jZrq7&#10;uJmsSaqrv74RCr3Nx/ec6bw1tbiS85VlBcNBAoI4t7riQsFh/9GfgPABWWNtmRTcycN81u1MMdP2&#10;xlu67kIhYgj7DBWUITSZlD4vyaAf2IY4ct/WGQwRukJqh7cYbmqZJsmrNFhxbCixoVVJ+Xn3YxQs&#10;3ybLy2bE68f2dKTj1+k8Tl2i1EuvXbyDCNSGf/Gf+1PH+ekIns/EC+T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CMJTsMAAADcAAAADwAAAAAAAAAAAAAAAACYAgAAZHJzL2Rv&#10;d25yZXYueG1sUEsFBgAAAAAEAAQA9QAAAIg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9OMMMA&#10;AADcAAAADwAAAGRycy9kb3ducmV2LnhtbERP3WrCMBS+H+wdwhl4M2ZqweE6o4g4cFgo6h7g2Jy1&#10;ZclJSTLt3t4IA+/Ox/d75svBGnEmHzrHCibjDARx7XTHjYKv48fLDESIyBqNY1LwRwGWi8eHORba&#10;XXhP50NsRArhUKCCNsa+kDLULVkMY9cTJ+7beYsxQd9I7fGSwq2ReZa9Sosdp4YWe1q3VP8cfq2C&#10;TX7y1Ql3ps6OjSk/q/L5rSqVGj0Nq3cQkYZ4F/+7tzrNz6dweyZdIB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9OMMMAAADcAAAADwAAAAAAAAAAAAAAAACYAgAAZHJzL2Rv&#10;d25yZXYueG1sUEsFBgAAAAAEAAQA9QAAAIgDAAAAAA=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wG/8MA&#10;AADcAAAADwAAAGRycy9kb3ducmV2LnhtbERPTWvCQBC9C/6HZYTe6qYWgo2uIQqBgtBa9eBxmp1m&#10;Q7OzaXar8d+7hYK3ebzPWeaDbcWZet84VvA0TUAQV043XCs4HsrHOQgfkDW2jknBlTzkq/FoiZl2&#10;F/6g8z7UIoawz1CBCaHLpPSVIYt+6jriyH253mKIsK+l7vESw20rZ0mSSosNxwaDHW0MVd/7X6vA&#10;Sjx91mlZvRXP2/ftS7Pe/ZRGqYfJUCxABBrCXfzvftVx/iyFv2fiBX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wG/8MAAADcAAAADwAAAAAAAAAAAAAAAACYAgAAZHJzL2Rv&#10;d25yZXYueG1sUEsFBgAAAAAEAAQA9QAAAIgDAAAAAA=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9D03A1" w:rsidRPr="008D3E19" w:rsidRDefault="009D03A1" w:rsidP="009D03A1">
      <w:pPr>
        <w:spacing w:after="0" w:line="240" w:lineRule="auto"/>
        <w:rPr>
          <w:rFonts w:ascii="Times New Roman" w:eastAsiaTheme="minorHAnsi" w:hAnsi="Times New Roman"/>
          <w:lang w:val="ru-RU"/>
        </w:rPr>
      </w:pPr>
    </w:p>
    <w:p w:rsidR="009D03A1" w:rsidRPr="008D3E19" w:rsidRDefault="009D03A1" w:rsidP="009D03A1">
      <w:pPr>
        <w:spacing w:after="0" w:line="240" w:lineRule="auto"/>
        <w:rPr>
          <w:rFonts w:ascii="Times New Roman" w:eastAsiaTheme="minorHAnsi" w:hAnsi="Times New Roman"/>
          <w:lang w:val="ru-RU"/>
        </w:rPr>
      </w:pPr>
    </w:p>
    <w:p w:rsidR="009D03A1" w:rsidRPr="008D3E19" w:rsidRDefault="009D03A1" w:rsidP="009D03A1">
      <w:pPr>
        <w:spacing w:after="0" w:line="240" w:lineRule="auto"/>
        <w:rPr>
          <w:rFonts w:ascii="Times New Roman" w:eastAsiaTheme="minorHAnsi" w:hAnsi="Times New Roman"/>
          <w:lang w:val="ru-RU"/>
        </w:rPr>
      </w:pPr>
    </w:p>
    <w:p w:rsidR="009D03A1" w:rsidRPr="008D3E19" w:rsidRDefault="009D03A1" w:rsidP="009D03A1">
      <w:pPr>
        <w:spacing w:after="0" w:line="240" w:lineRule="auto"/>
        <w:rPr>
          <w:rFonts w:ascii="Times New Roman" w:eastAsiaTheme="minorHAnsi" w:hAnsi="Times New Roman"/>
          <w:lang w:val="ru-RU"/>
        </w:rPr>
      </w:pPr>
    </w:p>
    <w:p w:rsidR="009D03A1" w:rsidRPr="008D3E19" w:rsidRDefault="009D03A1" w:rsidP="009D03A1">
      <w:pPr>
        <w:spacing w:after="0" w:line="240" w:lineRule="auto"/>
        <w:jc w:val="center"/>
        <w:rPr>
          <w:rFonts w:ascii="Times New Roman" w:eastAsiaTheme="minorHAnsi" w:hAnsi="Times New Roman"/>
          <w:b/>
          <w:lang w:val="ru-RU"/>
        </w:rPr>
      </w:pPr>
      <w:r w:rsidRPr="008D3E19">
        <w:rPr>
          <w:rFonts w:ascii="Times New Roman" w:eastAsiaTheme="minorHAnsi" w:hAnsi="Times New Roman"/>
          <w:b/>
          <w:lang w:val="ru-RU"/>
        </w:rPr>
        <w:t>УКРАЇНА</w:t>
      </w:r>
    </w:p>
    <w:p w:rsidR="009D03A1" w:rsidRPr="008D3E19" w:rsidRDefault="009D03A1" w:rsidP="009D03A1">
      <w:pPr>
        <w:keepNext/>
        <w:spacing w:after="0" w:line="240" w:lineRule="auto"/>
        <w:jc w:val="center"/>
        <w:rPr>
          <w:rFonts w:ascii="Times New Roman" w:eastAsiaTheme="minorHAnsi" w:hAnsi="Times New Roman"/>
          <w:b/>
          <w:lang w:val="ru-RU"/>
        </w:rPr>
      </w:pPr>
      <w:r w:rsidRPr="008D3E19">
        <w:rPr>
          <w:rFonts w:ascii="Times New Roman" w:eastAsiaTheme="minorHAnsi" w:hAnsi="Times New Roman"/>
          <w:b/>
          <w:lang w:val="ru-RU"/>
        </w:rPr>
        <w:t>КРУПЕЦЬКА СІЛЬСЬКА РАДА</w:t>
      </w:r>
    </w:p>
    <w:p w:rsidR="009D03A1" w:rsidRPr="008D3E19" w:rsidRDefault="009D03A1" w:rsidP="009D03A1">
      <w:pPr>
        <w:spacing w:after="0" w:line="240" w:lineRule="auto"/>
        <w:jc w:val="center"/>
        <w:rPr>
          <w:rFonts w:ascii="Times New Roman" w:eastAsiaTheme="minorHAnsi" w:hAnsi="Times New Roman"/>
          <w:b/>
          <w:lang w:val="ru-RU"/>
        </w:rPr>
      </w:pPr>
      <w:r w:rsidRPr="008D3E19">
        <w:rPr>
          <w:rFonts w:ascii="Times New Roman" w:eastAsiaTheme="minorHAnsi" w:hAnsi="Times New Roman"/>
          <w:b/>
          <w:lang w:val="ru-RU"/>
        </w:rPr>
        <w:t>СЛАВУТСЬКОГО РАЙОНУ</w:t>
      </w:r>
    </w:p>
    <w:p w:rsidR="009D03A1" w:rsidRPr="008D3E19" w:rsidRDefault="009D03A1" w:rsidP="009D03A1">
      <w:pPr>
        <w:spacing w:after="0" w:line="240" w:lineRule="auto"/>
        <w:jc w:val="center"/>
        <w:rPr>
          <w:rFonts w:ascii="Times New Roman" w:eastAsiaTheme="minorHAnsi" w:hAnsi="Times New Roman"/>
          <w:b/>
          <w:lang w:val="ru-RU"/>
        </w:rPr>
      </w:pPr>
      <w:r w:rsidRPr="008D3E19">
        <w:rPr>
          <w:rFonts w:ascii="Times New Roman" w:eastAsiaTheme="minorHAnsi" w:hAnsi="Times New Roman"/>
          <w:b/>
          <w:lang w:val="ru-RU"/>
        </w:rPr>
        <w:t>ХМЕЛЬНИЦЬКОЇ ОБЛАСТІ</w:t>
      </w:r>
    </w:p>
    <w:p w:rsidR="009D03A1" w:rsidRPr="008D3E19" w:rsidRDefault="009D03A1" w:rsidP="009D03A1">
      <w:pPr>
        <w:spacing w:after="0" w:line="240" w:lineRule="auto"/>
        <w:rPr>
          <w:rFonts w:ascii="Times New Roman" w:eastAsiaTheme="minorHAnsi" w:hAnsi="Times New Roman"/>
          <w:lang w:val="ru-RU"/>
        </w:rPr>
      </w:pPr>
      <w:r w:rsidRPr="008D3E19">
        <w:rPr>
          <w:rFonts w:ascii="Times New Roman" w:eastAsiaTheme="minorHAnsi" w:hAnsi="Times New Roman"/>
          <w:lang w:val="ru-RU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увати 28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3834" y="994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2848" o:spid="_x0000_s1026" style="position:absolute;margin-left:219.6pt;margin-top:717.85pt;width:42.8pt;height:57.85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">
    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54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61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9D03A1" w:rsidRPr="008D3E19" w:rsidRDefault="009D03A1" w:rsidP="009D03A1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РІШЕННЯ</w:t>
      </w:r>
    </w:p>
    <w:p w:rsidR="009D03A1" w:rsidRPr="008D3E19" w:rsidRDefault="009D03A1" w:rsidP="009D03A1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Х</w:t>
      </w:r>
      <w:r>
        <w:rPr>
          <w:rFonts w:ascii="Times New Roman" w:eastAsiaTheme="minorHAnsi" w:hAnsi="Times New Roman"/>
          <w:sz w:val="24"/>
          <w:szCs w:val="24"/>
          <w:lang w:val="ru-RU"/>
        </w:rPr>
        <w:t>ХХХІ</w:t>
      </w:r>
      <w:r w:rsidRPr="008D3E19">
        <w:rPr>
          <w:rFonts w:ascii="Times New Roman" w:eastAsiaTheme="minorHAnsi" w:hAnsi="Times New Roman"/>
          <w:color w:val="FF0000"/>
          <w:sz w:val="24"/>
          <w:szCs w:val="24"/>
          <w:lang w:val="ru-RU"/>
        </w:rPr>
        <w:t xml:space="preserve"> </w:t>
      </w: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сесії сільської ради  </w:t>
      </w:r>
      <w:r w:rsidRPr="008D3E19">
        <w:rPr>
          <w:rFonts w:ascii="Times New Roman" w:eastAsiaTheme="minorHAnsi" w:hAnsi="Times New Roman"/>
          <w:sz w:val="24"/>
          <w:szCs w:val="24"/>
          <w:lang w:val="en-US"/>
        </w:rPr>
        <w:t>V</w:t>
      </w:r>
      <w:r w:rsidRPr="008D3E19">
        <w:rPr>
          <w:rFonts w:ascii="Times New Roman" w:eastAsiaTheme="minorHAnsi" w:hAnsi="Times New Roman"/>
          <w:sz w:val="24"/>
          <w:szCs w:val="24"/>
          <w:lang w:val="ru-RU"/>
        </w:rPr>
        <w:t>ІІ скликання</w:t>
      </w:r>
    </w:p>
    <w:p w:rsidR="009D03A1" w:rsidRPr="008D3E19" w:rsidRDefault="009D03A1" w:rsidP="009D03A1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9D03A1" w:rsidRPr="008D3E19" w:rsidRDefault="009D03A1" w:rsidP="009D03A1">
      <w:pPr>
        <w:spacing w:after="0" w:line="240" w:lineRule="auto"/>
        <w:jc w:val="center"/>
        <w:rPr>
          <w:rFonts w:ascii="Times New Roman" w:eastAsiaTheme="minorHAnsi" w:hAnsi="Times New Roman"/>
          <w:sz w:val="24"/>
          <w:szCs w:val="24"/>
          <w:lang w:val="ru-RU"/>
        </w:rPr>
      </w:pPr>
      <w:r>
        <w:rPr>
          <w:rFonts w:ascii="Times New Roman" w:eastAsiaTheme="minorHAnsi" w:hAnsi="Times New Roman"/>
          <w:sz w:val="24"/>
          <w:szCs w:val="24"/>
          <w:lang w:val="ru-RU"/>
        </w:rPr>
        <w:t>23</w:t>
      </w:r>
      <w:r w:rsidRPr="008D3E19">
        <w:rPr>
          <w:rFonts w:ascii="Times New Roman" w:eastAsiaTheme="minorHAnsi" w:hAnsi="Times New Roman"/>
          <w:sz w:val="24"/>
          <w:szCs w:val="24"/>
          <w:lang w:val="ru-RU"/>
        </w:rPr>
        <w:t>.09. 2020р.                                Крупець                                        №_____</w:t>
      </w:r>
    </w:p>
    <w:p w:rsidR="009D03A1" w:rsidRPr="008D3E19" w:rsidRDefault="009D03A1" w:rsidP="009D03A1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9D03A1" w:rsidRPr="008D3E19" w:rsidRDefault="009D03A1" w:rsidP="009D03A1">
      <w:pPr>
        <w:spacing w:after="0" w:line="240" w:lineRule="auto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9D03A1" w:rsidRPr="008D3E19" w:rsidRDefault="009D03A1" w:rsidP="009D03A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Про надання дозволу на розробку </w:t>
      </w:r>
    </w:p>
    <w:p w:rsidR="009D03A1" w:rsidRPr="008D3E19" w:rsidRDefault="009D03A1" w:rsidP="009D03A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технічної документації із землеустрою </w:t>
      </w:r>
    </w:p>
    <w:p w:rsidR="009D03A1" w:rsidRPr="008D3E19" w:rsidRDefault="009D03A1" w:rsidP="009D03A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 xml:space="preserve">щодо встановлення (відновлення) меж </w:t>
      </w:r>
    </w:p>
    <w:p w:rsidR="009D03A1" w:rsidRPr="008D3E19" w:rsidRDefault="009D03A1" w:rsidP="009D03A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b/>
          <w:sz w:val="24"/>
          <w:szCs w:val="24"/>
          <w:lang w:val="ru-RU"/>
        </w:rPr>
        <w:t>земельної ділянки в натурі (на місцевості)</w:t>
      </w:r>
    </w:p>
    <w:p w:rsidR="009D03A1" w:rsidRPr="008D3E19" w:rsidRDefault="009D03A1" w:rsidP="009D03A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b/>
          <w:sz w:val="24"/>
          <w:szCs w:val="24"/>
        </w:rPr>
        <w:t>Ковальчука В.І.</w:t>
      </w:r>
    </w:p>
    <w:p w:rsidR="009D03A1" w:rsidRPr="008D3E19" w:rsidRDefault="009D03A1" w:rsidP="009D03A1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val="ru-RU"/>
        </w:rPr>
      </w:pPr>
    </w:p>
    <w:p w:rsidR="009D03A1" w:rsidRPr="008D3E19" w:rsidRDefault="009D03A1" w:rsidP="009D03A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 </w:t>
      </w:r>
      <w:r w:rsidRPr="008D3E19">
        <w:rPr>
          <w:rFonts w:ascii="Times New Roman" w:eastAsiaTheme="minorHAnsi" w:hAnsi="Times New Roman"/>
          <w:sz w:val="24"/>
          <w:szCs w:val="24"/>
        </w:rPr>
        <w:t>Ковальчука В.І.,</w:t>
      </w: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сільська рада</w:t>
      </w:r>
    </w:p>
    <w:p w:rsidR="009D03A1" w:rsidRPr="008D3E19" w:rsidRDefault="009D03A1" w:rsidP="009D03A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sz w:val="24"/>
          <w:szCs w:val="24"/>
          <w:lang w:val="ru-RU"/>
        </w:rPr>
        <w:t>ВИРІШИЛА:</w:t>
      </w:r>
    </w:p>
    <w:p w:rsidR="009D03A1" w:rsidRPr="008D3E19" w:rsidRDefault="009D03A1" w:rsidP="009D03A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9D03A1" w:rsidRPr="008D3E19" w:rsidRDefault="009D03A1" w:rsidP="009D03A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       1.Надати </w:t>
      </w:r>
      <w:r w:rsidRPr="008D3E19">
        <w:rPr>
          <w:rFonts w:ascii="Times New Roman" w:eastAsiaTheme="minorHAnsi" w:hAnsi="Times New Roman"/>
          <w:sz w:val="24"/>
          <w:szCs w:val="24"/>
        </w:rPr>
        <w:t xml:space="preserve">Ковальчуку Володимиру Івановичу, який зареєстрований за адресою: </w:t>
      </w:r>
      <w:r w:rsidR="009976A8">
        <w:rPr>
          <w:rFonts w:ascii="Times New Roman" w:eastAsiaTheme="minorHAnsi" w:hAnsi="Times New Roman"/>
          <w:sz w:val="24"/>
          <w:szCs w:val="24"/>
        </w:rPr>
        <w:t>___________________</w:t>
      </w:r>
      <w:bookmarkStart w:id="0" w:name="_GoBack"/>
      <w:bookmarkEnd w:id="0"/>
      <w:r w:rsidRPr="008D3E19">
        <w:rPr>
          <w:rFonts w:ascii="Times New Roman" w:eastAsiaTheme="minorHAnsi" w:hAnsi="Times New Roman"/>
          <w:sz w:val="24"/>
          <w:szCs w:val="24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с.Колом’є , по вул.П.Семенюка, 13.</w:t>
      </w:r>
    </w:p>
    <w:p w:rsidR="009D03A1" w:rsidRPr="008D3E19" w:rsidRDefault="009D03A1" w:rsidP="009D03A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sz w:val="24"/>
          <w:szCs w:val="24"/>
        </w:rPr>
        <w:t xml:space="preserve">        </w:t>
      </w:r>
      <w:r w:rsidRPr="008D3E19">
        <w:rPr>
          <w:rFonts w:ascii="Times New Roman" w:eastAsiaTheme="minorHAnsi" w:hAnsi="Times New Roman"/>
          <w:sz w:val="24"/>
          <w:szCs w:val="24"/>
          <w:lang w:val="ru-RU"/>
        </w:rPr>
        <w:t>2.</w:t>
      </w:r>
      <w:r w:rsidRPr="008D3E19">
        <w:rPr>
          <w:rFonts w:ascii="Times New Roman" w:eastAsiaTheme="minorHAnsi" w:hAnsi="Times New Roman"/>
          <w:sz w:val="24"/>
          <w:szCs w:val="24"/>
        </w:rPr>
        <w:t>Ковальчуку В.І.,</w:t>
      </w: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9D03A1" w:rsidRPr="008D3E19" w:rsidRDefault="009D03A1" w:rsidP="009D03A1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3E19">
        <w:rPr>
          <w:rFonts w:ascii="Times New Roman" w:hAnsi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D03A1" w:rsidRPr="008D3E19" w:rsidRDefault="009D03A1" w:rsidP="009D03A1">
      <w:pPr>
        <w:tabs>
          <w:tab w:val="left" w:pos="4424"/>
        </w:tabs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9D03A1" w:rsidRPr="008D3E19" w:rsidRDefault="009D03A1" w:rsidP="009D03A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9D03A1" w:rsidRPr="008D3E19" w:rsidRDefault="009D03A1" w:rsidP="009D03A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9D03A1" w:rsidRPr="008D3E19" w:rsidRDefault="009D03A1" w:rsidP="009D03A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</w:p>
    <w:p w:rsidR="009D03A1" w:rsidRPr="008D3E19" w:rsidRDefault="009D03A1" w:rsidP="009D03A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ru-RU"/>
        </w:rPr>
      </w:pPr>
      <w:r w:rsidRPr="008D3E19">
        <w:rPr>
          <w:rFonts w:ascii="Times New Roman" w:eastAsiaTheme="minorHAnsi" w:hAnsi="Times New Roman"/>
          <w:sz w:val="24"/>
          <w:szCs w:val="24"/>
          <w:lang w:val="ru-RU"/>
        </w:rPr>
        <w:t xml:space="preserve">Сільський  голова                                                                                                В.А.Михалюк </w:t>
      </w:r>
    </w:p>
    <w:p w:rsidR="00306A32" w:rsidRDefault="00306A32"/>
    <w:sectPr w:rsidR="00306A3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03A1"/>
    <w:rsid w:val="00171A2E"/>
    <w:rsid w:val="00304C90"/>
    <w:rsid w:val="00306A32"/>
    <w:rsid w:val="00505B6D"/>
    <w:rsid w:val="006D3977"/>
    <w:rsid w:val="007D6C18"/>
    <w:rsid w:val="009976A8"/>
    <w:rsid w:val="009D03A1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3A1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3A1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253</Words>
  <Characters>1448</Characters>
  <Application>Microsoft Office Word</Application>
  <DocSecurity>0</DocSecurity>
  <Lines>12</Lines>
  <Paragraphs>3</Paragraphs>
  <ScaleCrop>false</ScaleCrop>
  <Company>Microsoft</Company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2020-09-17T15:17:00Z</dcterms:created>
  <dcterms:modified xsi:type="dcterms:W3CDTF">2020-09-17T15:44:00Z</dcterms:modified>
</cp:coreProperties>
</file>