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E32" w:rsidRPr="00F24E32" w:rsidRDefault="00F24E32" w:rsidP="00F24E32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8" name="Рисунок 8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24E32" w:rsidRDefault="00F24E32" w:rsidP="00F24E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24E32" w:rsidRDefault="00F24E32" w:rsidP="00F24E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24E32" w:rsidRDefault="00F24E32" w:rsidP="00F24E32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24E32" w:rsidRDefault="00F24E32" w:rsidP="00F24E32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24E32" w:rsidRDefault="00F24E32" w:rsidP="00F24E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F24E32" w:rsidRDefault="00F24E32" w:rsidP="00F24E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F24E32" w:rsidRDefault="00F24E32" w:rsidP="00F24E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F24E32" w:rsidRDefault="00F24E32" w:rsidP="00F24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F24E32" w:rsidRDefault="00F24E32" w:rsidP="00F24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4E32" w:rsidRDefault="00F24E32" w:rsidP="00F24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F24E32" w:rsidRDefault="00F24E32" w:rsidP="00F24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4E32" w:rsidRDefault="00F24E32" w:rsidP="00F24E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F24E32" w:rsidRDefault="00F24E32" w:rsidP="00F24E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24E32" w:rsidRDefault="00F24E32" w:rsidP="00F24E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15.01.2020                                                 Крупець                                                            №1</w:t>
      </w:r>
    </w:p>
    <w:p w:rsidR="00F24E32" w:rsidRDefault="00F24E32" w:rsidP="00F24E32"/>
    <w:p w:rsidR="00F24E32" w:rsidRDefault="00F24E32" w:rsidP="00F24E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роботу виконкому сільської ради</w:t>
      </w:r>
    </w:p>
    <w:p w:rsidR="00F24E32" w:rsidRDefault="00F24E32" w:rsidP="00F24E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виконанню Закону України « Про</w:t>
      </w:r>
    </w:p>
    <w:p w:rsidR="00F24E32" w:rsidRDefault="00F24E32" w:rsidP="00F24E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звернення громадян» та завдання на 2020 рік </w:t>
      </w: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4E32" w:rsidRDefault="00F24E32" w:rsidP="00F24E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Відповідно до Закону України «Про місцеве самоврядування в Україні» , заслухавши інформацію начальника  загального відділу Семенчук В.П. «Про роботу виконкому сільської ради по виконанню Закону України « Про звернення громадян»  та завдання на 2020 рік » виконком сільської ради</w:t>
      </w:r>
    </w:p>
    <w:p w:rsidR="00F24E32" w:rsidRDefault="00F24E32" w:rsidP="00F24E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ВИРІШИВ:</w:t>
      </w:r>
    </w:p>
    <w:p w:rsidR="00F24E32" w:rsidRDefault="00F24E32" w:rsidP="00F24E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1.Забезпечити виконання Закону України «Про звернення громадян», указів Президента України від 13.08.2002 року № 700 « Про додаткові заходи щодо забезпечення реалізації громадянами конституційного права на звернення» та від 14.04.2004 р.№ 434 « Про невідкладні заходи з удосконалення організації прийому громадян органами державної влади ,органами місцевого самоврядування та посадовими особами і службовими особами цих органів.</w:t>
      </w:r>
    </w:p>
    <w:p w:rsidR="00F24E32" w:rsidRDefault="00F24E32" w:rsidP="00F24E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2.Зосередити увагу на першочерговий розгляд вирішення проблем,з якими звертаються інваліди та учасники Великої Вітчизняної війни, учасники бойових дій,ветерани праці, багатодітні сім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ї, одинокі матері,особи, що постраждали від аварії на ЧАЕС та інші громадяни, які потребують соціального захисту,при цьому звертати особливу увагу на кваліфікований,неупереджений, об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єктивний  і своєчасний розгляд звернень громадян з метою оперативного вирішення порушених у них питань.</w:t>
      </w:r>
    </w:p>
    <w:p w:rsidR="00F24E32" w:rsidRDefault="00F24E32" w:rsidP="00F24E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3.Проводити розгляд звернень громадян на місцях,з метою вирішення проблем,що хвилює людей .</w:t>
      </w:r>
    </w:p>
    <w:p w:rsidR="00F24E32" w:rsidRDefault="00F24E32" w:rsidP="00F24E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4.Контроль за виконанням даного рішення покласти на заступника діяльності виконавчих органів ради Л.П.Ліпську  та начальника загального відділу В.П.Семенчук.</w:t>
      </w:r>
    </w:p>
    <w:p w:rsidR="00F24E32" w:rsidRDefault="00F24E32" w:rsidP="00F24E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4E32" w:rsidRDefault="00F24E32" w:rsidP="00F24E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4E32" w:rsidRDefault="00F24E32" w:rsidP="00F24E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В.А.Михалюк</w:t>
      </w: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4E32" w:rsidRDefault="00F24E32" w:rsidP="00F24E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Інформація до рішення виконкому по зверненнях громадян</w:t>
      </w:r>
    </w:p>
    <w:p w:rsidR="00F24E32" w:rsidRDefault="00F24E32" w:rsidP="00F24E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4E32" w:rsidRDefault="00F24E32" w:rsidP="00F24E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Протягом 2019 р. до виконавчого комітету Крупецької сільської ради надійшло 303 звернень.</w:t>
      </w: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Із них - 207 письмових та 96 усних на особистих прийомах :</w:t>
      </w: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 сільського голови -14, секретаря - 16, заступника сільського голови - 11, старости Полянського старостинського округу - 21, в. о. старости Головлівського старостинського округу 17, в. о. старости Лисиченського старостинського округу - 15.</w:t>
      </w: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результатами розгляду звернень - 205 звернень вирішено позитивно, на 2 звернення відмовлено у задоволенні , на 96 звернень надано роз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яснення .</w:t>
      </w: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Кількість звернень  за категоріями авторів -  13 від учасників війни, інвалідів війни, учасників бойових дій , 35 від осіб з інвалідністю   , 8 від ветеранів праці  , 30 від дітей війни , 5 від багатодітних сімей, одиноких матерів, матерів - героїнь , 1 від учасників ліквідації наслідків на ЧАЕС- 1.</w:t>
      </w: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Найбільше питань, порушених у зверненнях  стосується соціального захисту населення - 190  в т. ч.- 160 заяв  надання матеріальної допомоги, а саме - на лікування громадян - 149, на поховання - 6, на відновлення житла після пожеж - 4, соціальна адаптація після звільнення з місць позбавлення волі – 1.</w:t>
      </w: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4E32" w:rsidRDefault="00F24E32" w:rsidP="00F24E3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24E32" w:rsidRDefault="00F24E32" w:rsidP="00F24E32">
      <w:pPr>
        <w:spacing w:after="0"/>
      </w:pPr>
    </w:p>
    <w:p w:rsidR="00F24E32" w:rsidRDefault="00F24E32" w:rsidP="00F24E32"/>
    <w:p w:rsidR="00F24E32" w:rsidRDefault="00F24E32" w:rsidP="00F24E32"/>
    <w:p w:rsidR="00F24E32" w:rsidRDefault="00F24E32" w:rsidP="00F24E3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загального відділу                                                                               В.П.Семенчук</w:t>
      </w:r>
    </w:p>
    <w:p w:rsidR="00F64617" w:rsidRDefault="00F64617"/>
    <w:sectPr w:rsidR="00F64617" w:rsidSect="00F64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F24E32"/>
    <w:rsid w:val="00171A2E"/>
    <w:rsid w:val="00304C90"/>
    <w:rsid w:val="00505B6D"/>
    <w:rsid w:val="006D3977"/>
    <w:rsid w:val="007D6C18"/>
    <w:rsid w:val="00D1641A"/>
    <w:rsid w:val="00F24E32"/>
    <w:rsid w:val="00F64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E3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489</Words>
  <Characters>2792</Characters>
  <Application>Microsoft Office Word</Application>
  <DocSecurity>0</DocSecurity>
  <Lines>23</Lines>
  <Paragraphs>6</Paragraphs>
  <ScaleCrop>false</ScaleCrop>
  <Company>Microsoft</Company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2020-01-17T06:48:00Z</dcterms:created>
  <dcterms:modified xsi:type="dcterms:W3CDTF">2020-01-17T06:48:00Z</dcterms:modified>
</cp:coreProperties>
</file>